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D68" w:rsidRDefault="00467D68" w:rsidP="00403F8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                                                        Додаток </w:t>
      </w:r>
    </w:p>
    <w:p w:rsidR="00467D68" w:rsidRDefault="00467D68" w:rsidP="00403F89">
      <w:pPr>
        <w:spacing w:after="0" w:line="240" w:lineRule="auto"/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                                        до рішення Лудинської сільської </w:t>
      </w:r>
    </w:p>
    <w:p w:rsidR="00467D68" w:rsidRDefault="00467D68" w:rsidP="00403F89">
      <w:pPr>
        <w:spacing w:after="0" w:line="240" w:lineRule="auto"/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                               ради № 44/9 від 27.11.2014</w:t>
      </w:r>
    </w:p>
    <w:p w:rsidR="00467D68" w:rsidRDefault="00467D68" w:rsidP="00403F89">
      <w:pPr>
        <w:spacing w:after="0" w:line="240" w:lineRule="auto"/>
        <w:jc w:val="right"/>
        <w:rPr>
          <w:rFonts w:ascii="Times New Roman" w:hAnsi="Times New Roman"/>
          <w:lang w:val="uk-UA"/>
        </w:rPr>
      </w:pPr>
    </w:p>
    <w:p w:rsidR="00467D68" w:rsidRDefault="00467D68" w:rsidP="00403F89">
      <w:pPr>
        <w:spacing w:after="0" w:line="240" w:lineRule="auto"/>
        <w:jc w:val="right"/>
        <w:rPr>
          <w:rFonts w:ascii="Times New Roman" w:hAnsi="Times New Roman"/>
          <w:lang w:val="uk-UA"/>
        </w:rPr>
      </w:pPr>
    </w:p>
    <w:p w:rsidR="00467D68" w:rsidRDefault="00467D68" w:rsidP="00403F89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  <w:r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sz w:val="32"/>
          <w:szCs w:val="32"/>
          <w:lang w:val="uk-UA"/>
        </w:rPr>
        <w:t>ПЛАН ДІЯЛЬНОСТІ ЛУДИНСЬКОЇ СІЛЬСЬКОЇ РАДИ З ПІДГОТОВКИ РЕГУЛЯТРНИХ АКТІВ НА 2015 РІК</w:t>
      </w:r>
    </w:p>
    <w:p w:rsidR="00467D68" w:rsidRDefault="00467D68" w:rsidP="00403F89">
      <w:pPr>
        <w:spacing w:after="0" w:line="240" w:lineRule="auto"/>
        <w:jc w:val="center"/>
        <w:rPr>
          <w:rFonts w:ascii="Times New Roman" w:hAnsi="Times New Roman"/>
          <w:lang w:val="uk-UA"/>
        </w:rPr>
      </w:pPr>
    </w:p>
    <w:tbl>
      <w:tblPr>
        <w:tblW w:w="10215" w:type="dxa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0"/>
        <w:gridCol w:w="1408"/>
        <w:gridCol w:w="10"/>
        <w:gridCol w:w="3250"/>
        <w:gridCol w:w="10"/>
        <w:gridCol w:w="2254"/>
        <w:gridCol w:w="13"/>
        <w:gridCol w:w="1404"/>
        <w:gridCol w:w="14"/>
        <w:gridCol w:w="1402"/>
        <w:gridCol w:w="15"/>
      </w:tblGrid>
      <w:tr w:rsidR="00467D68" w:rsidRPr="00F368DB" w:rsidTr="00403F89">
        <w:tc>
          <w:tcPr>
            <w:tcW w:w="435" w:type="dxa"/>
            <w:gridSpan w:val="2"/>
          </w:tcPr>
          <w:p w:rsidR="00467D68" w:rsidRDefault="00467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368DB">
              <w:rPr>
                <w:rFonts w:ascii="Times New Roman" w:hAnsi="Times New Roman"/>
                <w:lang w:val="uk-UA"/>
              </w:rPr>
              <w:t>№</w:t>
            </w:r>
          </w:p>
          <w:p w:rsidR="00467D68" w:rsidRDefault="00467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368DB">
              <w:rPr>
                <w:rFonts w:ascii="Times New Roman" w:hAnsi="Times New Roman"/>
                <w:lang w:val="uk-UA"/>
              </w:rPr>
              <w:t>п/п</w:t>
            </w:r>
          </w:p>
        </w:tc>
        <w:tc>
          <w:tcPr>
            <w:tcW w:w="1418" w:type="dxa"/>
            <w:gridSpan w:val="2"/>
          </w:tcPr>
          <w:p w:rsidR="00467D68" w:rsidRDefault="00467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368DB">
              <w:rPr>
                <w:rFonts w:ascii="Times New Roman" w:hAnsi="Times New Roman"/>
                <w:lang w:val="uk-UA"/>
              </w:rPr>
              <w:t>Вид проекту</w:t>
            </w:r>
          </w:p>
        </w:tc>
        <w:tc>
          <w:tcPr>
            <w:tcW w:w="3260" w:type="dxa"/>
            <w:gridSpan w:val="2"/>
          </w:tcPr>
          <w:p w:rsidR="00467D68" w:rsidRDefault="00467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368DB">
              <w:rPr>
                <w:rFonts w:ascii="Times New Roman" w:hAnsi="Times New Roman"/>
                <w:lang w:val="uk-UA"/>
              </w:rPr>
              <w:t>Назва проекту</w:t>
            </w:r>
          </w:p>
        </w:tc>
        <w:tc>
          <w:tcPr>
            <w:tcW w:w="2267" w:type="dxa"/>
            <w:gridSpan w:val="2"/>
          </w:tcPr>
          <w:p w:rsidR="00467D68" w:rsidRDefault="00467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368DB">
              <w:rPr>
                <w:rFonts w:ascii="Times New Roman" w:hAnsi="Times New Roman"/>
                <w:lang w:val="uk-UA"/>
              </w:rPr>
              <w:t>Ціль прийняття</w:t>
            </w:r>
          </w:p>
        </w:tc>
        <w:tc>
          <w:tcPr>
            <w:tcW w:w="1418" w:type="dxa"/>
            <w:gridSpan w:val="2"/>
          </w:tcPr>
          <w:p w:rsidR="00467D68" w:rsidRDefault="00467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368DB">
              <w:rPr>
                <w:rFonts w:ascii="Times New Roman" w:hAnsi="Times New Roman"/>
                <w:lang w:val="uk-UA"/>
              </w:rPr>
              <w:t>Строк підготовки проектів</w:t>
            </w:r>
          </w:p>
        </w:tc>
        <w:tc>
          <w:tcPr>
            <w:tcW w:w="1417" w:type="dxa"/>
            <w:gridSpan w:val="2"/>
          </w:tcPr>
          <w:p w:rsidR="00467D68" w:rsidRDefault="00467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368DB">
              <w:rPr>
                <w:rFonts w:ascii="Times New Roman" w:hAnsi="Times New Roman"/>
                <w:lang w:val="uk-UA"/>
              </w:rPr>
              <w:t>Відповідальний розробник проектів</w:t>
            </w:r>
          </w:p>
        </w:tc>
      </w:tr>
      <w:tr w:rsidR="00467D68" w:rsidRPr="00F368DB" w:rsidTr="00F368DB">
        <w:trPr>
          <w:gridAfter w:val="1"/>
          <w:wAfter w:w="15" w:type="dxa"/>
        </w:trPr>
        <w:tc>
          <w:tcPr>
            <w:tcW w:w="425" w:type="dxa"/>
          </w:tcPr>
          <w:p w:rsidR="00467D68" w:rsidRPr="00F368DB" w:rsidRDefault="00467D68" w:rsidP="00F36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67D68" w:rsidRPr="00F368DB" w:rsidRDefault="00467D68" w:rsidP="00F36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68D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  <w:p w:rsidR="00467D68" w:rsidRPr="00F368DB" w:rsidRDefault="00467D68" w:rsidP="00F36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418" w:type="dxa"/>
            <w:gridSpan w:val="2"/>
          </w:tcPr>
          <w:p w:rsidR="00467D68" w:rsidRPr="00F368DB" w:rsidRDefault="00467D68" w:rsidP="00F368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68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 </w:t>
            </w:r>
          </w:p>
          <w:p w:rsidR="00467D68" w:rsidRPr="00F368DB" w:rsidRDefault="00467D68" w:rsidP="00F368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68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сільської </w:t>
            </w:r>
          </w:p>
          <w:p w:rsidR="00467D68" w:rsidRPr="00F368DB" w:rsidRDefault="00467D68" w:rsidP="00F368DB">
            <w:pPr>
              <w:spacing w:after="0" w:line="240" w:lineRule="auto"/>
              <w:rPr>
                <w:rFonts w:ascii="Times New Roman" w:hAnsi="Times New Roman"/>
                <w:lang w:val="uk-UA" w:eastAsia="en-US"/>
              </w:rPr>
            </w:pPr>
            <w:r w:rsidRPr="00F368DB">
              <w:rPr>
                <w:rFonts w:ascii="Times New Roman" w:hAnsi="Times New Roman"/>
                <w:sz w:val="24"/>
                <w:szCs w:val="24"/>
                <w:lang w:val="uk-UA"/>
              </w:rPr>
              <w:t>ради</w:t>
            </w:r>
          </w:p>
        </w:tc>
        <w:tc>
          <w:tcPr>
            <w:tcW w:w="3260" w:type="dxa"/>
            <w:gridSpan w:val="2"/>
          </w:tcPr>
          <w:p w:rsidR="00467D68" w:rsidRPr="00F368DB" w:rsidRDefault="00467D68" w:rsidP="00F368DB">
            <w:pPr>
              <w:spacing w:after="0" w:line="240" w:lineRule="auto"/>
              <w:ind w:left="-253" w:right="-2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68DB">
              <w:rPr>
                <w:rFonts w:ascii="Times New Roman" w:hAnsi="Times New Roman"/>
                <w:sz w:val="24"/>
                <w:szCs w:val="24"/>
                <w:lang w:val="uk-UA"/>
              </w:rPr>
              <w:t>Про коригування тарифів на</w:t>
            </w:r>
          </w:p>
          <w:p w:rsidR="00467D68" w:rsidRPr="00F368DB" w:rsidRDefault="00467D68" w:rsidP="00F368DB">
            <w:pPr>
              <w:spacing w:after="0" w:line="240" w:lineRule="auto"/>
              <w:ind w:left="-253" w:right="-208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368DB">
              <w:rPr>
                <w:rFonts w:ascii="Times New Roman" w:hAnsi="Times New Roman"/>
                <w:sz w:val="24"/>
                <w:szCs w:val="24"/>
                <w:lang w:val="uk-UA"/>
              </w:rPr>
              <w:t>послуги холодного водопостачання, які надаються комунальним господарством</w:t>
            </w:r>
          </w:p>
        </w:tc>
        <w:tc>
          <w:tcPr>
            <w:tcW w:w="2264" w:type="dxa"/>
            <w:gridSpan w:val="2"/>
          </w:tcPr>
          <w:p w:rsidR="00467D68" w:rsidRPr="00F368DB" w:rsidRDefault="00467D68" w:rsidP="00F368D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368DB">
              <w:rPr>
                <w:rFonts w:ascii="Times New Roman" w:hAnsi="Times New Roman"/>
                <w:lang w:val="uk-UA"/>
              </w:rPr>
              <w:t>Приведення тарифів до економічно</w:t>
            </w:r>
          </w:p>
          <w:p w:rsidR="00467D68" w:rsidRPr="00F368DB" w:rsidRDefault="00467D68" w:rsidP="00F368D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368DB">
              <w:rPr>
                <w:rFonts w:ascii="Times New Roman" w:hAnsi="Times New Roman"/>
                <w:lang w:val="uk-UA"/>
              </w:rPr>
              <w:t>обгрунтованих</w:t>
            </w:r>
          </w:p>
          <w:p w:rsidR="00467D68" w:rsidRPr="00F368DB" w:rsidRDefault="00467D68" w:rsidP="00F36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417" w:type="dxa"/>
            <w:gridSpan w:val="2"/>
          </w:tcPr>
          <w:p w:rsidR="00467D68" w:rsidRPr="00F368DB" w:rsidRDefault="00467D68" w:rsidP="00F36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368DB">
              <w:rPr>
                <w:rFonts w:ascii="Times New Roman" w:hAnsi="Times New Roman"/>
                <w:lang w:val="uk-UA"/>
              </w:rPr>
              <w:t>І квартал</w:t>
            </w:r>
          </w:p>
        </w:tc>
        <w:tc>
          <w:tcPr>
            <w:tcW w:w="1416" w:type="dxa"/>
            <w:gridSpan w:val="2"/>
          </w:tcPr>
          <w:p w:rsidR="00467D68" w:rsidRPr="00F368DB" w:rsidRDefault="00467D68" w:rsidP="00F36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368DB">
              <w:rPr>
                <w:rFonts w:ascii="Times New Roman" w:hAnsi="Times New Roman"/>
                <w:sz w:val="24"/>
                <w:szCs w:val="24"/>
                <w:lang w:val="uk-UA"/>
              </w:rPr>
              <w:t>Гребенюк Г.П</w:t>
            </w:r>
          </w:p>
        </w:tc>
      </w:tr>
      <w:tr w:rsidR="00467D68" w:rsidRPr="00F368DB" w:rsidTr="00F368DB">
        <w:trPr>
          <w:gridAfter w:val="1"/>
          <w:wAfter w:w="15" w:type="dxa"/>
        </w:trPr>
        <w:tc>
          <w:tcPr>
            <w:tcW w:w="425" w:type="dxa"/>
          </w:tcPr>
          <w:p w:rsidR="00467D68" w:rsidRPr="00F368DB" w:rsidRDefault="00467D68" w:rsidP="00F36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67D68" w:rsidRPr="00F368DB" w:rsidRDefault="00467D68" w:rsidP="00F36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68D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  <w:p w:rsidR="00467D68" w:rsidRPr="00F368DB" w:rsidRDefault="00467D68" w:rsidP="00F36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418" w:type="dxa"/>
            <w:gridSpan w:val="2"/>
          </w:tcPr>
          <w:p w:rsidR="00467D68" w:rsidRPr="00F368DB" w:rsidRDefault="00467D68" w:rsidP="00F368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68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 </w:t>
            </w:r>
          </w:p>
          <w:p w:rsidR="00467D68" w:rsidRPr="00F368DB" w:rsidRDefault="00467D68" w:rsidP="00F368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68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сільської </w:t>
            </w:r>
          </w:p>
          <w:p w:rsidR="00467D68" w:rsidRPr="00F368DB" w:rsidRDefault="00467D68" w:rsidP="00F368DB">
            <w:pPr>
              <w:spacing w:after="0" w:line="240" w:lineRule="auto"/>
              <w:rPr>
                <w:rFonts w:ascii="Times New Roman" w:hAnsi="Times New Roman"/>
                <w:lang w:val="uk-UA" w:eastAsia="en-US"/>
              </w:rPr>
            </w:pPr>
            <w:r w:rsidRPr="00F368DB">
              <w:rPr>
                <w:rFonts w:ascii="Times New Roman" w:hAnsi="Times New Roman"/>
                <w:sz w:val="24"/>
                <w:szCs w:val="24"/>
                <w:lang w:val="uk-UA"/>
              </w:rPr>
              <w:t>ради</w:t>
            </w:r>
          </w:p>
        </w:tc>
        <w:tc>
          <w:tcPr>
            <w:tcW w:w="3260" w:type="dxa"/>
            <w:gridSpan w:val="2"/>
          </w:tcPr>
          <w:p w:rsidR="00467D68" w:rsidRPr="00F368DB" w:rsidRDefault="00467D68" w:rsidP="00F368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368DB">
              <w:rPr>
                <w:rFonts w:ascii="Times New Roman" w:hAnsi="Times New Roman"/>
                <w:lang w:val="uk-UA"/>
              </w:rPr>
              <w:t>Про внесення змін до положення „Про податок на нерухоме майно відмінне від земельної ділянки” затвердженого рішенням сільської ради №39/11 від 15.01.2014 року</w:t>
            </w:r>
          </w:p>
        </w:tc>
        <w:tc>
          <w:tcPr>
            <w:tcW w:w="2264" w:type="dxa"/>
            <w:gridSpan w:val="2"/>
          </w:tcPr>
          <w:p w:rsidR="00467D68" w:rsidRPr="00F368DB" w:rsidRDefault="00467D68" w:rsidP="00F36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368DB">
              <w:rPr>
                <w:rFonts w:ascii="Times New Roman" w:hAnsi="Times New Roman"/>
                <w:lang w:val="uk-UA"/>
              </w:rPr>
              <w:t>Збільшення надходжень  до сільського бюджету ,приведення у відповідність до чинного законодавства</w:t>
            </w:r>
            <w:r w:rsidRPr="00F368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417" w:type="dxa"/>
            <w:gridSpan w:val="2"/>
          </w:tcPr>
          <w:p w:rsidR="00467D68" w:rsidRPr="00F368DB" w:rsidRDefault="00467D68" w:rsidP="00F36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368DB">
              <w:rPr>
                <w:rFonts w:ascii="Times New Roman" w:hAnsi="Times New Roman"/>
                <w:lang w:val="uk-UA"/>
              </w:rPr>
              <w:t>І квартал</w:t>
            </w:r>
          </w:p>
        </w:tc>
        <w:tc>
          <w:tcPr>
            <w:tcW w:w="1416" w:type="dxa"/>
            <w:gridSpan w:val="2"/>
          </w:tcPr>
          <w:p w:rsidR="00467D68" w:rsidRPr="00F368DB" w:rsidRDefault="00467D68" w:rsidP="00F36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368DB">
              <w:rPr>
                <w:rFonts w:ascii="Times New Roman" w:hAnsi="Times New Roman"/>
              </w:rPr>
              <w:t>Виконком сільської ради</w:t>
            </w:r>
          </w:p>
        </w:tc>
      </w:tr>
    </w:tbl>
    <w:p w:rsidR="00467D68" w:rsidRDefault="00467D68" w:rsidP="00403F89">
      <w:pPr>
        <w:spacing w:after="0" w:line="240" w:lineRule="auto"/>
        <w:rPr>
          <w:rFonts w:ascii="Times New Roman" w:hAnsi="Times New Roman"/>
          <w:sz w:val="28"/>
          <w:szCs w:val="28"/>
          <w:lang w:val="uk-UA" w:eastAsia="en-US"/>
        </w:rPr>
      </w:pPr>
    </w:p>
    <w:p w:rsidR="00467D68" w:rsidRDefault="00467D68" w:rsidP="00403F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Сільський голова                                                                          А.І. Никитюк </w:t>
      </w:r>
    </w:p>
    <w:p w:rsidR="00467D68" w:rsidRDefault="00467D68" w:rsidP="00403F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67D68" w:rsidRDefault="00467D68" w:rsidP="00403F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67D68" w:rsidRDefault="00467D68" w:rsidP="00403F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67D68" w:rsidRDefault="00467D68" w:rsidP="00403F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67D68" w:rsidRDefault="00467D68" w:rsidP="00403F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67D68" w:rsidRDefault="00467D68" w:rsidP="00403F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67D68" w:rsidRDefault="00467D68" w:rsidP="00403F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67D68" w:rsidRDefault="00467D68" w:rsidP="00403F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67D68" w:rsidRDefault="00467D68" w:rsidP="00403F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67D68" w:rsidRDefault="00467D68" w:rsidP="00403F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67D68" w:rsidRDefault="00467D68" w:rsidP="00403F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67D68" w:rsidRDefault="00467D68" w:rsidP="00403F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67D68" w:rsidRDefault="00467D68" w:rsidP="00403F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67D68" w:rsidRDefault="00467D68" w:rsidP="00403F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67D68" w:rsidRDefault="00467D68" w:rsidP="00403F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67D68" w:rsidRDefault="00467D68" w:rsidP="00403F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67D68" w:rsidRDefault="00467D68" w:rsidP="00403F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67D68" w:rsidRDefault="00467D68" w:rsidP="00403F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67D68" w:rsidRDefault="00467D68" w:rsidP="00403F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67D68" w:rsidRDefault="00467D68" w:rsidP="00403F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67D68" w:rsidRDefault="00467D68" w:rsidP="00403F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67D68" w:rsidRDefault="00467D68" w:rsidP="00403F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67D68" w:rsidRDefault="00467D68" w:rsidP="00403F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67D68" w:rsidRDefault="00467D68" w:rsidP="00403F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67D68" w:rsidRDefault="00467D68" w:rsidP="00403F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67D68" w:rsidRDefault="00467D68" w:rsidP="00403F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67D68" w:rsidRDefault="00467D68" w:rsidP="00403F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67D68" w:rsidRPr="00B216A8" w:rsidRDefault="00467D68" w:rsidP="00403F89">
      <w:pPr>
        <w:jc w:val="center"/>
        <w:rPr>
          <w:rFonts w:ascii="Times New Roman" w:hAnsi="Times New Roman"/>
          <w:snapToGrid w:val="0"/>
          <w:spacing w:val="8"/>
          <w:sz w:val="16"/>
          <w:lang w:val="uk-UA"/>
        </w:rPr>
      </w:pPr>
      <w:r w:rsidRPr="00F368DB">
        <w:rPr>
          <w:rFonts w:ascii="Times New Roman" w:hAnsi="Times New Roman"/>
          <w:noProof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467D68" w:rsidRPr="00B216A8" w:rsidRDefault="00467D68" w:rsidP="00403F89">
      <w:pPr>
        <w:pStyle w:val="Heading1"/>
        <w:rPr>
          <w:b w:val="0"/>
          <w:bCs w:val="0"/>
          <w:szCs w:val="28"/>
        </w:rPr>
      </w:pPr>
      <w:r w:rsidRPr="00B216A8">
        <w:rPr>
          <w:szCs w:val="28"/>
        </w:rPr>
        <w:t>ЛУДИНСЬКА СІЛЬСЬКА РАДА</w:t>
      </w:r>
    </w:p>
    <w:p w:rsidR="00467D68" w:rsidRPr="00B216A8" w:rsidRDefault="00467D68" w:rsidP="00403F89">
      <w:pPr>
        <w:pStyle w:val="Heading1"/>
        <w:jc w:val="left"/>
        <w:rPr>
          <w:b w:val="0"/>
          <w:bCs w:val="0"/>
        </w:rPr>
      </w:pPr>
      <w:r w:rsidRPr="00B216A8">
        <w:t>ВОЛОДИМИР-ВОЛИНСЬКОГО РАЙОНУ ВОЛИНСЬКОЇ ОБЛАСТІ</w:t>
      </w:r>
    </w:p>
    <w:p w:rsidR="00467D68" w:rsidRPr="00B216A8" w:rsidRDefault="00467D68" w:rsidP="00403F89">
      <w:pPr>
        <w:jc w:val="center"/>
        <w:rPr>
          <w:rFonts w:ascii="Times New Roman" w:hAnsi="Times New Roman"/>
          <w:b/>
          <w:lang w:val="uk-UA"/>
        </w:rPr>
      </w:pPr>
      <w:r w:rsidRPr="00B216A8">
        <w:rPr>
          <w:rFonts w:ascii="Times New Roman" w:hAnsi="Times New Roman"/>
          <w:b/>
          <w:lang w:val="uk-UA"/>
        </w:rPr>
        <w:t>шостого  скликання</w:t>
      </w:r>
    </w:p>
    <w:p w:rsidR="00467D68" w:rsidRPr="00B216A8" w:rsidRDefault="00467D68" w:rsidP="00403F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67D68" w:rsidRPr="00B216A8" w:rsidRDefault="00467D68" w:rsidP="00403F8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216A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Р  І  Ш  Е  Н  Н  Я</w:t>
      </w:r>
    </w:p>
    <w:p w:rsidR="00467D68" w:rsidRPr="00B216A8" w:rsidRDefault="00467D68" w:rsidP="00403F89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467D68" w:rsidRPr="00B216A8" w:rsidRDefault="00467D68" w:rsidP="00403F8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27.11.2014</w:t>
      </w:r>
      <w:r w:rsidRPr="00B216A8">
        <w:rPr>
          <w:rFonts w:ascii="Times New Roman" w:hAnsi="Times New Roman"/>
          <w:sz w:val="28"/>
          <w:szCs w:val="28"/>
          <w:lang w:val="uk-UA"/>
        </w:rPr>
        <w:t xml:space="preserve">                                        с.Лудин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№44/9</w:t>
      </w:r>
    </w:p>
    <w:p w:rsidR="00467D68" w:rsidRPr="00B216A8" w:rsidRDefault="00467D68" w:rsidP="00403F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216A8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467D68" w:rsidRPr="00B216A8" w:rsidRDefault="00467D68" w:rsidP="00403F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216A8">
        <w:rPr>
          <w:rFonts w:ascii="Times New Roman" w:hAnsi="Times New Roman"/>
          <w:sz w:val="28"/>
          <w:szCs w:val="28"/>
          <w:lang w:val="uk-UA"/>
        </w:rPr>
        <w:t xml:space="preserve">Про затвердження плану </w:t>
      </w:r>
    </w:p>
    <w:p w:rsidR="00467D68" w:rsidRPr="00B216A8" w:rsidRDefault="00467D68" w:rsidP="00403F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216A8">
        <w:rPr>
          <w:rFonts w:ascii="Times New Roman" w:hAnsi="Times New Roman"/>
          <w:sz w:val="28"/>
          <w:szCs w:val="28"/>
          <w:lang w:val="uk-UA"/>
        </w:rPr>
        <w:t xml:space="preserve">діяльності ради з підготовки </w:t>
      </w:r>
    </w:p>
    <w:p w:rsidR="00467D68" w:rsidRPr="00B216A8" w:rsidRDefault="00467D68" w:rsidP="00403F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регуляторних актів у 2015</w:t>
      </w:r>
      <w:r w:rsidRPr="00B216A8">
        <w:rPr>
          <w:rFonts w:ascii="Times New Roman" w:hAnsi="Times New Roman"/>
          <w:sz w:val="28"/>
          <w:szCs w:val="28"/>
          <w:lang w:val="uk-UA"/>
        </w:rPr>
        <w:t>році</w:t>
      </w:r>
    </w:p>
    <w:p w:rsidR="00467D68" w:rsidRPr="00B216A8" w:rsidRDefault="00467D68" w:rsidP="00403F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67D68" w:rsidRPr="00B216A8" w:rsidRDefault="00467D68" w:rsidP="00403F8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216A8">
        <w:rPr>
          <w:rFonts w:ascii="Times New Roman" w:hAnsi="Times New Roman"/>
          <w:sz w:val="28"/>
          <w:szCs w:val="28"/>
          <w:lang w:val="uk-UA"/>
        </w:rPr>
        <w:t xml:space="preserve">  На виконання ст.7 Закону України від 11.09.2003 року №1160-ІV„Про засади державної регуляторної політики у сфері господарської діяльності” керуючись ст.25 Закону України  „Про місцеве самоврядування в Україні”, Лудинська сільська рада </w:t>
      </w:r>
    </w:p>
    <w:p w:rsidR="00467D68" w:rsidRPr="00B216A8" w:rsidRDefault="00467D68" w:rsidP="00403F8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B216A8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467D68" w:rsidRPr="00B216A8" w:rsidRDefault="00467D68" w:rsidP="00403F8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67D68" w:rsidRPr="00B216A8" w:rsidRDefault="00467D68" w:rsidP="00403F8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216A8">
        <w:rPr>
          <w:rFonts w:ascii="Times New Roman" w:hAnsi="Times New Roman"/>
          <w:sz w:val="28"/>
          <w:szCs w:val="28"/>
          <w:lang w:val="uk-UA"/>
        </w:rPr>
        <w:t>1.Затвердити план діяльності ради з підготовки регуляторних актів Л</w:t>
      </w:r>
      <w:r>
        <w:rPr>
          <w:rFonts w:ascii="Times New Roman" w:hAnsi="Times New Roman"/>
          <w:sz w:val="28"/>
          <w:szCs w:val="28"/>
          <w:lang w:val="uk-UA"/>
        </w:rPr>
        <w:t>удинської сільської ради на 2015</w:t>
      </w:r>
      <w:r w:rsidRPr="00B216A8">
        <w:rPr>
          <w:rFonts w:ascii="Times New Roman" w:hAnsi="Times New Roman"/>
          <w:sz w:val="28"/>
          <w:szCs w:val="28"/>
          <w:lang w:val="uk-UA"/>
        </w:rPr>
        <w:t xml:space="preserve"> рік (додається).</w:t>
      </w:r>
    </w:p>
    <w:p w:rsidR="00467D68" w:rsidRPr="00B216A8" w:rsidRDefault="00467D68" w:rsidP="00403F8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216A8">
        <w:rPr>
          <w:rFonts w:ascii="Times New Roman" w:hAnsi="Times New Roman"/>
          <w:sz w:val="28"/>
          <w:szCs w:val="28"/>
          <w:lang w:val="uk-UA"/>
        </w:rPr>
        <w:t>2. Відповідальним за розроблення проектів регуляторних актів, забезпечити своєчасну підготовку регуляторних актів, згідно із затвердженим планом.</w:t>
      </w:r>
    </w:p>
    <w:p w:rsidR="00467D68" w:rsidRPr="00B216A8" w:rsidRDefault="00467D68" w:rsidP="00403F8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216A8">
        <w:rPr>
          <w:rFonts w:ascii="Times New Roman" w:hAnsi="Times New Roman"/>
          <w:sz w:val="28"/>
          <w:szCs w:val="28"/>
          <w:lang w:val="uk-UA"/>
        </w:rPr>
        <w:t>3.Секретарю Півницькій Ж.Л. розмістити дане рішення на веб-сайті райдержадміністрації у мережі Інтернет.</w:t>
      </w:r>
    </w:p>
    <w:p w:rsidR="00467D68" w:rsidRPr="00B216A8" w:rsidRDefault="00467D68" w:rsidP="00403F8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216A8">
        <w:rPr>
          <w:rFonts w:ascii="Times New Roman" w:hAnsi="Times New Roman"/>
          <w:sz w:val="28"/>
          <w:szCs w:val="28"/>
          <w:lang w:val="uk-UA"/>
        </w:rPr>
        <w:t>4. Контроль за виконанням даного рішення покласти на сільського голову.</w:t>
      </w:r>
    </w:p>
    <w:p w:rsidR="00467D68" w:rsidRPr="00B216A8" w:rsidRDefault="00467D68" w:rsidP="00403F89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467D68" w:rsidRPr="00B216A8" w:rsidRDefault="00467D68" w:rsidP="00403F89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467D68" w:rsidRPr="00B216A8" w:rsidRDefault="00467D68" w:rsidP="00403F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216A8">
        <w:rPr>
          <w:rFonts w:ascii="Times New Roman" w:hAnsi="Times New Roman"/>
          <w:sz w:val="28"/>
          <w:szCs w:val="28"/>
          <w:lang w:val="uk-UA"/>
        </w:rPr>
        <w:t xml:space="preserve">Сільський голова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B216A8">
        <w:rPr>
          <w:rFonts w:ascii="Times New Roman" w:hAnsi="Times New Roman"/>
          <w:sz w:val="28"/>
          <w:szCs w:val="28"/>
          <w:lang w:val="uk-UA"/>
        </w:rPr>
        <w:t xml:space="preserve">     А.І.Никитюк</w:t>
      </w:r>
    </w:p>
    <w:p w:rsidR="00467D68" w:rsidRPr="00B216A8" w:rsidRDefault="00467D68" w:rsidP="00403F8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216A8">
        <w:rPr>
          <w:rFonts w:ascii="Times New Roman" w:hAnsi="Times New Roman"/>
          <w:lang w:val="uk-UA"/>
        </w:rPr>
        <w:t>Півницька 94 531</w:t>
      </w:r>
    </w:p>
    <w:p w:rsidR="00467D68" w:rsidRPr="00B216A8" w:rsidRDefault="00467D68" w:rsidP="00403F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67D68" w:rsidRPr="00B216A8" w:rsidRDefault="00467D68" w:rsidP="00403F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67D68" w:rsidRPr="00B216A8" w:rsidRDefault="00467D68" w:rsidP="00403F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67D68" w:rsidRPr="00B216A8" w:rsidRDefault="00467D68" w:rsidP="00403F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67D68" w:rsidRPr="00B216A8" w:rsidRDefault="00467D68" w:rsidP="00403F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67D68" w:rsidRPr="00B216A8" w:rsidRDefault="00467D68" w:rsidP="00403F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67D68" w:rsidRPr="00B216A8" w:rsidRDefault="00467D68" w:rsidP="00403F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67D68" w:rsidRPr="00B216A8" w:rsidRDefault="00467D68" w:rsidP="00403F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67D68" w:rsidRDefault="00467D68" w:rsidP="00403F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67D68" w:rsidRDefault="00467D68" w:rsidP="00403F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67D68" w:rsidRPr="00403F89" w:rsidRDefault="00467D68" w:rsidP="00403F89"/>
    <w:sectPr w:rsidR="00467D68" w:rsidRPr="00403F89" w:rsidSect="00851260">
      <w:pgSz w:w="11906" w:h="16838"/>
      <w:pgMar w:top="397" w:right="567" w:bottom="39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D68" w:rsidRDefault="00467D68" w:rsidP="0029306D">
      <w:pPr>
        <w:spacing w:after="0" w:line="240" w:lineRule="auto"/>
      </w:pPr>
      <w:r>
        <w:separator/>
      </w:r>
    </w:p>
  </w:endnote>
  <w:endnote w:type="continuationSeparator" w:id="1">
    <w:p w:rsidR="00467D68" w:rsidRDefault="00467D68" w:rsidP="00293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D68" w:rsidRDefault="00467D68" w:rsidP="0029306D">
      <w:pPr>
        <w:spacing w:after="0" w:line="240" w:lineRule="auto"/>
      </w:pPr>
      <w:r>
        <w:separator/>
      </w:r>
    </w:p>
  </w:footnote>
  <w:footnote w:type="continuationSeparator" w:id="1">
    <w:p w:rsidR="00467D68" w:rsidRDefault="00467D68" w:rsidP="002930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24CE5"/>
    <w:multiLevelType w:val="hybridMultilevel"/>
    <w:tmpl w:val="389C1C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A7037E6"/>
    <w:multiLevelType w:val="hybridMultilevel"/>
    <w:tmpl w:val="B64AB4A4"/>
    <w:lvl w:ilvl="0" w:tplc="9D8C8AA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BB7392"/>
    <w:multiLevelType w:val="hybridMultilevel"/>
    <w:tmpl w:val="7E54BF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BCB4A46"/>
    <w:multiLevelType w:val="hybridMultilevel"/>
    <w:tmpl w:val="4FB0A7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D093D0D"/>
    <w:multiLevelType w:val="hybridMultilevel"/>
    <w:tmpl w:val="671AECB0"/>
    <w:lvl w:ilvl="0" w:tplc="4DB0C4F4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0F1621"/>
    <w:multiLevelType w:val="hybridMultilevel"/>
    <w:tmpl w:val="BF62ADFA"/>
    <w:lvl w:ilvl="0" w:tplc="896C9F24">
      <w:start w:val="1"/>
      <w:numFmt w:val="decimal"/>
      <w:lvlText w:val="%1."/>
      <w:lvlJc w:val="left"/>
      <w:pPr>
        <w:ind w:left="5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6A81"/>
    <w:rsid w:val="00016B2F"/>
    <w:rsid w:val="00027EF8"/>
    <w:rsid w:val="00030F27"/>
    <w:rsid w:val="000345A5"/>
    <w:rsid w:val="00040C51"/>
    <w:rsid w:val="000434ED"/>
    <w:rsid w:val="00046B62"/>
    <w:rsid w:val="000607A6"/>
    <w:rsid w:val="00064AB6"/>
    <w:rsid w:val="00081738"/>
    <w:rsid w:val="000B63F0"/>
    <w:rsid w:val="000E477A"/>
    <w:rsid w:val="000E7483"/>
    <w:rsid w:val="000F4346"/>
    <w:rsid w:val="001115A5"/>
    <w:rsid w:val="001377FA"/>
    <w:rsid w:val="00185B10"/>
    <w:rsid w:val="0019606C"/>
    <w:rsid w:val="001978CA"/>
    <w:rsid w:val="001A1137"/>
    <w:rsid w:val="001A2D04"/>
    <w:rsid w:val="001A3554"/>
    <w:rsid w:val="001B1D63"/>
    <w:rsid w:val="001E7A3D"/>
    <w:rsid w:val="001E7C8A"/>
    <w:rsid w:val="001F7D1D"/>
    <w:rsid w:val="00227B21"/>
    <w:rsid w:val="00233691"/>
    <w:rsid w:val="00250582"/>
    <w:rsid w:val="00250A9B"/>
    <w:rsid w:val="002655F0"/>
    <w:rsid w:val="00282B99"/>
    <w:rsid w:val="0029306D"/>
    <w:rsid w:val="002C3150"/>
    <w:rsid w:val="002D186D"/>
    <w:rsid w:val="002E0B13"/>
    <w:rsid w:val="002E5570"/>
    <w:rsid w:val="002F0C48"/>
    <w:rsid w:val="00301B24"/>
    <w:rsid w:val="003039AA"/>
    <w:rsid w:val="00341180"/>
    <w:rsid w:val="00344997"/>
    <w:rsid w:val="00350B50"/>
    <w:rsid w:val="00367376"/>
    <w:rsid w:val="00370637"/>
    <w:rsid w:val="003A69CE"/>
    <w:rsid w:val="003B1A68"/>
    <w:rsid w:val="003C27D3"/>
    <w:rsid w:val="003F5FC1"/>
    <w:rsid w:val="00403EB8"/>
    <w:rsid w:val="00403F89"/>
    <w:rsid w:val="0040535E"/>
    <w:rsid w:val="004166A0"/>
    <w:rsid w:val="00454D97"/>
    <w:rsid w:val="004603BD"/>
    <w:rsid w:val="004608A1"/>
    <w:rsid w:val="00465C22"/>
    <w:rsid w:val="00467D68"/>
    <w:rsid w:val="004719EC"/>
    <w:rsid w:val="004729D0"/>
    <w:rsid w:val="00473A5D"/>
    <w:rsid w:val="00494929"/>
    <w:rsid w:val="004A7F68"/>
    <w:rsid w:val="004C27B1"/>
    <w:rsid w:val="004D742D"/>
    <w:rsid w:val="004F4919"/>
    <w:rsid w:val="005352F0"/>
    <w:rsid w:val="00577EB0"/>
    <w:rsid w:val="005B0A85"/>
    <w:rsid w:val="005E6160"/>
    <w:rsid w:val="00615FC4"/>
    <w:rsid w:val="00624C1C"/>
    <w:rsid w:val="00635BA2"/>
    <w:rsid w:val="0065545C"/>
    <w:rsid w:val="00671A8C"/>
    <w:rsid w:val="0067257A"/>
    <w:rsid w:val="0068326C"/>
    <w:rsid w:val="006A69BA"/>
    <w:rsid w:val="006B4072"/>
    <w:rsid w:val="006E1211"/>
    <w:rsid w:val="006E4A4A"/>
    <w:rsid w:val="006F1464"/>
    <w:rsid w:val="006F473E"/>
    <w:rsid w:val="00707A69"/>
    <w:rsid w:val="00747647"/>
    <w:rsid w:val="00761C64"/>
    <w:rsid w:val="007662BF"/>
    <w:rsid w:val="007B411C"/>
    <w:rsid w:val="007C0CF3"/>
    <w:rsid w:val="007D1909"/>
    <w:rsid w:val="007D4108"/>
    <w:rsid w:val="007E089C"/>
    <w:rsid w:val="007F4055"/>
    <w:rsid w:val="007F7BC9"/>
    <w:rsid w:val="0084650C"/>
    <w:rsid w:val="00851260"/>
    <w:rsid w:val="00853808"/>
    <w:rsid w:val="008572D8"/>
    <w:rsid w:val="00894B48"/>
    <w:rsid w:val="008B6668"/>
    <w:rsid w:val="008C2115"/>
    <w:rsid w:val="008E3544"/>
    <w:rsid w:val="008F055E"/>
    <w:rsid w:val="00900DCD"/>
    <w:rsid w:val="00902F21"/>
    <w:rsid w:val="00904AB8"/>
    <w:rsid w:val="00906DE9"/>
    <w:rsid w:val="00912987"/>
    <w:rsid w:val="00922163"/>
    <w:rsid w:val="00972AED"/>
    <w:rsid w:val="00977353"/>
    <w:rsid w:val="009845FF"/>
    <w:rsid w:val="0099103E"/>
    <w:rsid w:val="009918E9"/>
    <w:rsid w:val="0099376F"/>
    <w:rsid w:val="009B35DB"/>
    <w:rsid w:val="009C110E"/>
    <w:rsid w:val="009C7CDD"/>
    <w:rsid w:val="009D7AD3"/>
    <w:rsid w:val="00A50B8C"/>
    <w:rsid w:val="00A7316A"/>
    <w:rsid w:val="00A77506"/>
    <w:rsid w:val="00AD0038"/>
    <w:rsid w:val="00AF4D5E"/>
    <w:rsid w:val="00AF629F"/>
    <w:rsid w:val="00B15204"/>
    <w:rsid w:val="00B216A8"/>
    <w:rsid w:val="00B2232B"/>
    <w:rsid w:val="00B36A46"/>
    <w:rsid w:val="00B5531D"/>
    <w:rsid w:val="00B57296"/>
    <w:rsid w:val="00B67B3E"/>
    <w:rsid w:val="00B71BA3"/>
    <w:rsid w:val="00B8149A"/>
    <w:rsid w:val="00B84852"/>
    <w:rsid w:val="00BB5C48"/>
    <w:rsid w:val="00BC002B"/>
    <w:rsid w:val="00BC296C"/>
    <w:rsid w:val="00BC3BB2"/>
    <w:rsid w:val="00BC3C0E"/>
    <w:rsid w:val="00BC62C5"/>
    <w:rsid w:val="00BD229B"/>
    <w:rsid w:val="00BF6B85"/>
    <w:rsid w:val="00BF7F3D"/>
    <w:rsid w:val="00C3193D"/>
    <w:rsid w:val="00C367D3"/>
    <w:rsid w:val="00C36E4F"/>
    <w:rsid w:val="00C37358"/>
    <w:rsid w:val="00C37670"/>
    <w:rsid w:val="00C4507E"/>
    <w:rsid w:val="00C50CA2"/>
    <w:rsid w:val="00C63336"/>
    <w:rsid w:val="00C7510E"/>
    <w:rsid w:val="00C82BEA"/>
    <w:rsid w:val="00C922F2"/>
    <w:rsid w:val="00CC5B98"/>
    <w:rsid w:val="00CD3EA9"/>
    <w:rsid w:val="00CD7FB1"/>
    <w:rsid w:val="00CE61FB"/>
    <w:rsid w:val="00D10F24"/>
    <w:rsid w:val="00D163BB"/>
    <w:rsid w:val="00D26A81"/>
    <w:rsid w:val="00D27CA7"/>
    <w:rsid w:val="00D30100"/>
    <w:rsid w:val="00D844EA"/>
    <w:rsid w:val="00DB56FD"/>
    <w:rsid w:val="00DB7294"/>
    <w:rsid w:val="00DD472E"/>
    <w:rsid w:val="00DD4DBD"/>
    <w:rsid w:val="00DD7F90"/>
    <w:rsid w:val="00DE39E4"/>
    <w:rsid w:val="00DE47AC"/>
    <w:rsid w:val="00DF02AF"/>
    <w:rsid w:val="00DF0C18"/>
    <w:rsid w:val="00DF19A7"/>
    <w:rsid w:val="00DF38A7"/>
    <w:rsid w:val="00DF61F5"/>
    <w:rsid w:val="00DF639A"/>
    <w:rsid w:val="00E05864"/>
    <w:rsid w:val="00E154C8"/>
    <w:rsid w:val="00E71B29"/>
    <w:rsid w:val="00EA0962"/>
    <w:rsid w:val="00EA5FB0"/>
    <w:rsid w:val="00ED0001"/>
    <w:rsid w:val="00EE6A96"/>
    <w:rsid w:val="00F10395"/>
    <w:rsid w:val="00F204DA"/>
    <w:rsid w:val="00F2136C"/>
    <w:rsid w:val="00F34D5C"/>
    <w:rsid w:val="00F3669C"/>
    <w:rsid w:val="00F368DB"/>
    <w:rsid w:val="00F45473"/>
    <w:rsid w:val="00F9147A"/>
    <w:rsid w:val="00FD07B7"/>
    <w:rsid w:val="00FD59D9"/>
    <w:rsid w:val="00FE47DF"/>
    <w:rsid w:val="00FF3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A81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26A81"/>
    <w:pPr>
      <w:keepNext/>
      <w:snapToGrid w:val="0"/>
      <w:spacing w:after="0" w:line="240" w:lineRule="auto"/>
      <w:jc w:val="center"/>
      <w:outlineLvl w:val="0"/>
    </w:pPr>
    <w:rPr>
      <w:rFonts w:ascii="Times New Roman" w:hAnsi="Times New Roman"/>
      <w:b/>
      <w:bCs/>
      <w:spacing w:val="8"/>
      <w:sz w:val="24"/>
      <w:szCs w:val="20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26A81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pacing w:val="14"/>
      <w:sz w:val="28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26A81"/>
    <w:rPr>
      <w:rFonts w:ascii="Times New Roman" w:hAnsi="Times New Roman" w:cs="Times New Roman"/>
      <w:b/>
      <w:bCs/>
      <w:spacing w:val="8"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26A81"/>
    <w:rPr>
      <w:rFonts w:ascii="Times New Roman" w:hAnsi="Times New Roman" w:cs="Times New Roman"/>
      <w:b/>
      <w:bCs/>
      <w:spacing w:val="14"/>
      <w:sz w:val="20"/>
      <w:szCs w:val="20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D26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6A81"/>
    <w:rPr>
      <w:rFonts w:ascii="Tahoma" w:hAnsi="Tahoma" w:cs="Tahoma"/>
      <w:sz w:val="16"/>
      <w:szCs w:val="16"/>
      <w:lang w:eastAsia="ru-RU"/>
    </w:rPr>
  </w:style>
  <w:style w:type="table" w:styleId="TableGrid">
    <w:name w:val="Table Grid"/>
    <w:basedOn w:val="TableNormal"/>
    <w:uiPriority w:val="99"/>
    <w:rsid w:val="0029306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2930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9306D"/>
    <w:rPr>
      <w:rFonts w:eastAsia="Times New Roman" w:cs="Times New Roman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2930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9306D"/>
    <w:rPr>
      <w:rFonts w:eastAsia="Times New Roman" w:cs="Times New Roman"/>
      <w:lang w:eastAsia="ru-RU"/>
    </w:rPr>
  </w:style>
  <w:style w:type="paragraph" w:customStyle="1" w:styleId="rvps2">
    <w:name w:val="rvps2"/>
    <w:basedOn w:val="Normal"/>
    <w:uiPriority w:val="99"/>
    <w:rsid w:val="00473A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1115A5"/>
    <w:pPr>
      <w:spacing w:after="0" w:line="240" w:lineRule="auto"/>
      <w:jc w:val="both"/>
    </w:pPr>
    <w:rPr>
      <w:rFonts w:ascii="Times New Roman" w:hAnsi="Times New Roman"/>
      <w:b/>
      <w:bCs/>
      <w:noProof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115A5"/>
    <w:rPr>
      <w:rFonts w:ascii="Times New Roman" w:hAnsi="Times New Roman" w:cs="Times New Roman"/>
      <w:b/>
      <w:bCs/>
      <w:noProof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CD7FB1"/>
    <w:pPr>
      <w:ind w:left="720"/>
      <w:contextualSpacing/>
    </w:pPr>
  </w:style>
  <w:style w:type="paragraph" w:styleId="NormalWeb">
    <w:name w:val="Normal (Web)"/>
    <w:basedOn w:val="Normal"/>
    <w:uiPriority w:val="99"/>
    <w:semiHidden/>
    <w:rsid w:val="00C751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C7510E"/>
    <w:rPr>
      <w:rFonts w:cs="Times New Roman"/>
    </w:rPr>
  </w:style>
  <w:style w:type="character" w:styleId="Strong">
    <w:name w:val="Strong"/>
    <w:basedOn w:val="DefaultParagraphFont"/>
    <w:uiPriority w:val="99"/>
    <w:qFormat/>
    <w:rsid w:val="00C7510E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semiHidden/>
    <w:rsid w:val="00C7510E"/>
    <w:rPr>
      <w:rFonts w:cs="Times New Roman"/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semiHidden/>
    <w:rsid w:val="00B1520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B15204"/>
    <w:rPr>
      <w:rFonts w:eastAsia="Times New Roman" w:cs="Times New Roman"/>
      <w:lang w:eastAsia="ru-RU"/>
    </w:rPr>
  </w:style>
  <w:style w:type="paragraph" w:customStyle="1" w:styleId="a">
    <w:name w:val="Содержимое таблицы"/>
    <w:basedOn w:val="Normal"/>
    <w:uiPriority w:val="99"/>
    <w:rsid w:val="00250A9B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98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2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9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8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98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982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2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2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2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2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2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2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2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2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2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2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2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2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2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2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2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2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361</Words>
  <Characters>2059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Додаток </dc:title>
  <dc:subject/>
  <dc:creator>Admin</dc:creator>
  <cp:keywords/>
  <dc:description/>
  <cp:lastModifiedBy>www.PHILka.RU</cp:lastModifiedBy>
  <cp:revision>2</cp:revision>
  <cp:lastPrinted>2014-12-22T10:34:00Z</cp:lastPrinted>
  <dcterms:created xsi:type="dcterms:W3CDTF">2014-12-22T14:13:00Z</dcterms:created>
  <dcterms:modified xsi:type="dcterms:W3CDTF">2014-12-22T14:13:00Z</dcterms:modified>
</cp:coreProperties>
</file>