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C3" w:rsidRPr="00021254" w:rsidRDefault="00B064C3" w:rsidP="000F101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</w:p>
    <w:p w:rsidR="00B064C3" w:rsidRPr="00021254" w:rsidRDefault="00B064C3" w:rsidP="000F1013">
      <w:pPr>
        <w:tabs>
          <w:tab w:val="left" w:pos="378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021254">
        <w:rPr>
          <w:rFonts w:ascii="Times New Roman" w:hAnsi="Times New Roman"/>
          <w:sz w:val="24"/>
          <w:szCs w:val="24"/>
          <w:lang w:val="uk-UA"/>
        </w:rPr>
        <w:t>Звіт про відстеження результативності регуляторного акта</w:t>
      </w:r>
    </w:p>
    <w:p w:rsidR="00B064C3" w:rsidRPr="00021254" w:rsidRDefault="00B064C3" w:rsidP="00E53FAC">
      <w:pPr>
        <w:tabs>
          <w:tab w:val="left" w:pos="3780"/>
        </w:tabs>
        <w:jc w:val="right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252"/>
        <w:gridCol w:w="5503"/>
      </w:tblGrid>
      <w:tr w:rsidR="00B064C3" w:rsidRPr="00063AB3" w:rsidTr="00E53FAC">
        <w:tc>
          <w:tcPr>
            <w:tcW w:w="816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5503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B064C3" w:rsidRPr="00063AB3" w:rsidTr="00E53FAC">
        <w:tc>
          <w:tcPr>
            <w:tcW w:w="816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</w:tcPr>
          <w:p w:rsidR="00B064C3" w:rsidRPr="00063AB3" w:rsidRDefault="00B064C3" w:rsidP="00E53FA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  <w:p w:rsidR="00B064C3" w:rsidRPr="00063AB3" w:rsidRDefault="00B064C3" w:rsidP="00E53FA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виконавчого комітету сільської ради «Про встановлення тарифів на централізоване водопостачання» від 27.12.2011 р № 34</w:t>
            </w:r>
          </w:p>
        </w:tc>
      </w:tr>
      <w:tr w:rsidR="00B064C3" w:rsidRPr="00063AB3" w:rsidTr="00E53FAC">
        <w:tc>
          <w:tcPr>
            <w:tcW w:w="816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господарство Бубнівської с/ради в особі Лучкової К.В.</w:t>
            </w:r>
          </w:p>
        </w:tc>
      </w:tr>
      <w:tr w:rsidR="00B064C3" w:rsidRPr="00063AB3" w:rsidTr="00E53FAC">
        <w:trPr>
          <w:trHeight w:val="1416"/>
        </w:trPr>
        <w:tc>
          <w:tcPr>
            <w:tcW w:w="816" w:type="dxa"/>
          </w:tcPr>
          <w:p w:rsidR="00B064C3" w:rsidRPr="00063AB3" w:rsidRDefault="00B064C3" w:rsidP="00021254">
            <w:pPr>
              <w:tabs>
                <w:tab w:val="center" w:pos="300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B064C3" w:rsidRPr="00063AB3" w:rsidRDefault="00B064C3" w:rsidP="00021254">
            <w:pPr>
              <w:tabs>
                <w:tab w:val="center" w:pos="300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52" w:type="dxa"/>
          </w:tcPr>
          <w:p w:rsidR="00B064C3" w:rsidRPr="00063AB3" w:rsidRDefault="00B064C3" w:rsidP="00E53F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064C3" w:rsidRPr="00063AB3" w:rsidRDefault="00B064C3" w:rsidP="00E53F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5503" w:type="dxa"/>
          </w:tcPr>
          <w:p w:rsidR="00B064C3" w:rsidRDefault="00B064C3" w:rsidP="00021254">
            <w:pPr>
              <w:pStyle w:val="BodyTextIndent"/>
              <w:spacing w:after="0" w:line="240" w:lineRule="auto"/>
              <w:ind w:left="0" w:firstLine="4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B064C3" w:rsidRPr="00021254" w:rsidRDefault="00B064C3" w:rsidP="00021254">
            <w:pPr>
              <w:pStyle w:val="BodyTextIndent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Запобігання банкрутства комунального господарства;</w:t>
            </w:r>
          </w:p>
          <w:p w:rsidR="00B064C3" w:rsidRPr="00021254" w:rsidRDefault="00B064C3" w:rsidP="00E53FAC">
            <w:pPr>
              <w:pStyle w:val="BodyTextIndent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Підвищення платоспроможності організації;</w:t>
            </w:r>
          </w:p>
          <w:p w:rsidR="00B064C3" w:rsidRPr="00021254" w:rsidRDefault="00B064C3" w:rsidP="00E53FAC">
            <w:pPr>
              <w:pStyle w:val="BodyTextIndent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Ліквідація заборгованості по платежах;</w:t>
            </w:r>
          </w:p>
          <w:p w:rsidR="00B064C3" w:rsidRPr="00021254" w:rsidRDefault="00B064C3" w:rsidP="00E53FAC">
            <w:pPr>
              <w:pStyle w:val="BodyTextIndent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Забезпечення заробітної плати працівникам не нижче мінімальної;</w:t>
            </w:r>
          </w:p>
          <w:p w:rsidR="00B064C3" w:rsidRDefault="00B064C3" w:rsidP="00E53FAC">
            <w:pPr>
              <w:pStyle w:val="BodyTextIndent"/>
              <w:numPr>
                <w:ilvl w:val="0"/>
                <w:numId w:val="1"/>
              </w:numPr>
              <w:spacing w:after="0" w:line="240" w:lineRule="auto"/>
              <w:ind w:left="-99" w:firstLine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Створення можливості  запровадження енергозберігаючих заходів.</w:t>
            </w:r>
          </w:p>
          <w:p w:rsidR="00B064C3" w:rsidRPr="00021254" w:rsidRDefault="00B064C3" w:rsidP="00021254">
            <w:pPr>
              <w:pStyle w:val="BodyTextIndent"/>
              <w:spacing w:after="0" w:line="240" w:lineRule="auto"/>
              <w:ind w:left="-99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064C3" w:rsidRPr="00063AB3" w:rsidTr="00E53FAC">
        <w:tc>
          <w:tcPr>
            <w:tcW w:w="816" w:type="dxa"/>
          </w:tcPr>
          <w:p w:rsidR="00B064C3" w:rsidRPr="00063AB3" w:rsidRDefault="00B064C3" w:rsidP="00E53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25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021254">
              <w:rPr>
                <w:rFonts w:ascii="Times New Roman" w:hAnsi="Times New Roman"/>
                <w:sz w:val="24"/>
                <w:szCs w:val="24"/>
                <w:lang w:val="uk-UA"/>
              </w:rPr>
              <w:t>.06.2013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B064C3" w:rsidRPr="00063AB3" w:rsidTr="00E53FAC">
        <w:tc>
          <w:tcPr>
            <w:tcW w:w="816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Тип відстеження</w:t>
            </w:r>
          </w:p>
        </w:tc>
        <w:tc>
          <w:tcPr>
            <w:tcW w:w="5503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повторне</w:t>
            </w:r>
          </w:p>
        </w:tc>
      </w:tr>
      <w:tr w:rsidR="00B064C3" w:rsidRPr="00063AB3" w:rsidTr="00E53FAC">
        <w:tc>
          <w:tcPr>
            <w:tcW w:w="816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</w:tcPr>
          <w:p w:rsidR="00B064C3" w:rsidRPr="00063AB3" w:rsidRDefault="00B064C3" w:rsidP="00040EF7">
            <w:pPr>
              <w:tabs>
                <w:tab w:val="left" w:pos="5980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Результат ефективності здійснюється через аналіз фінансово-господарської діяльності господарства</w:t>
            </w:r>
          </w:p>
        </w:tc>
      </w:tr>
      <w:tr w:rsidR="00B064C3" w:rsidRPr="00063AB3" w:rsidTr="00E53FAC">
        <w:tc>
          <w:tcPr>
            <w:tcW w:w="816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</w:tcPr>
          <w:p w:rsidR="00B064C3" w:rsidRPr="00063AB3" w:rsidRDefault="00B064C3" w:rsidP="00E53FA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Результативність буде відстежуватись на основі поданих розрахунків за 2012 рік та січень-травень 2013 року  </w:t>
            </w:r>
          </w:p>
        </w:tc>
      </w:tr>
      <w:tr w:rsidR="00B064C3" w:rsidRPr="00063AB3" w:rsidTr="00E53FAC">
        <w:tc>
          <w:tcPr>
            <w:tcW w:w="816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</w:tcPr>
          <w:p w:rsidR="00B064C3" w:rsidRDefault="00B064C3" w:rsidP="00040EF7">
            <w:pPr>
              <w:pStyle w:val="BodyText"/>
              <w:ind w:right="-5"/>
              <w:rPr>
                <w:lang w:val="uk-UA"/>
              </w:rPr>
            </w:pPr>
            <w:r w:rsidRPr="00021254">
              <w:rPr>
                <w:lang w:val="uk-UA"/>
              </w:rPr>
              <w:t>За результатами аналізу діючих тарифів на централізоване водопостачання комунальне господарство сільської ради працює збитково. За 2012 рік збитки склали 3000 грн. За січень-травень 2013 – 1035 грн. Фактична собівартість 1 куб.м. у 2012 році становила 2,15 грн/куб.м. Фактична собівартість 1 кубм. Водопостачання у 2011 р. становила 1,05 грн/куб.м.. Рівень відшкодування середньозваженим тарифом водопостачання за 2012 р. становить 87%, січень-травень 2013 р.- 89%</w:t>
            </w:r>
          </w:p>
          <w:p w:rsidR="00B064C3" w:rsidRPr="00021254" w:rsidRDefault="00B064C3" w:rsidP="00040EF7">
            <w:pPr>
              <w:pStyle w:val="BodyText"/>
              <w:ind w:right="-5"/>
              <w:rPr>
                <w:lang w:val="uk-UA"/>
              </w:rPr>
            </w:pPr>
          </w:p>
        </w:tc>
      </w:tr>
      <w:tr w:rsidR="00B064C3" w:rsidRPr="00063AB3" w:rsidTr="00E53FAC">
        <w:tc>
          <w:tcPr>
            <w:tcW w:w="816" w:type="dxa"/>
          </w:tcPr>
          <w:p w:rsidR="00B064C3" w:rsidRPr="00063AB3" w:rsidRDefault="00B064C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52" w:type="dxa"/>
          </w:tcPr>
          <w:p w:rsidR="00B064C3" w:rsidRPr="00063AB3" w:rsidRDefault="00B064C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AB3">
              <w:rPr>
                <w:rFonts w:ascii="Times New Roman" w:hAnsi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</w:tcPr>
          <w:p w:rsidR="00B064C3" w:rsidRPr="00021254" w:rsidRDefault="00B064C3" w:rsidP="00600987">
            <w:pPr>
              <w:pStyle w:val="BodyText"/>
              <w:spacing w:before="0" w:beforeAutospacing="0" w:after="0" w:afterAutospacing="0"/>
              <w:ind w:right="-5"/>
              <w:rPr>
                <w:lang w:val="uk-UA"/>
              </w:rPr>
            </w:pPr>
            <w:r w:rsidRPr="00021254">
              <w:rPr>
                <w:lang w:val="uk-UA"/>
              </w:rPr>
              <w:t>Дія цього регуляторного акту не виправдала цілей, які ставились перед його прийняттям. Комунальне господарство працює збитково, затверджені тарифи не забезпечили підприємству прибуткової роботи. В комунгоспі відсутні кошти на впровадження енергозберігаючих заходів.</w:t>
            </w:r>
          </w:p>
          <w:p w:rsidR="00B064C3" w:rsidRPr="00021254" w:rsidRDefault="00B064C3" w:rsidP="00600987">
            <w:pPr>
              <w:pStyle w:val="BodyText"/>
              <w:spacing w:before="0" w:beforeAutospacing="0" w:after="0" w:afterAutospacing="0"/>
              <w:ind w:right="-5"/>
              <w:rPr>
                <w:lang w:val="uk-UA"/>
              </w:rPr>
            </w:pPr>
            <w:r w:rsidRPr="00021254">
              <w:rPr>
                <w:lang w:val="uk-UA"/>
              </w:rPr>
              <w:t>Виходячи з цього, прийняття даного регуляторного акту не дало позитивного ефекту, тому комунальному господарстві необхідно подати нові розрахунки економічно обґрунтованих та окупних тарифів на погодження у виконком сільської ради</w:t>
            </w:r>
          </w:p>
        </w:tc>
      </w:tr>
    </w:tbl>
    <w:p w:rsidR="00B064C3" w:rsidRPr="00021254" w:rsidRDefault="00B064C3" w:rsidP="000F101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2125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064C3" w:rsidRPr="00021254" w:rsidRDefault="00B064C3" w:rsidP="000F1013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64C3" w:rsidRPr="00021254" w:rsidRDefault="00B064C3" w:rsidP="000F101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21254">
        <w:rPr>
          <w:rFonts w:ascii="Times New Roman" w:hAnsi="Times New Roman"/>
          <w:sz w:val="24"/>
          <w:szCs w:val="24"/>
          <w:lang w:val="uk-UA"/>
        </w:rPr>
        <w:t>Директор комунального господарства                                                    К.В. Лучкова</w:t>
      </w:r>
    </w:p>
    <w:p w:rsidR="00B064C3" w:rsidRPr="00021254" w:rsidRDefault="00B064C3" w:rsidP="000F1013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64C3" w:rsidRPr="00021254" w:rsidRDefault="00B064C3">
      <w:pPr>
        <w:rPr>
          <w:rFonts w:ascii="Times New Roman" w:hAnsi="Times New Roman"/>
          <w:sz w:val="24"/>
          <w:szCs w:val="24"/>
          <w:lang w:val="uk-UA"/>
        </w:rPr>
      </w:pPr>
    </w:p>
    <w:sectPr w:rsidR="00B064C3" w:rsidRPr="00021254" w:rsidSect="0002125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24973"/>
    <w:multiLevelType w:val="hybridMultilevel"/>
    <w:tmpl w:val="E00EF770"/>
    <w:lvl w:ilvl="0" w:tplc="702A724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1013"/>
    <w:rsid w:val="00021254"/>
    <w:rsid w:val="00040EF7"/>
    <w:rsid w:val="00063AB3"/>
    <w:rsid w:val="000F1013"/>
    <w:rsid w:val="001536A6"/>
    <w:rsid w:val="003F1253"/>
    <w:rsid w:val="00600987"/>
    <w:rsid w:val="007275A3"/>
    <w:rsid w:val="00791119"/>
    <w:rsid w:val="00B064C3"/>
    <w:rsid w:val="00DF4FDC"/>
    <w:rsid w:val="00E5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5A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F10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1013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0F101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F1013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347</Words>
  <Characters>1984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5</cp:revision>
  <dcterms:created xsi:type="dcterms:W3CDTF">2013-07-11T13:09:00Z</dcterms:created>
  <dcterms:modified xsi:type="dcterms:W3CDTF">2013-12-25T13:00:00Z</dcterms:modified>
</cp:coreProperties>
</file>