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D96" w:rsidRDefault="001C3D96" w:rsidP="00E76A68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9A6791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3.75pt;height:48pt;visibility:visible">
            <v:imagedata r:id="rId5" o:title=""/>
          </v:shape>
        </w:pict>
      </w:r>
    </w:p>
    <w:p w:rsidR="001C3D96" w:rsidRDefault="001C3D96" w:rsidP="00E76A68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1C3D96" w:rsidRDefault="001C3D96" w:rsidP="00E76A68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ОВАДНІВСЬКА</w:t>
      </w:r>
      <w:r>
        <w:rPr>
          <w:rFonts w:ascii="Times New Roman" w:hAnsi="Times New Roman"/>
          <w:b/>
          <w:sz w:val="28"/>
          <w:szCs w:val="28"/>
        </w:rPr>
        <w:t xml:space="preserve"> СІЛЬСЬКА РАДА</w:t>
      </w:r>
    </w:p>
    <w:p w:rsidR="001C3D96" w:rsidRDefault="001C3D96" w:rsidP="00E76A68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ВОЛОДИМИР - ВОЛИНСЬКИЙ РАЙОН</w:t>
      </w:r>
      <w:r>
        <w:rPr>
          <w:rFonts w:ascii="Times New Roman" w:hAnsi="Times New Roman"/>
          <w:b/>
          <w:sz w:val="28"/>
          <w:szCs w:val="28"/>
          <w:lang w:val="uk-UA"/>
        </w:rPr>
        <w:t>У ВОЛИНСЬКОЇ ОБЛАСТІ</w:t>
      </w:r>
    </w:p>
    <w:p w:rsidR="001C3D96" w:rsidRDefault="001C3D96" w:rsidP="00E76A68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шосте скликання</w:t>
      </w:r>
    </w:p>
    <w:p w:rsidR="001C3D96" w:rsidRDefault="001C3D96" w:rsidP="00E76A68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1C3D96" w:rsidRDefault="001C3D96" w:rsidP="00E76A68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1C3D96" w:rsidRDefault="001C3D96" w:rsidP="00E76A68">
      <w:pPr>
        <w:pStyle w:val="1"/>
        <w:jc w:val="center"/>
        <w:rPr>
          <w:b/>
          <w:sz w:val="28"/>
          <w:szCs w:val="28"/>
        </w:rPr>
      </w:pPr>
    </w:p>
    <w:p w:rsidR="001C3D96" w:rsidRDefault="001C3D96" w:rsidP="00E76A68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30 квітня 2014</w:t>
      </w:r>
      <w:r w:rsidRPr="00756FF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року                                                                        №41/5</w:t>
      </w:r>
    </w:p>
    <w:p w:rsidR="001C3D96" w:rsidRDefault="001C3D96" w:rsidP="00E76A68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1C3D96" w:rsidRDefault="001C3D96" w:rsidP="00E76A68">
      <w:pPr>
        <w:pStyle w:val="NoSpacing"/>
        <w:rPr>
          <w:rFonts w:ascii="Times New Roman" w:hAnsi="Times New Roman"/>
          <w:snapToGrid w:val="0"/>
          <w:sz w:val="28"/>
          <w:szCs w:val="28"/>
        </w:rPr>
      </w:pPr>
      <w:r>
        <w:rPr>
          <w:snapToGrid w:val="0"/>
          <w:lang w:val="uk-UA"/>
        </w:rPr>
        <w:t xml:space="preserve">       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Про затвердження Програми соціально – економічного </w:t>
      </w:r>
    </w:p>
    <w:p w:rsidR="001C3D96" w:rsidRDefault="001C3D96" w:rsidP="00E76A68">
      <w:pPr>
        <w:pStyle w:val="NoSpacing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>та культурного розвитку сільської ради на 2014 - 2015роки.</w:t>
      </w:r>
    </w:p>
    <w:p w:rsidR="001C3D96" w:rsidRDefault="001C3D96" w:rsidP="00E76A68">
      <w:pPr>
        <w:rPr>
          <w:rFonts w:ascii="Times New Roman" w:hAnsi="Times New Roman"/>
          <w:b/>
          <w:bCs/>
          <w:sz w:val="28"/>
          <w:szCs w:val="28"/>
        </w:rPr>
      </w:pPr>
    </w:p>
    <w:p w:rsidR="001C3D96" w:rsidRDefault="001C3D96" w:rsidP="00E76A68">
      <w:pPr>
        <w:jc w:val="both"/>
        <w:rPr>
          <w:rFonts w:ascii="Times New Roman" w:hAnsi="Times New Roman"/>
          <w:snapToGrid w:val="0"/>
          <w:spacing w:val="8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>
        <w:rPr>
          <w:rFonts w:ascii="Times New Roman" w:hAnsi="Times New Roman"/>
          <w:bCs/>
          <w:sz w:val="28"/>
          <w:szCs w:val="28"/>
        </w:rPr>
        <w:tab/>
        <w:t xml:space="preserve"> Заслухавши інформацію головного бухгалтера сільсь</w:t>
      </w:r>
      <w:r>
        <w:rPr>
          <w:rFonts w:ascii="Times New Roman" w:hAnsi="Times New Roman"/>
          <w:bCs/>
          <w:sz w:val="28"/>
          <w:szCs w:val="28"/>
          <w:lang w:val="uk-UA"/>
        </w:rPr>
        <w:t>кої  ради</w:t>
      </w:r>
      <w:r>
        <w:rPr>
          <w:rFonts w:ascii="Times New Roman" w:hAnsi="Times New Roman"/>
          <w:snapToGrid w:val="0"/>
          <w:spacing w:val="8"/>
          <w:sz w:val="28"/>
          <w:szCs w:val="28"/>
          <w:lang w:val="uk-UA"/>
        </w:rPr>
        <w:t xml:space="preserve">  «Про затвердження Програми соціально – економічного та культурного розвитку сільської ради на 2014 - 2015роки»</w:t>
      </w:r>
      <w:r>
        <w:rPr>
          <w:rFonts w:ascii="Times New Roman" w:hAnsi="Times New Roman"/>
          <w:bCs/>
          <w:sz w:val="28"/>
          <w:szCs w:val="28"/>
        </w:rPr>
        <w:t xml:space="preserve"> та керуючись п. 25 ч. 1 ст. 26 Закону України «Про місцеве самоврядування в Україні»,</w:t>
      </w:r>
      <w:r>
        <w:rPr>
          <w:rFonts w:ascii="Times New Roman" w:hAnsi="Times New Roman"/>
          <w:color w:val="000000"/>
          <w:sz w:val="28"/>
          <w:szCs w:val="28"/>
        </w:rPr>
        <w:t xml:space="preserve"> Законом України  «Про засади державної регуляторної політики у сфері господарської діяльності»,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враховуючи висновки постійної комісії з питань планування місцевого бюджету і фінансів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Оваднівська </w:t>
      </w:r>
      <w:r>
        <w:rPr>
          <w:rFonts w:ascii="Times New Roman" w:hAnsi="Times New Roman"/>
          <w:bCs/>
          <w:sz w:val="28"/>
          <w:szCs w:val="28"/>
        </w:rPr>
        <w:t xml:space="preserve">сільська рада </w:t>
      </w:r>
    </w:p>
    <w:p w:rsidR="001C3D96" w:rsidRDefault="001C3D96" w:rsidP="00E76A68">
      <w:pPr>
        <w:ind w:right="-555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1C3D96" w:rsidRDefault="001C3D96" w:rsidP="00E76A68">
      <w:pPr>
        <w:pStyle w:val="NoSpacing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>1. Програму соціально - економічного та культурного розвитку сільської ради на 2014 - 2015 роки, затвердити(Програма додається).</w:t>
      </w:r>
    </w:p>
    <w:p w:rsidR="001C3D96" w:rsidRDefault="001C3D96" w:rsidP="00E76A68">
      <w:pPr>
        <w:pStyle w:val="NoSpacing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>2.Виконкому сільської ради, керівникам установ і організацій здійснити організаційно – практичні заходи щодо забезпечення виконання Програми соціально - економічного та культурного розвитку сільської ради на 2014 - 2015 роки.</w:t>
      </w:r>
    </w:p>
    <w:p w:rsidR="001C3D96" w:rsidRDefault="001C3D96" w:rsidP="00E76A68">
      <w:pPr>
        <w:pStyle w:val="NoSpacing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>3.Доручити виконкому сільської ради при необхідності вносити конкретні корективи показників Програми економічного і соціального розвитку сіл Овадне, Верба, Жовтневе, Маркелівка на 2014- 2015роки.</w:t>
      </w:r>
    </w:p>
    <w:p w:rsidR="001C3D96" w:rsidRDefault="001C3D96" w:rsidP="00E76A68">
      <w:pPr>
        <w:pStyle w:val="NoSpacing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>4. Про хід виконання Програми соціально - економічного та культурного розвитку сільської ради на 2014 - 2015 роки розглядати кожного кварталу.</w:t>
      </w:r>
    </w:p>
    <w:p w:rsidR="001C3D96" w:rsidRDefault="001C3D96" w:rsidP="00E76A68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 постійну комісію сільської ради з питань планування фінансів і бюджету та виконання спільної власності громади.</w:t>
      </w:r>
    </w:p>
    <w:p w:rsidR="001C3D96" w:rsidRDefault="001C3D96" w:rsidP="00E76A68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1C3D96" w:rsidRDefault="001C3D96" w:rsidP="00E76A68">
      <w:pPr>
        <w:pStyle w:val="NoSpacing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1C3D96" w:rsidRDefault="001C3D96" w:rsidP="00E76A68">
      <w:pPr>
        <w:pStyle w:val="NoSpacing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1C3D96" w:rsidRDefault="001C3D96" w:rsidP="00E76A68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Сільський голова:                                                                            С.С.Панасевич  </w:t>
      </w:r>
    </w:p>
    <w:sectPr w:rsidR="001C3D96" w:rsidSect="006E7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E4067"/>
    <w:multiLevelType w:val="multilevel"/>
    <w:tmpl w:val="A9BE47C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6A68"/>
    <w:rsid w:val="001C3D96"/>
    <w:rsid w:val="006E7FE7"/>
    <w:rsid w:val="00756FF6"/>
    <w:rsid w:val="0097659E"/>
    <w:rsid w:val="009A6791"/>
    <w:rsid w:val="00E76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FE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E76A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BodyText">
    <w:name w:val="Body Text"/>
    <w:basedOn w:val="Normal"/>
    <w:link w:val="BodyTextChar"/>
    <w:uiPriority w:val="99"/>
    <w:semiHidden/>
    <w:rsid w:val="00E76A68"/>
    <w:pPr>
      <w:spacing w:after="120" w:line="240" w:lineRule="auto"/>
    </w:pPr>
    <w:rPr>
      <w:rFonts w:ascii="Times New Roman" w:hAnsi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76A68"/>
    <w:rPr>
      <w:rFonts w:ascii="Times New Roman" w:hAnsi="Times New Roman" w:cs="Times New Roman"/>
      <w:sz w:val="20"/>
      <w:szCs w:val="20"/>
    </w:rPr>
  </w:style>
  <w:style w:type="character" w:customStyle="1" w:styleId="a">
    <w:name w:val="Основной текст Знак"/>
    <w:basedOn w:val="DefaultParagraphFont"/>
    <w:link w:val="BodyText"/>
    <w:uiPriority w:val="99"/>
    <w:semiHidden/>
    <w:locked/>
    <w:rsid w:val="00E76A68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E76A68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76A68"/>
    <w:rPr>
      <w:rFonts w:ascii="Times New Roman" w:hAnsi="Times New Roman" w:cs="Times New Roman"/>
      <w:sz w:val="24"/>
      <w:szCs w:val="24"/>
    </w:rPr>
  </w:style>
  <w:style w:type="character" w:customStyle="1" w:styleId="a0">
    <w:name w:val="Основной текст с отступом Знак"/>
    <w:basedOn w:val="DefaultParagraphFont"/>
    <w:link w:val="BodyTextIndent"/>
    <w:uiPriority w:val="99"/>
    <w:semiHidden/>
    <w:locked/>
    <w:rsid w:val="00E76A68"/>
    <w:rPr>
      <w:rFonts w:cs="Times New Roman"/>
    </w:rPr>
  </w:style>
  <w:style w:type="paragraph" w:styleId="NoSpacing">
    <w:name w:val="No Spacing"/>
    <w:uiPriority w:val="99"/>
    <w:qFormat/>
    <w:rsid w:val="00E76A68"/>
  </w:style>
  <w:style w:type="paragraph" w:customStyle="1" w:styleId="1">
    <w:name w:val="Обычный1"/>
    <w:uiPriority w:val="99"/>
    <w:rsid w:val="00E76A68"/>
    <w:pPr>
      <w:snapToGrid w:val="0"/>
    </w:pPr>
    <w:rPr>
      <w:rFonts w:ascii="Times New Roman" w:hAnsi="Times New Roman"/>
      <w:sz w:val="26"/>
      <w:szCs w:val="20"/>
      <w:lang w:val="uk-UA"/>
    </w:rPr>
  </w:style>
  <w:style w:type="character" w:customStyle="1" w:styleId="apple-converted-space">
    <w:name w:val="apple-converted-space"/>
    <w:basedOn w:val="DefaultParagraphFont"/>
    <w:uiPriority w:val="99"/>
    <w:rsid w:val="00E76A68"/>
    <w:rPr>
      <w:rFonts w:cs="Times New Roman"/>
    </w:rPr>
  </w:style>
  <w:style w:type="character" w:styleId="Strong">
    <w:name w:val="Strong"/>
    <w:basedOn w:val="DefaultParagraphFont"/>
    <w:uiPriority w:val="99"/>
    <w:qFormat/>
    <w:rsid w:val="00E76A68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E76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6A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63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282</Words>
  <Characters>1609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</dc:creator>
  <cp:keywords/>
  <dc:description/>
  <cp:lastModifiedBy>www.PHILka.RU</cp:lastModifiedBy>
  <cp:revision>2</cp:revision>
  <dcterms:created xsi:type="dcterms:W3CDTF">2014-07-01T12:37:00Z</dcterms:created>
  <dcterms:modified xsi:type="dcterms:W3CDTF">2014-07-01T12:37:00Z</dcterms:modified>
</cp:coreProperties>
</file>