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51" w:rsidRDefault="00EF1151" w:rsidP="0044576C">
      <w:pPr>
        <w:pStyle w:val="a"/>
        <w:spacing w:after="0"/>
        <w:ind w:left="10980" w:right="-730" w:hanging="90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EF1151" w:rsidRDefault="00EF1151" w:rsidP="00BC2131">
      <w:pPr>
        <w:spacing w:after="0" w:line="240" w:lineRule="auto"/>
        <w:ind w:right="-390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0017">
        <w:rPr>
          <w:rFonts w:ascii="Times New Roman" w:hAnsi="Times New Roman" w:cs="Times New Roman"/>
          <w:sz w:val="28"/>
          <w:szCs w:val="28"/>
          <w:lang w:val="uk-UA" w:eastAsia="ru-RU"/>
        </w:rPr>
        <w:t>Форма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</w:p>
    <w:p w:rsidR="00EF1151" w:rsidRDefault="00EF1151" w:rsidP="0044576C">
      <w:pPr>
        <w:pStyle w:val="a"/>
        <w:spacing w:after="0"/>
        <w:ind w:left="10980" w:right="-730" w:hanging="90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EF1151" w:rsidRPr="002F3A73" w:rsidRDefault="00EF1151" w:rsidP="0044576C">
      <w:pPr>
        <w:pStyle w:val="a"/>
        <w:spacing w:after="0"/>
        <w:ind w:left="10980" w:right="-730" w:hanging="9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2F3A73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підпункту 5) </w:t>
      </w:r>
      <w:r w:rsidRPr="002F3A73">
        <w:rPr>
          <w:rFonts w:ascii="Times New Roman" w:hAnsi="Times New Roman" w:cs="Times New Roman"/>
          <w:sz w:val="28"/>
          <w:szCs w:val="28"/>
        </w:rPr>
        <w:t xml:space="preserve">пункту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EF1151" w:rsidRPr="00517D29" w:rsidRDefault="00EF1151" w:rsidP="00445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17D29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:rsidR="00EF1151" w:rsidRDefault="00EF1151" w:rsidP="0044576C">
      <w:pPr>
        <w:spacing w:after="0" w:line="240" w:lineRule="auto"/>
        <w:ind w:left="9204" w:right="-37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район</w:t>
      </w:r>
      <w:r w:rsidRPr="00517D29">
        <w:rPr>
          <w:rFonts w:ascii="Times New Roman" w:hAnsi="Times New Roman" w:cs="Times New Roman"/>
          <w:sz w:val="28"/>
          <w:szCs w:val="28"/>
        </w:rPr>
        <w:t>ної державної адміністрації</w:t>
      </w:r>
    </w:p>
    <w:p w:rsidR="00EF1151" w:rsidRDefault="00EF1151" w:rsidP="0044576C">
      <w:pPr>
        <w:tabs>
          <w:tab w:val="left" w:pos="11400"/>
        </w:tabs>
        <w:spacing w:after="0" w:line="240" w:lineRule="auto"/>
        <w:ind w:left="9204" w:right="-3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05.05.2017 № 159</w:t>
      </w:r>
    </w:p>
    <w:p w:rsidR="00EF1151" w:rsidRPr="00AF0017" w:rsidRDefault="00EF1151" w:rsidP="0044576C">
      <w:pPr>
        <w:tabs>
          <w:tab w:val="left" w:pos="11400"/>
        </w:tabs>
        <w:spacing w:after="0" w:line="240" w:lineRule="auto"/>
        <w:ind w:left="9204" w:right="-370"/>
        <w:rPr>
          <w:rFonts w:ascii="Times New Roman" w:hAnsi="Times New Roman" w:cs="Times New Roman"/>
          <w:sz w:val="28"/>
          <w:szCs w:val="28"/>
          <w:lang w:val="uk-UA"/>
        </w:rPr>
      </w:pPr>
    </w:p>
    <w:p w:rsidR="00EF1151" w:rsidRPr="0044576C" w:rsidRDefault="00EF1151" w:rsidP="0044576C">
      <w:pPr>
        <w:spacing w:after="0" w:line="240" w:lineRule="auto"/>
        <w:ind w:right="-390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:rsidR="00EF1151" w:rsidRDefault="00EF1151" w:rsidP="00E83D9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83D93">
        <w:rPr>
          <w:rFonts w:ascii="Times New Roman" w:hAnsi="Times New Roman" w:cs="Times New Roman"/>
          <w:b/>
          <w:bCs/>
          <w:sz w:val="28"/>
          <w:szCs w:val="28"/>
        </w:rPr>
        <w:t xml:space="preserve">Інформація про земельні відносини в _________________________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сільській раді</w:t>
      </w:r>
      <w:r w:rsidRPr="00E83D93">
        <w:rPr>
          <w:rFonts w:ascii="Times New Roman" w:hAnsi="Times New Roman" w:cs="Times New Roman"/>
          <w:b/>
          <w:bCs/>
          <w:sz w:val="28"/>
          <w:szCs w:val="28"/>
        </w:rPr>
        <w:t xml:space="preserve"> (ОТГ)  </w:t>
      </w:r>
    </w:p>
    <w:p w:rsidR="00EF1151" w:rsidRPr="00E83D93" w:rsidRDefault="00EF1151" w:rsidP="00E83D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D93">
        <w:rPr>
          <w:rFonts w:ascii="Times New Roman" w:hAnsi="Times New Roman" w:cs="Times New Roman"/>
          <w:b/>
          <w:bCs/>
          <w:sz w:val="28"/>
          <w:szCs w:val="28"/>
        </w:rPr>
        <w:t>станом на  01.04.2017 року</w:t>
      </w:r>
    </w:p>
    <w:tbl>
      <w:tblPr>
        <w:tblW w:w="15255" w:type="dxa"/>
        <w:tblInd w:w="-106" w:type="dxa"/>
        <w:tblLayout w:type="fixed"/>
        <w:tblLook w:val="00A0"/>
      </w:tblPr>
      <w:tblGrid>
        <w:gridCol w:w="559"/>
        <w:gridCol w:w="2150"/>
        <w:gridCol w:w="1701"/>
        <w:gridCol w:w="1418"/>
        <w:gridCol w:w="1701"/>
        <w:gridCol w:w="1460"/>
        <w:gridCol w:w="1596"/>
        <w:gridCol w:w="1591"/>
        <w:gridCol w:w="1537"/>
        <w:gridCol w:w="1542"/>
      </w:tblGrid>
      <w:tr w:rsidR="00EF1151" w:rsidRPr="00027FEC">
        <w:trPr>
          <w:trHeight w:val="375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3D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 адміністративно</w:t>
            </w:r>
            <w:r w:rsidRPr="00E83D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тириторіальної одиниці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3D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 землі, яка підлягала розпаюванню, га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E83D93" w:rsidRDefault="00EF1151" w:rsidP="00E8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3D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E83D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них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3D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 землі, яка приєднана  до ОСГ, га</w:t>
            </w:r>
          </w:p>
        </w:tc>
        <w:tc>
          <w:tcPr>
            <w:tcW w:w="3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3D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Землі, надані /не надані у власність чи користування (не використовуються)</w:t>
            </w:r>
          </w:p>
        </w:tc>
      </w:tr>
      <w:tr w:rsidR="00EF1151" w:rsidRPr="00027FEC">
        <w:trPr>
          <w:trHeight w:val="1875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3D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 невитребуваних земель, га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3D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 земельних часток (паїв)  в оренді, га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3D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 землі, яка використо-вується без укладання договору оренди, га</w:t>
            </w: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151" w:rsidRPr="00027FEC">
        <w:trPr>
          <w:trHeight w:val="111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3D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всього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E83D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т.ч. в оренді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3D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запасу, га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151" w:rsidRPr="00E83D93" w:rsidRDefault="00EF1151" w:rsidP="00E8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3D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резерву, га </w:t>
            </w:r>
          </w:p>
        </w:tc>
      </w:tr>
      <w:tr w:rsidR="00EF1151" w:rsidRPr="00170B97">
        <w:trPr>
          <w:trHeight w:val="37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AB1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F1151" w:rsidRPr="00170B97">
        <w:trPr>
          <w:trHeight w:val="37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AB1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F1151" w:rsidRPr="00170B97">
        <w:trPr>
          <w:trHeight w:val="37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AB1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151" w:rsidRPr="00170B97" w:rsidRDefault="00EF1151" w:rsidP="00E8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0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F1151" w:rsidRPr="00E83D93" w:rsidRDefault="00EF1151">
      <w:pPr>
        <w:rPr>
          <w:lang w:val="en-US"/>
        </w:rPr>
      </w:pPr>
    </w:p>
    <w:sectPr w:rsidR="00EF1151" w:rsidRPr="00E83D93" w:rsidSect="00BC2131">
      <w:pgSz w:w="16838" w:h="11906" w:orient="landscape"/>
      <w:pgMar w:top="71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D93"/>
    <w:rsid w:val="000005F7"/>
    <w:rsid w:val="00002579"/>
    <w:rsid w:val="000029D6"/>
    <w:rsid w:val="00004F7E"/>
    <w:rsid w:val="00007B95"/>
    <w:rsid w:val="00012585"/>
    <w:rsid w:val="000129A2"/>
    <w:rsid w:val="00013CB5"/>
    <w:rsid w:val="000144CF"/>
    <w:rsid w:val="00015791"/>
    <w:rsid w:val="00021DFC"/>
    <w:rsid w:val="00022594"/>
    <w:rsid w:val="0002314D"/>
    <w:rsid w:val="00023231"/>
    <w:rsid w:val="00027531"/>
    <w:rsid w:val="00027FEC"/>
    <w:rsid w:val="0003217D"/>
    <w:rsid w:val="00041EE9"/>
    <w:rsid w:val="000423B2"/>
    <w:rsid w:val="00042C3A"/>
    <w:rsid w:val="00043467"/>
    <w:rsid w:val="00043D29"/>
    <w:rsid w:val="00046034"/>
    <w:rsid w:val="00046503"/>
    <w:rsid w:val="00046760"/>
    <w:rsid w:val="000505E9"/>
    <w:rsid w:val="000529B3"/>
    <w:rsid w:val="00054C0B"/>
    <w:rsid w:val="00056977"/>
    <w:rsid w:val="00057D27"/>
    <w:rsid w:val="0006207E"/>
    <w:rsid w:val="000623D0"/>
    <w:rsid w:val="0006253A"/>
    <w:rsid w:val="000626A7"/>
    <w:rsid w:val="00066697"/>
    <w:rsid w:val="0006701F"/>
    <w:rsid w:val="00071FE9"/>
    <w:rsid w:val="00076617"/>
    <w:rsid w:val="00076C4A"/>
    <w:rsid w:val="00077020"/>
    <w:rsid w:val="00077A66"/>
    <w:rsid w:val="000811A1"/>
    <w:rsid w:val="00085B1E"/>
    <w:rsid w:val="000866DB"/>
    <w:rsid w:val="00090A65"/>
    <w:rsid w:val="00090C1C"/>
    <w:rsid w:val="000A29C3"/>
    <w:rsid w:val="000B0CFF"/>
    <w:rsid w:val="000B6B55"/>
    <w:rsid w:val="000C2219"/>
    <w:rsid w:val="000C78AB"/>
    <w:rsid w:val="000D0722"/>
    <w:rsid w:val="000D190F"/>
    <w:rsid w:val="000D4AD2"/>
    <w:rsid w:val="000D6511"/>
    <w:rsid w:val="000D65B8"/>
    <w:rsid w:val="000E0BC7"/>
    <w:rsid w:val="000E0E4B"/>
    <w:rsid w:val="000E2C75"/>
    <w:rsid w:val="000E6BEC"/>
    <w:rsid w:val="000F1B7F"/>
    <w:rsid w:val="000F4FE6"/>
    <w:rsid w:val="000F5B99"/>
    <w:rsid w:val="000F6280"/>
    <w:rsid w:val="000F63F7"/>
    <w:rsid w:val="00101C57"/>
    <w:rsid w:val="00107C0A"/>
    <w:rsid w:val="001111CB"/>
    <w:rsid w:val="00112096"/>
    <w:rsid w:val="001148C8"/>
    <w:rsid w:val="0011502E"/>
    <w:rsid w:val="00115B0B"/>
    <w:rsid w:val="001216A7"/>
    <w:rsid w:val="0012309A"/>
    <w:rsid w:val="00123464"/>
    <w:rsid w:val="00124592"/>
    <w:rsid w:val="00127423"/>
    <w:rsid w:val="00130C2A"/>
    <w:rsid w:val="00133EDF"/>
    <w:rsid w:val="001347DA"/>
    <w:rsid w:val="00136840"/>
    <w:rsid w:val="001372A1"/>
    <w:rsid w:val="00137421"/>
    <w:rsid w:val="001424BE"/>
    <w:rsid w:val="00145614"/>
    <w:rsid w:val="00145981"/>
    <w:rsid w:val="00146A92"/>
    <w:rsid w:val="0014751C"/>
    <w:rsid w:val="00160426"/>
    <w:rsid w:val="001627AA"/>
    <w:rsid w:val="00163C77"/>
    <w:rsid w:val="00164578"/>
    <w:rsid w:val="00165FC1"/>
    <w:rsid w:val="00166049"/>
    <w:rsid w:val="00170B97"/>
    <w:rsid w:val="00171EBD"/>
    <w:rsid w:val="00174474"/>
    <w:rsid w:val="00176A41"/>
    <w:rsid w:val="0018728B"/>
    <w:rsid w:val="00187690"/>
    <w:rsid w:val="001901B7"/>
    <w:rsid w:val="0019078B"/>
    <w:rsid w:val="0019106B"/>
    <w:rsid w:val="00192875"/>
    <w:rsid w:val="00193B46"/>
    <w:rsid w:val="00196774"/>
    <w:rsid w:val="001A3071"/>
    <w:rsid w:val="001A5366"/>
    <w:rsid w:val="001A5593"/>
    <w:rsid w:val="001A5756"/>
    <w:rsid w:val="001B3138"/>
    <w:rsid w:val="001B3771"/>
    <w:rsid w:val="001B412A"/>
    <w:rsid w:val="001B5888"/>
    <w:rsid w:val="001B6FCD"/>
    <w:rsid w:val="001C2D7E"/>
    <w:rsid w:val="001D1540"/>
    <w:rsid w:val="001D58A2"/>
    <w:rsid w:val="001D6E18"/>
    <w:rsid w:val="001E49F9"/>
    <w:rsid w:val="001E59CB"/>
    <w:rsid w:val="001F0C5C"/>
    <w:rsid w:val="001F2382"/>
    <w:rsid w:val="001F2F3B"/>
    <w:rsid w:val="001F433C"/>
    <w:rsid w:val="001F558B"/>
    <w:rsid w:val="001F7743"/>
    <w:rsid w:val="0020329D"/>
    <w:rsid w:val="002104F6"/>
    <w:rsid w:val="00213659"/>
    <w:rsid w:val="00213910"/>
    <w:rsid w:val="002152B2"/>
    <w:rsid w:val="0021542C"/>
    <w:rsid w:val="00224757"/>
    <w:rsid w:val="00227720"/>
    <w:rsid w:val="00227BEA"/>
    <w:rsid w:val="00231A4B"/>
    <w:rsid w:val="00233DFB"/>
    <w:rsid w:val="00235E41"/>
    <w:rsid w:val="00237475"/>
    <w:rsid w:val="002375A4"/>
    <w:rsid w:val="00240156"/>
    <w:rsid w:val="00242215"/>
    <w:rsid w:val="00242AF0"/>
    <w:rsid w:val="00242B95"/>
    <w:rsid w:val="00246A2B"/>
    <w:rsid w:val="00246ACC"/>
    <w:rsid w:val="00254265"/>
    <w:rsid w:val="00257170"/>
    <w:rsid w:val="002576EF"/>
    <w:rsid w:val="0026491C"/>
    <w:rsid w:val="00265A64"/>
    <w:rsid w:val="00266A01"/>
    <w:rsid w:val="0027138A"/>
    <w:rsid w:val="00272989"/>
    <w:rsid w:val="00273E17"/>
    <w:rsid w:val="00273F9A"/>
    <w:rsid w:val="0027442B"/>
    <w:rsid w:val="002759E2"/>
    <w:rsid w:val="002769C3"/>
    <w:rsid w:val="00276A07"/>
    <w:rsid w:val="00281760"/>
    <w:rsid w:val="00281B91"/>
    <w:rsid w:val="00283F97"/>
    <w:rsid w:val="00285102"/>
    <w:rsid w:val="00286F4C"/>
    <w:rsid w:val="00287BB0"/>
    <w:rsid w:val="002909DC"/>
    <w:rsid w:val="00292E70"/>
    <w:rsid w:val="00293834"/>
    <w:rsid w:val="002A0C92"/>
    <w:rsid w:val="002A10D9"/>
    <w:rsid w:val="002A2775"/>
    <w:rsid w:val="002A3C2B"/>
    <w:rsid w:val="002A4804"/>
    <w:rsid w:val="002A7C3B"/>
    <w:rsid w:val="002B386F"/>
    <w:rsid w:val="002C1011"/>
    <w:rsid w:val="002C43C0"/>
    <w:rsid w:val="002C4BAF"/>
    <w:rsid w:val="002C4D80"/>
    <w:rsid w:val="002C5145"/>
    <w:rsid w:val="002C693F"/>
    <w:rsid w:val="002C77D6"/>
    <w:rsid w:val="002D050A"/>
    <w:rsid w:val="002D0BAC"/>
    <w:rsid w:val="002D0DC8"/>
    <w:rsid w:val="002D24FD"/>
    <w:rsid w:val="002D679A"/>
    <w:rsid w:val="002E06DB"/>
    <w:rsid w:val="002E24E6"/>
    <w:rsid w:val="002E3964"/>
    <w:rsid w:val="002E4975"/>
    <w:rsid w:val="002E4B62"/>
    <w:rsid w:val="002E4E01"/>
    <w:rsid w:val="002E5C83"/>
    <w:rsid w:val="002E6097"/>
    <w:rsid w:val="002F149B"/>
    <w:rsid w:val="002F27E3"/>
    <w:rsid w:val="002F3A05"/>
    <w:rsid w:val="002F3A73"/>
    <w:rsid w:val="00302DBC"/>
    <w:rsid w:val="00303109"/>
    <w:rsid w:val="00303490"/>
    <w:rsid w:val="00303565"/>
    <w:rsid w:val="003047B2"/>
    <w:rsid w:val="003048B8"/>
    <w:rsid w:val="00307011"/>
    <w:rsid w:val="00307690"/>
    <w:rsid w:val="003100FB"/>
    <w:rsid w:val="00310357"/>
    <w:rsid w:val="0031121B"/>
    <w:rsid w:val="00311355"/>
    <w:rsid w:val="00317B3E"/>
    <w:rsid w:val="00321D82"/>
    <w:rsid w:val="0032471A"/>
    <w:rsid w:val="0032476E"/>
    <w:rsid w:val="00326F4D"/>
    <w:rsid w:val="003340E4"/>
    <w:rsid w:val="00334289"/>
    <w:rsid w:val="003345C8"/>
    <w:rsid w:val="0033503C"/>
    <w:rsid w:val="003368B3"/>
    <w:rsid w:val="003378A7"/>
    <w:rsid w:val="00342A52"/>
    <w:rsid w:val="0034301B"/>
    <w:rsid w:val="00346A42"/>
    <w:rsid w:val="00347A85"/>
    <w:rsid w:val="0035030B"/>
    <w:rsid w:val="00350652"/>
    <w:rsid w:val="00351399"/>
    <w:rsid w:val="0035147D"/>
    <w:rsid w:val="00351F3B"/>
    <w:rsid w:val="00353349"/>
    <w:rsid w:val="00354E9A"/>
    <w:rsid w:val="00363859"/>
    <w:rsid w:val="0036496E"/>
    <w:rsid w:val="00367B8E"/>
    <w:rsid w:val="0037655C"/>
    <w:rsid w:val="00380987"/>
    <w:rsid w:val="00391118"/>
    <w:rsid w:val="00392FC0"/>
    <w:rsid w:val="003947AA"/>
    <w:rsid w:val="00395AD9"/>
    <w:rsid w:val="003A1264"/>
    <w:rsid w:val="003A2019"/>
    <w:rsid w:val="003B0A61"/>
    <w:rsid w:val="003B18A8"/>
    <w:rsid w:val="003B287F"/>
    <w:rsid w:val="003B68FA"/>
    <w:rsid w:val="003C009E"/>
    <w:rsid w:val="003C04D3"/>
    <w:rsid w:val="003C469D"/>
    <w:rsid w:val="003C516E"/>
    <w:rsid w:val="003C52CE"/>
    <w:rsid w:val="003C5664"/>
    <w:rsid w:val="003C5BFB"/>
    <w:rsid w:val="003C5D69"/>
    <w:rsid w:val="003D12E1"/>
    <w:rsid w:val="003D457F"/>
    <w:rsid w:val="003D4912"/>
    <w:rsid w:val="003D5548"/>
    <w:rsid w:val="003D6651"/>
    <w:rsid w:val="003D7CB5"/>
    <w:rsid w:val="003E1803"/>
    <w:rsid w:val="003F0243"/>
    <w:rsid w:val="003F30CA"/>
    <w:rsid w:val="003F55BB"/>
    <w:rsid w:val="004007E5"/>
    <w:rsid w:val="004009B0"/>
    <w:rsid w:val="004014FB"/>
    <w:rsid w:val="0040228D"/>
    <w:rsid w:val="00406E29"/>
    <w:rsid w:val="00410D82"/>
    <w:rsid w:val="004115B5"/>
    <w:rsid w:val="0041699B"/>
    <w:rsid w:val="0042020A"/>
    <w:rsid w:val="00425C83"/>
    <w:rsid w:val="004314C0"/>
    <w:rsid w:val="00433FEA"/>
    <w:rsid w:val="00437510"/>
    <w:rsid w:val="004430F5"/>
    <w:rsid w:val="004437D7"/>
    <w:rsid w:val="0044576C"/>
    <w:rsid w:val="00445EBC"/>
    <w:rsid w:val="00450816"/>
    <w:rsid w:val="00451055"/>
    <w:rsid w:val="004521A9"/>
    <w:rsid w:val="004524C7"/>
    <w:rsid w:val="004531CE"/>
    <w:rsid w:val="0045407F"/>
    <w:rsid w:val="0045486F"/>
    <w:rsid w:val="0045780E"/>
    <w:rsid w:val="00460D6D"/>
    <w:rsid w:val="004618DB"/>
    <w:rsid w:val="004641D2"/>
    <w:rsid w:val="00465944"/>
    <w:rsid w:val="00465949"/>
    <w:rsid w:val="004660FD"/>
    <w:rsid w:val="0047002A"/>
    <w:rsid w:val="00471909"/>
    <w:rsid w:val="00474AF2"/>
    <w:rsid w:val="00476026"/>
    <w:rsid w:val="0047700B"/>
    <w:rsid w:val="004833C6"/>
    <w:rsid w:val="0048486F"/>
    <w:rsid w:val="00486493"/>
    <w:rsid w:val="004934C5"/>
    <w:rsid w:val="0049531D"/>
    <w:rsid w:val="004960F2"/>
    <w:rsid w:val="004A32B9"/>
    <w:rsid w:val="004A3485"/>
    <w:rsid w:val="004A7389"/>
    <w:rsid w:val="004B0DB7"/>
    <w:rsid w:val="004B21B9"/>
    <w:rsid w:val="004B3362"/>
    <w:rsid w:val="004B3988"/>
    <w:rsid w:val="004B4682"/>
    <w:rsid w:val="004B536F"/>
    <w:rsid w:val="004B75CD"/>
    <w:rsid w:val="004C5B78"/>
    <w:rsid w:val="004C6CA7"/>
    <w:rsid w:val="004C775D"/>
    <w:rsid w:val="004D1B9C"/>
    <w:rsid w:val="004D1D34"/>
    <w:rsid w:val="004D706E"/>
    <w:rsid w:val="004E20AC"/>
    <w:rsid w:val="004E5D2A"/>
    <w:rsid w:val="004E7128"/>
    <w:rsid w:val="004F19EB"/>
    <w:rsid w:val="004F2063"/>
    <w:rsid w:val="004F3BCA"/>
    <w:rsid w:val="004F5482"/>
    <w:rsid w:val="004F60D2"/>
    <w:rsid w:val="0050061A"/>
    <w:rsid w:val="00501AE8"/>
    <w:rsid w:val="00503955"/>
    <w:rsid w:val="00503EF0"/>
    <w:rsid w:val="005040EF"/>
    <w:rsid w:val="00506174"/>
    <w:rsid w:val="005063B4"/>
    <w:rsid w:val="00506A29"/>
    <w:rsid w:val="00507F12"/>
    <w:rsid w:val="00512D25"/>
    <w:rsid w:val="00512EBF"/>
    <w:rsid w:val="005177C2"/>
    <w:rsid w:val="00517D29"/>
    <w:rsid w:val="00522F8F"/>
    <w:rsid w:val="00523A8C"/>
    <w:rsid w:val="00524DCB"/>
    <w:rsid w:val="0052575B"/>
    <w:rsid w:val="00527F70"/>
    <w:rsid w:val="005408F2"/>
    <w:rsid w:val="00541084"/>
    <w:rsid w:val="00541E52"/>
    <w:rsid w:val="00542402"/>
    <w:rsid w:val="00542B26"/>
    <w:rsid w:val="00552E99"/>
    <w:rsid w:val="00553489"/>
    <w:rsid w:val="00554CC1"/>
    <w:rsid w:val="0056011D"/>
    <w:rsid w:val="005623BC"/>
    <w:rsid w:val="00562B13"/>
    <w:rsid w:val="0056478A"/>
    <w:rsid w:val="00567771"/>
    <w:rsid w:val="005710A9"/>
    <w:rsid w:val="00574CB8"/>
    <w:rsid w:val="00575014"/>
    <w:rsid w:val="00575F9E"/>
    <w:rsid w:val="005769DC"/>
    <w:rsid w:val="00576A6F"/>
    <w:rsid w:val="00577556"/>
    <w:rsid w:val="005846CF"/>
    <w:rsid w:val="00587E45"/>
    <w:rsid w:val="00591E21"/>
    <w:rsid w:val="00595599"/>
    <w:rsid w:val="005A1AD2"/>
    <w:rsid w:val="005A2F12"/>
    <w:rsid w:val="005A53C4"/>
    <w:rsid w:val="005A7EF6"/>
    <w:rsid w:val="005B792E"/>
    <w:rsid w:val="005B796A"/>
    <w:rsid w:val="005C1ADD"/>
    <w:rsid w:val="005C36AA"/>
    <w:rsid w:val="005C36EF"/>
    <w:rsid w:val="005C3D3A"/>
    <w:rsid w:val="005D011C"/>
    <w:rsid w:val="005D03E3"/>
    <w:rsid w:val="005D07BA"/>
    <w:rsid w:val="005D3083"/>
    <w:rsid w:val="005D72FD"/>
    <w:rsid w:val="005E18AB"/>
    <w:rsid w:val="005E43AE"/>
    <w:rsid w:val="005E43BC"/>
    <w:rsid w:val="005E4F28"/>
    <w:rsid w:val="005E4F8D"/>
    <w:rsid w:val="005E7A40"/>
    <w:rsid w:val="005F37EC"/>
    <w:rsid w:val="005F6083"/>
    <w:rsid w:val="005F69C8"/>
    <w:rsid w:val="005F71DE"/>
    <w:rsid w:val="005F773F"/>
    <w:rsid w:val="0060036A"/>
    <w:rsid w:val="00604186"/>
    <w:rsid w:val="00610C9F"/>
    <w:rsid w:val="00614D02"/>
    <w:rsid w:val="00615F88"/>
    <w:rsid w:val="00616447"/>
    <w:rsid w:val="00623832"/>
    <w:rsid w:val="0062764E"/>
    <w:rsid w:val="00627830"/>
    <w:rsid w:val="006345D5"/>
    <w:rsid w:val="00635087"/>
    <w:rsid w:val="00635CEC"/>
    <w:rsid w:val="00635DE1"/>
    <w:rsid w:val="00644E0E"/>
    <w:rsid w:val="00656562"/>
    <w:rsid w:val="00660552"/>
    <w:rsid w:val="00662131"/>
    <w:rsid w:val="00667356"/>
    <w:rsid w:val="00667E09"/>
    <w:rsid w:val="00671F07"/>
    <w:rsid w:val="00672E19"/>
    <w:rsid w:val="006730F3"/>
    <w:rsid w:val="0067371D"/>
    <w:rsid w:val="006753F1"/>
    <w:rsid w:val="006762F6"/>
    <w:rsid w:val="00682F14"/>
    <w:rsid w:val="00685876"/>
    <w:rsid w:val="00685B97"/>
    <w:rsid w:val="00686E1C"/>
    <w:rsid w:val="00695959"/>
    <w:rsid w:val="0069678D"/>
    <w:rsid w:val="0069685F"/>
    <w:rsid w:val="006A14E4"/>
    <w:rsid w:val="006A2D8D"/>
    <w:rsid w:val="006A61DE"/>
    <w:rsid w:val="006A7375"/>
    <w:rsid w:val="006C2ED6"/>
    <w:rsid w:val="006C323E"/>
    <w:rsid w:val="006C41C8"/>
    <w:rsid w:val="006C4459"/>
    <w:rsid w:val="006C6061"/>
    <w:rsid w:val="006D0ACA"/>
    <w:rsid w:val="006D3B8F"/>
    <w:rsid w:val="006D452C"/>
    <w:rsid w:val="006E0121"/>
    <w:rsid w:val="006E12AD"/>
    <w:rsid w:val="006E5281"/>
    <w:rsid w:val="006F552C"/>
    <w:rsid w:val="00700FC2"/>
    <w:rsid w:val="00701ADD"/>
    <w:rsid w:val="00706156"/>
    <w:rsid w:val="007065FE"/>
    <w:rsid w:val="0070700F"/>
    <w:rsid w:val="007074FC"/>
    <w:rsid w:val="00707987"/>
    <w:rsid w:val="0071139C"/>
    <w:rsid w:val="00712340"/>
    <w:rsid w:val="00713B70"/>
    <w:rsid w:val="007152D9"/>
    <w:rsid w:val="00717E4C"/>
    <w:rsid w:val="00720CAE"/>
    <w:rsid w:val="007217D6"/>
    <w:rsid w:val="007236DF"/>
    <w:rsid w:val="00724CC6"/>
    <w:rsid w:val="00725736"/>
    <w:rsid w:val="00733665"/>
    <w:rsid w:val="00735B51"/>
    <w:rsid w:val="00736041"/>
    <w:rsid w:val="0074070D"/>
    <w:rsid w:val="00742A71"/>
    <w:rsid w:val="00742AAC"/>
    <w:rsid w:val="00745CBD"/>
    <w:rsid w:val="00750202"/>
    <w:rsid w:val="00752EC6"/>
    <w:rsid w:val="00753C49"/>
    <w:rsid w:val="00754687"/>
    <w:rsid w:val="00754824"/>
    <w:rsid w:val="007549AC"/>
    <w:rsid w:val="00754E92"/>
    <w:rsid w:val="00756E18"/>
    <w:rsid w:val="00757B78"/>
    <w:rsid w:val="007611BE"/>
    <w:rsid w:val="007615A7"/>
    <w:rsid w:val="00763007"/>
    <w:rsid w:val="0076577D"/>
    <w:rsid w:val="007755F0"/>
    <w:rsid w:val="00776372"/>
    <w:rsid w:val="0078288D"/>
    <w:rsid w:val="00791C21"/>
    <w:rsid w:val="00792887"/>
    <w:rsid w:val="00792F96"/>
    <w:rsid w:val="007943F9"/>
    <w:rsid w:val="00795CA5"/>
    <w:rsid w:val="007A38E3"/>
    <w:rsid w:val="007A5EEB"/>
    <w:rsid w:val="007B5700"/>
    <w:rsid w:val="007B5AC2"/>
    <w:rsid w:val="007C08A9"/>
    <w:rsid w:val="007C2433"/>
    <w:rsid w:val="007C35A7"/>
    <w:rsid w:val="007C3753"/>
    <w:rsid w:val="007C7757"/>
    <w:rsid w:val="007D135C"/>
    <w:rsid w:val="007D1C94"/>
    <w:rsid w:val="007D213C"/>
    <w:rsid w:val="007D291C"/>
    <w:rsid w:val="007D3981"/>
    <w:rsid w:val="007D3A71"/>
    <w:rsid w:val="007D52A9"/>
    <w:rsid w:val="007E014C"/>
    <w:rsid w:val="007E164C"/>
    <w:rsid w:val="007E1E14"/>
    <w:rsid w:val="007E2C42"/>
    <w:rsid w:val="007E5AE2"/>
    <w:rsid w:val="007F1462"/>
    <w:rsid w:val="007F4880"/>
    <w:rsid w:val="007F5D30"/>
    <w:rsid w:val="007F7448"/>
    <w:rsid w:val="007F787B"/>
    <w:rsid w:val="00804E6D"/>
    <w:rsid w:val="0080534A"/>
    <w:rsid w:val="008059EC"/>
    <w:rsid w:val="00806D8B"/>
    <w:rsid w:val="00813C0E"/>
    <w:rsid w:val="00813DF0"/>
    <w:rsid w:val="008146E9"/>
    <w:rsid w:val="0082107D"/>
    <w:rsid w:val="00822C4C"/>
    <w:rsid w:val="00825172"/>
    <w:rsid w:val="00825377"/>
    <w:rsid w:val="0083225D"/>
    <w:rsid w:val="00834DB9"/>
    <w:rsid w:val="0083532C"/>
    <w:rsid w:val="0083629B"/>
    <w:rsid w:val="00843378"/>
    <w:rsid w:val="008438A6"/>
    <w:rsid w:val="00843A15"/>
    <w:rsid w:val="00846195"/>
    <w:rsid w:val="00852409"/>
    <w:rsid w:val="008528C3"/>
    <w:rsid w:val="008552BB"/>
    <w:rsid w:val="008576C7"/>
    <w:rsid w:val="008576E3"/>
    <w:rsid w:val="008612CB"/>
    <w:rsid w:val="00861343"/>
    <w:rsid w:val="008644DA"/>
    <w:rsid w:val="008656C9"/>
    <w:rsid w:val="00866150"/>
    <w:rsid w:val="008667E6"/>
    <w:rsid w:val="00866ABC"/>
    <w:rsid w:val="008708E4"/>
    <w:rsid w:val="008728C3"/>
    <w:rsid w:val="00872E65"/>
    <w:rsid w:val="008741FF"/>
    <w:rsid w:val="00874981"/>
    <w:rsid w:val="00875190"/>
    <w:rsid w:val="00875E0E"/>
    <w:rsid w:val="0087645E"/>
    <w:rsid w:val="0087769F"/>
    <w:rsid w:val="00885E4D"/>
    <w:rsid w:val="00886DF3"/>
    <w:rsid w:val="00891AD4"/>
    <w:rsid w:val="0089381B"/>
    <w:rsid w:val="0089439D"/>
    <w:rsid w:val="008948C4"/>
    <w:rsid w:val="0089568B"/>
    <w:rsid w:val="0089679E"/>
    <w:rsid w:val="008A03C2"/>
    <w:rsid w:val="008A5FD3"/>
    <w:rsid w:val="008A64D4"/>
    <w:rsid w:val="008B3680"/>
    <w:rsid w:val="008B3827"/>
    <w:rsid w:val="008B3B59"/>
    <w:rsid w:val="008B6612"/>
    <w:rsid w:val="008B7861"/>
    <w:rsid w:val="008C402C"/>
    <w:rsid w:val="008C5A52"/>
    <w:rsid w:val="008D4AF6"/>
    <w:rsid w:val="008D6C95"/>
    <w:rsid w:val="008D708E"/>
    <w:rsid w:val="008E0629"/>
    <w:rsid w:val="008E2020"/>
    <w:rsid w:val="008E2EE9"/>
    <w:rsid w:val="008E4ED2"/>
    <w:rsid w:val="008E5883"/>
    <w:rsid w:val="008E76B8"/>
    <w:rsid w:val="008F4746"/>
    <w:rsid w:val="008F5B74"/>
    <w:rsid w:val="009016BD"/>
    <w:rsid w:val="00903A8F"/>
    <w:rsid w:val="00904CC6"/>
    <w:rsid w:val="00905D80"/>
    <w:rsid w:val="00913A62"/>
    <w:rsid w:val="0091643E"/>
    <w:rsid w:val="00916D57"/>
    <w:rsid w:val="00917C44"/>
    <w:rsid w:val="009205A5"/>
    <w:rsid w:val="00921DD7"/>
    <w:rsid w:val="00923025"/>
    <w:rsid w:val="00927F62"/>
    <w:rsid w:val="00935C0D"/>
    <w:rsid w:val="00937DC4"/>
    <w:rsid w:val="00940713"/>
    <w:rsid w:val="009433BF"/>
    <w:rsid w:val="00943B95"/>
    <w:rsid w:val="0094533D"/>
    <w:rsid w:val="009517B9"/>
    <w:rsid w:val="00951FD5"/>
    <w:rsid w:val="009525B5"/>
    <w:rsid w:val="00952D47"/>
    <w:rsid w:val="00953951"/>
    <w:rsid w:val="00956A74"/>
    <w:rsid w:val="00960E95"/>
    <w:rsid w:val="00961882"/>
    <w:rsid w:val="009666A9"/>
    <w:rsid w:val="0097154A"/>
    <w:rsid w:val="00973D89"/>
    <w:rsid w:val="00976B24"/>
    <w:rsid w:val="00977EC6"/>
    <w:rsid w:val="0098000F"/>
    <w:rsid w:val="009807C5"/>
    <w:rsid w:val="00981712"/>
    <w:rsid w:val="0098196D"/>
    <w:rsid w:val="00986018"/>
    <w:rsid w:val="00986195"/>
    <w:rsid w:val="00990072"/>
    <w:rsid w:val="009908D2"/>
    <w:rsid w:val="00994AFF"/>
    <w:rsid w:val="009969D3"/>
    <w:rsid w:val="00997411"/>
    <w:rsid w:val="00997B18"/>
    <w:rsid w:val="009A334F"/>
    <w:rsid w:val="009A56DB"/>
    <w:rsid w:val="009B3824"/>
    <w:rsid w:val="009B62D3"/>
    <w:rsid w:val="009B740E"/>
    <w:rsid w:val="009C12C0"/>
    <w:rsid w:val="009C5673"/>
    <w:rsid w:val="009C6D77"/>
    <w:rsid w:val="009D0CC9"/>
    <w:rsid w:val="009D1797"/>
    <w:rsid w:val="009D5A6A"/>
    <w:rsid w:val="009D5B80"/>
    <w:rsid w:val="009E1364"/>
    <w:rsid w:val="009E4D6B"/>
    <w:rsid w:val="009F074C"/>
    <w:rsid w:val="009F0937"/>
    <w:rsid w:val="009F50F0"/>
    <w:rsid w:val="00A0180C"/>
    <w:rsid w:val="00A066D5"/>
    <w:rsid w:val="00A067C5"/>
    <w:rsid w:val="00A06F8A"/>
    <w:rsid w:val="00A1123E"/>
    <w:rsid w:val="00A1267A"/>
    <w:rsid w:val="00A14E00"/>
    <w:rsid w:val="00A25E81"/>
    <w:rsid w:val="00A302C5"/>
    <w:rsid w:val="00A304B0"/>
    <w:rsid w:val="00A30FA9"/>
    <w:rsid w:val="00A35677"/>
    <w:rsid w:val="00A40614"/>
    <w:rsid w:val="00A40687"/>
    <w:rsid w:val="00A411DD"/>
    <w:rsid w:val="00A42885"/>
    <w:rsid w:val="00A42F81"/>
    <w:rsid w:val="00A469FD"/>
    <w:rsid w:val="00A4752F"/>
    <w:rsid w:val="00A4783D"/>
    <w:rsid w:val="00A47E36"/>
    <w:rsid w:val="00A510EC"/>
    <w:rsid w:val="00A531B7"/>
    <w:rsid w:val="00A54A65"/>
    <w:rsid w:val="00A61ADD"/>
    <w:rsid w:val="00A63C38"/>
    <w:rsid w:val="00A6686D"/>
    <w:rsid w:val="00A71749"/>
    <w:rsid w:val="00A73826"/>
    <w:rsid w:val="00A74ED5"/>
    <w:rsid w:val="00A756AE"/>
    <w:rsid w:val="00A7736D"/>
    <w:rsid w:val="00A801FA"/>
    <w:rsid w:val="00A8021A"/>
    <w:rsid w:val="00A81077"/>
    <w:rsid w:val="00A83084"/>
    <w:rsid w:val="00A848B9"/>
    <w:rsid w:val="00A956E8"/>
    <w:rsid w:val="00AA0905"/>
    <w:rsid w:val="00AA1C19"/>
    <w:rsid w:val="00AA2331"/>
    <w:rsid w:val="00AA2A17"/>
    <w:rsid w:val="00AA79DB"/>
    <w:rsid w:val="00AB111B"/>
    <w:rsid w:val="00AB1B9A"/>
    <w:rsid w:val="00AB7AFE"/>
    <w:rsid w:val="00AB7D41"/>
    <w:rsid w:val="00AC1703"/>
    <w:rsid w:val="00AC2F23"/>
    <w:rsid w:val="00AC4935"/>
    <w:rsid w:val="00AC6C36"/>
    <w:rsid w:val="00AC7A7D"/>
    <w:rsid w:val="00AC7D7E"/>
    <w:rsid w:val="00AC7F23"/>
    <w:rsid w:val="00AD3266"/>
    <w:rsid w:val="00AD56FF"/>
    <w:rsid w:val="00AD57F0"/>
    <w:rsid w:val="00AD5F3A"/>
    <w:rsid w:val="00AE1B2E"/>
    <w:rsid w:val="00AE2AD5"/>
    <w:rsid w:val="00AE5DC3"/>
    <w:rsid w:val="00AF0017"/>
    <w:rsid w:val="00AF1FF9"/>
    <w:rsid w:val="00AF2EE7"/>
    <w:rsid w:val="00AF64D0"/>
    <w:rsid w:val="00AF751F"/>
    <w:rsid w:val="00B01D67"/>
    <w:rsid w:val="00B04959"/>
    <w:rsid w:val="00B04E80"/>
    <w:rsid w:val="00B14862"/>
    <w:rsid w:val="00B160C9"/>
    <w:rsid w:val="00B17F49"/>
    <w:rsid w:val="00B23E46"/>
    <w:rsid w:val="00B26751"/>
    <w:rsid w:val="00B270E0"/>
    <w:rsid w:val="00B30D00"/>
    <w:rsid w:val="00B32C83"/>
    <w:rsid w:val="00B34FBB"/>
    <w:rsid w:val="00B35A1D"/>
    <w:rsid w:val="00B37709"/>
    <w:rsid w:val="00B40DB8"/>
    <w:rsid w:val="00B40EDB"/>
    <w:rsid w:val="00B412CC"/>
    <w:rsid w:val="00B4155F"/>
    <w:rsid w:val="00B44A9C"/>
    <w:rsid w:val="00B5008D"/>
    <w:rsid w:val="00B500DE"/>
    <w:rsid w:val="00B5393E"/>
    <w:rsid w:val="00B553B3"/>
    <w:rsid w:val="00B553FB"/>
    <w:rsid w:val="00B55698"/>
    <w:rsid w:val="00B5799B"/>
    <w:rsid w:val="00B60E0E"/>
    <w:rsid w:val="00B67374"/>
    <w:rsid w:val="00B71BC4"/>
    <w:rsid w:val="00B71E59"/>
    <w:rsid w:val="00B728D0"/>
    <w:rsid w:val="00B76CDC"/>
    <w:rsid w:val="00B76E51"/>
    <w:rsid w:val="00B77175"/>
    <w:rsid w:val="00B803C5"/>
    <w:rsid w:val="00B8317F"/>
    <w:rsid w:val="00B84D6E"/>
    <w:rsid w:val="00B8593B"/>
    <w:rsid w:val="00B9025D"/>
    <w:rsid w:val="00B91093"/>
    <w:rsid w:val="00B94B1A"/>
    <w:rsid w:val="00BA05EB"/>
    <w:rsid w:val="00BA093A"/>
    <w:rsid w:val="00BA2AF4"/>
    <w:rsid w:val="00BA4D5A"/>
    <w:rsid w:val="00BA4F5F"/>
    <w:rsid w:val="00BA62BA"/>
    <w:rsid w:val="00BA751D"/>
    <w:rsid w:val="00BB5B95"/>
    <w:rsid w:val="00BB5C30"/>
    <w:rsid w:val="00BB7641"/>
    <w:rsid w:val="00BB7BFE"/>
    <w:rsid w:val="00BC07B7"/>
    <w:rsid w:val="00BC099C"/>
    <w:rsid w:val="00BC2131"/>
    <w:rsid w:val="00BC6D8A"/>
    <w:rsid w:val="00BC791B"/>
    <w:rsid w:val="00BD1789"/>
    <w:rsid w:val="00BD223C"/>
    <w:rsid w:val="00BD3F5A"/>
    <w:rsid w:val="00BD4B37"/>
    <w:rsid w:val="00BE02F6"/>
    <w:rsid w:val="00BE17A5"/>
    <w:rsid w:val="00BE3FE0"/>
    <w:rsid w:val="00BE611C"/>
    <w:rsid w:val="00BE7159"/>
    <w:rsid w:val="00BE71D1"/>
    <w:rsid w:val="00BE7792"/>
    <w:rsid w:val="00BF0B84"/>
    <w:rsid w:val="00BF3959"/>
    <w:rsid w:val="00BF5526"/>
    <w:rsid w:val="00BF560F"/>
    <w:rsid w:val="00BF79FE"/>
    <w:rsid w:val="00C0105C"/>
    <w:rsid w:val="00C013D5"/>
    <w:rsid w:val="00C01BFF"/>
    <w:rsid w:val="00C0215B"/>
    <w:rsid w:val="00C03195"/>
    <w:rsid w:val="00C03FEC"/>
    <w:rsid w:val="00C06C93"/>
    <w:rsid w:val="00C11701"/>
    <w:rsid w:val="00C14A0A"/>
    <w:rsid w:val="00C2074F"/>
    <w:rsid w:val="00C20B18"/>
    <w:rsid w:val="00C2160C"/>
    <w:rsid w:val="00C22142"/>
    <w:rsid w:val="00C26AF6"/>
    <w:rsid w:val="00C2790F"/>
    <w:rsid w:val="00C31BF7"/>
    <w:rsid w:val="00C3339F"/>
    <w:rsid w:val="00C356EA"/>
    <w:rsid w:val="00C35A78"/>
    <w:rsid w:val="00C409C9"/>
    <w:rsid w:val="00C40D37"/>
    <w:rsid w:val="00C425DB"/>
    <w:rsid w:val="00C42664"/>
    <w:rsid w:val="00C4365B"/>
    <w:rsid w:val="00C506D2"/>
    <w:rsid w:val="00C51709"/>
    <w:rsid w:val="00C51B23"/>
    <w:rsid w:val="00C51DEA"/>
    <w:rsid w:val="00C63794"/>
    <w:rsid w:val="00C75128"/>
    <w:rsid w:val="00C75415"/>
    <w:rsid w:val="00C75724"/>
    <w:rsid w:val="00C761D9"/>
    <w:rsid w:val="00C77365"/>
    <w:rsid w:val="00C773C9"/>
    <w:rsid w:val="00C77459"/>
    <w:rsid w:val="00C859FE"/>
    <w:rsid w:val="00C90998"/>
    <w:rsid w:val="00C96C70"/>
    <w:rsid w:val="00C976EF"/>
    <w:rsid w:val="00C97948"/>
    <w:rsid w:val="00CA587D"/>
    <w:rsid w:val="00CB2E45"/>
    <w:rsid w:val="00CB55AC"/>
    <w:rsid w:val="00CB56E4"/>
    <w:rsid w:val="00CB612E"/>
    <w:rsid w:val="00CC06D3"/>
    <w:rsid w:val="00CC0F52"/>
    <w:rsid w:val="00CC3C77"/>
    <w:rsid w:val="00CD25CD"/>
    <w:rsid w:val="00CD335D"/>
    <w:rsid w:val="00CD33DF"/>
    <w:rsid w:val="00CE0FFE"/>
    <w:rsid w:val="00CE1B56"/>
    <w:rsid w:val="00CE4CD3"/>
    <w:rsid w:val="00CF13C0"/>
    <w:rsid w:val="00CF1F5C"/>
    <w:rsid w:val="00CF4F2F"/>
    <w:rsid w:val="00CF6C0A"/>
    <w:rsid w:val="00CF7546"/>
    <w:rsid w:val="00D00050"/>
    <w:rsid w:val="00D0073F"/>
    <w:rsid w:val="00D035FF"/>
    <w:rsid w:val="00D1181D"/>
    <w:rsid w:val="00D14C92"/>
    <w:rsid w:val="00D16E4C"/>
    <w:rsid w:val="00D20A75"/>
    <w:rsid w:val="00D228BB"/>
    <w:rsid w:val="00D303E8"/>
    <w:rsid w:val="00D34735"/>
    <w:rsid w:val="00D348EA"/>
    <w:rsid w:val="00D35498"/>
    <w:rsid w:val="00D415BA"/>
    <w:rsid w:val="00D4290B"/>
    <w:rsid w:val="00D43386"/>
    <w:rsid w:val="00D44739"/>
    <w:rsid w:val="00D46357"/>
    <w:rsid w:val="00D51629"/>
    <w:rsid w:val="00D52E32"/>
    <w:rsid w:val="00D53D2C"/>
    <w:rsid w:val="00D55D01"/>
    <w:rsid w:val="00D564BD"/>
    <w:rsid w:val="00D5708F"/>
    <w:rsid w:val="00D575EA"/>
    <w:rsid w:val="00D61DAC"/>
    <w:rsid w:val="00D62323"/>
    <w:rsid w:val="00D63121"/>
    <w:rsid w:val="00D63E11"/>
    <w:rsid w:val="00D64C3F"/>
    <w:rsid w:val="00D64FE9"/>
    <w:rsid w:val="00D66B76"/>
    <w:rsid w:val="00D70D27"/>
    <w:rsid w:val="00D731AD"/>
    <w:rsid w:val="00D74006"/>
    <w:rsid w:val="00D744E3"/>
    <w:rsid w:val="00D77CFE"/>
    <w:rsid w:val="00D8300B"/>
    <w:rsid w:val="00D8705C"/>
    <w:rsid w:val="00D91815"/>
    <w:rsid w:val="00D93027"/>
    <w:rsid w:val="00D96C2D"/>
    <w:rsid w:val="00DA2340"/>
    <w:rsid w:val="00DB1621"/>
    <w:rsid w:val="00DB4179"/>
    <w:rsid w:val="00DB5E4E"/>
    <w:rsid w:val="00DB776E"/>
    <w:rsid w:val="00DC10DF"/>
    <w:rsid w:val="00DC37FF"/>
    <w:rsid w:val="00DC4BC8"/>
    <w:rsid w:val="00DC551A"/>
    <w:rsid w:val="00DD172E"/>
    <w:rsid w:val="00DD293F"/>
    <w:rsid w:val="00DD3E7C"/>
    <w:rsid w:val="00DD485D"/>
    <w:rsid w:val="00DD5EA4"/>
    <w:rsid w:val="00DD6C41"/>
    <w:rsid w:val="00DE1444"/>
    <w:rsid w:val="00DE3FAB"/>
    <w:rsid w:val="00DE6660"/>
    <w:rsid w:val="00DE7588"/>
    <w:rsid w:val="00DF214B"/>
    <w:rsid w:val="00DF6B83"/>
    <w:rsid w:val="00E03AFF"/>
    <w:rsid w:val="00E0785B"/>
    <w:rsid w:val="00E11F24"/>
    <w:rsid w:val="00E148B3"/>
    <w:rsid w:val="00E14946"/>
    <w:rsid w:val="00E16290"/>
    <w:rsid w:val="00E16CEE"/>
    <w:rsid w:val="00E17412"/>
    <w:rsid w:val="00E17541"/>
    <w:rsid w:val="00E22BF2"/>
    <w:rsid w:val="00E30086"/>
    <w:rsid w:val="00E314F4"/>
    <w:rsid w:val="00E31B32"/>
    <w:rsid w:val="00E34782"/>
    <w:rsid w:val="00E36B86"/>
    <w:rsid w:val="00E40F9B"/>
    <w:rsid w:val="00E415D8"/>
    <w:rsid w:val="00E41AF5"/>
    <w:rsid w:val="00E4253E"/>
    <w:rsid w:val="00E42C6B"/>
    <w:rsid w:val="00E450DF"/>
    <w:rsid w:val="00E473F9"/>
    <w:rsid w:val="00E47F6C"/>
    <w:rsid w:val="00E50B42"/>
    <w:rsid w:val="00E51096"/>
    <w:rsid w:val="00E52B7B"/>
    <w:rsid w:val="00E535FC"/>
    <w:rsid w:val="00E54DCC"/>
    <w:rsid w:val="00E60CD0"/>
    <w:rsid w:val="00E63F8B"/>
    <w:rsid w:val="00E65944"/>
    <w:rsid w:val="00E66A0E"/>
    <w:rsid w:val="00E767D9"/>
    <w:rsid w:val="00E80577"/>
    <w:rsid w:val="00E809C0"/>
    <w:rsid w:val="00E81771"/>
    <w:rsid w:val="00E8213D"/>
    <w:rsid w:val="00E83CA5"/>
    <w:rsid w:val="00E83D93"/>
    <w:rsid w:val="00E85016"/>
    <w:rsid w:val="00E86E0A"/>
    <w:rsid w:val="00E90490"/>
    <w:rsid w:val="00E92B88"/>
    <w:rsid w:val="00E9314A"/>
    <w:rsid w:val="00E94F50"/>
    <w:rsid w:val="00E94F92"/>
    <w:rsid w:val="00E956C3"/>
    <w:rsid w:val="00EA66D3"/>
    <w:rsid w:val="00EA7A60"/>
    <w:rsid w:val="00EA7BCA"/>
    <w:rsid w:val="00EB1921"/>
    <w:rsid w:val="00EB4A1B"/>
    <w:rsid w:val="00EB6511"/>
    <w:rsid w:val="00EC2643"/>
    <w:rsid w:val="00EC51F8"/>
    <w:rsid w:val="00EC6B5F"/>
    <w:rsid w:val="00EC6DBE"/>
    <w:rsid w:val="00EC7137"/>
    <w:rsid w:val="00ED1ECC"/>
    <w:rsid w:val="00ED25AF"/>
    <w:rsid w:val="00ED37D4"/>
    <w:rsid w:val="00ED4501"/>
    <w:rsid w:val="00ED5488"/>
    <w:rsid w:val="00ED5FE4"/>
    <w:rsid w:val="00ED63C8"/>
    <w:rsid w:val="00EE1363"/>
    <w:rsid w:val="00EE3A7C"/>
    <w:rsid w:val="00EE3C03"/>
    <w:rsid w:val="00EE4B0A"/>
    <w:rsid w:val="00EE6AED"/>
    <w:rsid w:val="00EF1151"/>
    <w:rsid w:val="00EF16FB"/>
    <w:rsid w:val="00EF18CC"/>
    <w:rsid w:val="00EF4583"/>
    <w:rsid w:val="00EF5E31"/>
    <w:rsid w:val="00F013D2"/>
    <w:rsid w:val="00F023FE"/>
    <w:rsid w:val="00F02557"/>
    <w:rsid w:val="00F07862"/>
    <w:rsid w:val="00F12E38"/>
    <w:rsid w:val="00F12EC6"/>
    <w:rsid w:val="00F1507D"/>
    <w:rsid w:val="00F201CD"/>
    <w:rsid w:val="00F20C94"/>
    <w:rsid w:val="00F23BF7"/>
    <w:rsid w:val="00F3505D"/>
    <w:rsid w:val="00F37977"/>
    <w:rsid w:val="00F41A65"/>
    <w:rsid w:val="00F41F23"/>
    <w:rsid w:val="00F447E2"/>
    <w:rsid w:val="00F456AD"/>
    <w:rsid w:val="00F45944"/>
    <w:rsid w:val="00F473FD"/>
    <w:rsid w:val="00F474B4"/>
    <w:rsid w:val="00F47B64"/>
    <w:rsid w:val="00F5010E"/>
    <w:rsid w:val="00F5081B"/>
    <w:rsid w:val="00F52755"/>
    <w:rsid w:val="00F528B7"/>
    <w:rsid w:val="00F52A0E"/>
    <w:rsid w:val="00F54C80"/>
    <w:rsid w:val="00F57F9E"/>
    <w:rsid w:val="00F60148"/>
    <w:rsid w:val="00F60399"/>
    <w:rsid w:val="00F62B52"/>
    <w:rsid w:val="00F62F3D"/>
    <w:rsid w:val="00F63173"/>
    <w:rsid w:val="00F6494E"/>
    <w:rsid w:val="00F65E3E"/>
    <w:rsid w:val="00F65F9A"/>
    <w:rsid w:val="00F662BF"/>
    <w:rsid w:val="00F707F8"/>
    <w:rsid w:val="00F7235C"/>
    <w:rsid w:val="00F726B4"/>
    <w:rsid w:val="00F758EC"/>
    <w:rsid w:val="00F75B74"/>
    <w:rsid w:val="00F77348"/>
    <w:rsid w:val="00F80B31"/>
    <w:rsid w:val="00F80F4B"/>
    <w:rsid w:val="00F83244"/>
    <w:rsid w:val="00F85966"/>
    <w:rsid w:val="00F86010"/>
    <w:rsid w:val="00F87480"/>
    <w:rsid w:val="00F95EF0"/>
    <w:rsid w:val="00F97249"/>
    <w:rsid w:val="00FA0167"/>
    <w:rsid w:val="00FA35A8"/>
    <w:rsid w:val="00FA427A"/>
    <w:rsid w:val="00FA481E"/>
    <w:rsid w:val="00FA6812"/>
    <w:rsid w:val="00FA6BFC"/>
    <w:rsid w:val="00FB0765"/>
    <w:rsid w:val="00FB21D1"/>
    <w:rsid w:val="00FB2271"/>
    <w:rsid w:val="00FB2609"/>
    <w:rsid w:val="00FB3A5D"/>
    <w:rsid w:val="00FB4134"/>
    <w:rsid w:val="00FB4300"/>
    <w:rsid w:val="00FB6995"/>
    <w:rsid w:val="00FC2752"/>
    <w:rsid w:val="00FC47BA"/>
    <w:rsid w:val="00FC5FBB"/>
    <w:rsid w:val="00FC6B77"/>
    <w:rsid w:val="00FD1934"/>
    <w:rsid w:val="00FD2C9F"/>
    <w:rsid w:val="00FD2F50"/>
    <w:rsid w:val="00FD33CD"/>
    <w:rsid w:val="00FD4C23"/>
    <w:rsid w:val="00FD6E54"/>
    <w:rsid w:val="00FE36A1"/>
    <w:rsid w:val="00FE4F21"/>
    <w:rsid w:val="00FE7E40"/>
    <w:rsid w:val="00FF4F37"/>
    <w:rsid w:val="00FF51FA"/>
    <w:rsid w:val="00FF6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E1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Шапка документу"/>
    <w:basedOn w:val="Normal"/>
    <w:uiPriority w:val="99"/>
    <w:rsid w:val="0044576C"/>
    <w:pPr>
      <w:keepNext/>
      <w:keepLines/>
      <w:spacing w:after="240" w:line="240" w:lineRule="auto"/>
      <w:ind w:left="4536"/>
      <w:jc w:val="center"/>
    </w:pPr>
    <w:rPr>
      <w:rFonts w:ascii="Antiqua" w:hAnsi="Antiqua" w:cs="Antiqua"/>
      <w:sz w:val="26"/>
      <w:szCs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22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161</Words>
  <Characters>921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Загальний відділ</cp:lastModifiedBy>
  <cp:revision>8</cp:revision>
  <dcterms:created xsi:type="dcterms:W3CDTF">2017-04-20T12:56:00Z</dcterms:created>
  <dcterms:modified xsi:type="dcterms:W3CDTF">2017-05-13T08:45:00Z</dcterms:modified>
</cp:coreProperties>
</file>