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04" w:rsidRDefault="00D11204" w:rsidP="00424822">
      <w:pPr>
        <w:ind w:right="-143"/>
        <w:jc w:val="center"/>
        <w:rPr>
          <w:snapToGrid w:val="0"/>
          <w:spacing w:val="8"/>
          <w:lang w:val="uk-UA"/>
        </w:rPr>
      </w:pPr>
      <w:r w:rsidRPr="00AE6B06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1.5pt;height:47.25pt;visibility:visible" filled="t" fillcolor="silver">
            <v:imagedata r:id="rId7" o:title=""/>
          </v:shape>
        </w:pict>
      </w:r>
    </w:p>
    <w:p w:rsidR="00D11204" w:rsidRDefault="00D11204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D11204" w:rsidRDefault="00D11204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D11204" w:rsidRDefault="00D11204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D11204" w:rsidRDefault="00D11204" w:rsidP="00424822">
      <w:pPr>
        <w:rPr>
          <w:sz w:val="28"/>
          <w:szCs w:val="28"/>
        </w:rPr>
      </w:pPr>
    </w:p>
    <w:p w:rsidR="00D11204" w:rsidRDefault="00D11204" w:rsidP="00424822">
      <w:pPr>
        <w:pStyle w:val="Heading2"/>
      </w:pPr>
      <w:r>
        <w:t>РОЗПОРЯДЖЕННЯ</w:t>
      </w:r>
    </w:p>
    <w:p w:rsidR="00D11204" w:rsidRPr="00E179BF" w:rsidRDefault="00D11204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D11204" w:rsidRPr="00076D3A" w:rsidRDefault="00D11204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</w:t>
      </w:r>
      <w:r w:rsidRPr="00076D3A">
        <w:rPr>
          <w:sz w:val="28"/>
          <w:szCs w:val="28"/>
        </w:rPr>
        <w:t>29</w:t>
      </w:r>
      <w:r w:rsidRPr="00E179BF">
        <w:rPr>
          <w:sz w:val="28"/>
          <w:szCs w:val="28"/>
        </w:rPr>
        <w:t xml:space="preserve"> </w:t>
      </w:r>
      <w:r w:rsidRPr="00E179BF">
        <w:rPr>
          <w:sz w:val="28"/>
          <w:szCs w:val="28"/>
          <w:lang w:val="uk-UA"/>
        </w:rPr>
        <w:t xml:space="preserve">червня 2017 року          м. Володимир-Волинський                  </w:t>
      </w:r>
      <w:r>
        <w:rPr>
          <w:sz w:val="28"/>
          <w:szCs w:val="28"/>
          <w:lang w:val="uk-UA"/>
        </w:rPr>
        <w:t xml:space="preserve">              № </w:t>
      </w:r>
      <w:r w:rsidRPr="00076D3A">
        <w:rPr>
          <w:sz w:val="28"/>
          <w:szCs w:val="28"/>
        </w:rPr>
        <w:t>222</w:t>
      </w:r>
    </w:p>
    <w:p w:rsidR="00D11204" w:rsidRPr="00E179BF" w:rsidRDefault="00D11204" w:rsidP="00424822">
      <w:pPr>
        <w:jc w:val="center"/>
        <w:rPr>
          <w:sz w:val="28"/>
          <w:szCs w:val="28"/>
          <w:lang w:val="uk-UA"/>
        </w:rPr>
      </w:pPr>
    </w:p>
    <w:p w:rsidR="00D11204" w:rsidRPr="00E179BF" w:rsidRDefault="00D11204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D11204" w:rsidRPr="00E179BF" w:rsidRDefault="00D11204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D11204" w:rsidRPr="0090013B" w:rsidRDefault="00D11204" w:rsidP="0081571F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 xml:space="preserve">ри райдержадміністрації від </w:t>
      </w:r>
      <w:r w:rsidRPr="0048777F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  <w:lang w:val="uk-UA"/>
        </w:rPr>
        <w:t>.06.2017 № 1</w:t>
      </w:r>
      <w:r w:rsidRPr="0048777F">
        <w:rPr>
          <w:color w:val="000000"/>
          <w:sz w:val="28"/>
          <w:szCs w:val="28"/>
        </w:rPr>
        <w:t>3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D11204" w:rsidRPr="0090013B" w:rsidRDefault="00D11204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D11204" w:rsidRPr="0090013B" w:rsidRDefault="00D11204" w:rsidP="00DD0777">
      <w:pPr>
        <w:ind w:right="78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Владинському</w:t>
      </w:r>
      <w:r w:rsidRPr="00DD077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Миколі</w:t>
      </w:r>
      <w:r w:rsidRPr="00DD077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Петровичу</w:t>
      </w:r>
      <w:r w:rsidRPr="009001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0013B">
        <w:rPr>
          <w:sz w:val="28"/>
          <w:szCs w:val="28"/>
          <w:lang w:val="uk-UA"/>
        </w:rPr>
        <w:t>с.</w:t>
      </w:r>
      <w:r w:rsidRPr="0089496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Воля-Свійчівська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D11204" w:rsidRPr="0090013B" w:rsidRDefault="00D1120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Троянчуку Віталію</w:t>
      </w:r>
      <w:r w:rsidRPr="00DD077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Костянтиновичу</w:t>
      </w:r>
      <w:r w:rsidRPr="0090013B">
        <w:rPr>
          <w:sz w:val="28"/>
          <w:szCs w:val="28"/>
          <w:lang w:val="uk-UA"/>
        </w:rPr>
        <w:t>, с.</w:t>
      </w:r>
      <w:r w:rsidRPr="0089496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Федорівка </w:t>
      </w:r>
      <w:r w:rsidRPr="0090013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 400,</w:t>
      </w:r>
      <w:r w:rsidRPr="0090013B">
        <w:rPr>
          <w:sz w:val="28"/>
          <w:szCs w:val="28"/>
          <w:lang w:val="uk-UA"/>
        </w:rPr>
        <w:t xml:space="preserve">00 </w:t>
      </w:r>
      <w:r>
        <w:rPr>
          <w:sz w:val="28"/>
          <w:szCs w:val="28"/>
          <w:lang w:val="uk-UA"/>
        </w:rPr>
        <w:t>(чотириста</w:t>
      </w:r>
      <w:r w:rsidRPr="0090013B">
        <w:rPr>
          <w:sz w:val="28"/>
          <w:szCs w:val="28"/>
          <w:lang w:val="uk-UA"/>
        </w:rPr>
        <w:t>) гривень;</w:t>
      </w:r>
    </w:p>
    <w:p w:rsidR="00D11204" w:rsidRPr="0090013B" w:rsidRDefault="00D1120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Остаповій Світлані Євстафіївні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Ласків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</w:t>
      </w:r>
      <w:r w:rsidRPr="0090013B">
        <w:rPr>
          <w:sz w:val="28"/>
          <w:szCs w:val="28"/>
          <w:lang w:val="uk-UA"/>
        </w:rPr>
        <w:t>,00 (п’ятсот) гривень;</w:t>
      </w:r>
    </w:p>
    <w:p w:rsidR="00D11204" w:rsidRPr="0090013B" w:rsidRDefault="00D11204" w:rsidP="0011408E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Шабат Надії Григорівні, с. Овадне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</w:t>
      </w:r>
      <w:r w:rsidRPr="0090013B">
        <w:rPr>
          <w:sz w:val="28"/>
          <w:szCs w:val="28"/>
          <w:lang w:val="uk-UA"/>
        </w:rPr>
        <w:t>,00 (п’ятсот) гривень;</w:t>
      </w:r>
    </w:p>
    <w:p w:rsidR="00D11204" w:rsidRDefault="00D11204" w:rsidP="00F44F5C">
      <w:pPr>
        <w:ind w:right="78"/>
        <w:jc w:val="both"/>
        <w:rPr>
          <w:sz w:val="28"/>
          <w:szCs w:val="28"/>
          <w:lang w:val="uk-UA"/>
        </w:rPr>
      </w:pPr>
      <w:r w:rsidRPr="0099316F">
        <w:rPr>
          <w:sz w:val="28"/>
          <w:szCs w:val="28"/>
          <w:lang w:val="uk-UA"/>
        </w:rPr>
        <w:t>-</w:t>
      </w:r>
      <w:r w:rsidRPr="0099316F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Ковальчуку Олександру Борисовичу</w:t>
      </w:r>
      <w:r w:rsidRPr="0099316F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 xml:space="preserve"> Заріччя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</w:t>
      </w:r>
      <w:r w:rsidRPr="0090013B">
        <w:rPr>
          <w:sz w:val="28"/>
          <w:szCs w:val="28"/>
          <w:lang w:val="uk-UA"/>
        </w:rPr>
        <w:t>,00 (п’ятсот) гривень;</w:t>
      </w:r>
    </w:p>
    <w:p w:rsidR="00D11204" w:rsidRPr="000456FF" w:rsidRDefault="00D11204" w:rsidP="0011408E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Федорцю Віталію Євгеновичу, с. Охнівка </w:t>
      </w:r>
      <w:r w:rsidRPr="0090013B">
        <w:rPr>
          <w:sz w:val="28"/>
          <w:szCs w:val="28"/>
          <w:lang w:val="uk-UA"/>
        </w:rPr>
        <w:t xml:space="preserve">– </w:t>
      </w:r>
      <w:r w:rsidRPr="0011408E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>,00 (дві тисячі)</w:t>
      </w:r>
      <w:r w:rsidRPr="001140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D11204" w:rsidRPr="0090013B" w:rsidRDefault="00D11204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en-US"/>
        </w:rPr>
        <w:t>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D11204" w:rsidRPr="0090013B" w:rsidRDefault="00D11204" w:rsidP="00424822">
      <w:pPr>
        <w:ind w:right="78"/>
        <w:jc w:val="both"/>
        <w:rPr>
          <w:sz w:val="28"/>
          <w:szCs w:val="28"/>
          <w:lang w:val="uk-UA"/>
        </w:rPr>
      </w:pPr>
    </w:p>
    <w:p w:rsidR="00D11204" w:rsidRDefault="00D11204" w:rsidP="00424822">
      <w:pPr>
        <w:ind w:right="78"/>
        <w:jc w:val="both"/>
        <w:rPr>
          <w:sz w:val="28"/>
          <w:szCs w:val="28"/>
          <w:lang w:val="uk-UA"/>
        </w:rPr>
      </w:pPr>
    </w:p>
    <w:p w:rsidR="00D11204" w:rsidRPr="001F5486" w:rsidRDefault="00D11204" w:rsidP="00424822">
      <w:pPr>
        <w:ind w:right="78"/>
        <w:jc w:val="both"/>
        <w:rPr>
          <w:sz w:val="28"/>
          <w:szCs w:val="28"/>
          <w:lang w:val="uk-UA"/>
        </w:rPr>
      </w:pPr>
    </w:p>
    <w:p w:rsidR="00D11204" w:rsidRPr="001F5486" w:rsidRDefault="00D11204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D11204" w:rsidRPr="001F5486" w:rsidRDefault="00D11204" w:rsidP="00424822">
      <w:pPr>
        <w:ind w:right="78"/>
        <w:jc w:val="both"/>
        <w:rPr>
          <w:b/>
          <w:bCs/>
          <w:sz w:val="28"/>
          <w:szCs w:val="28"/>
        </w:rPr>
      </w:pPr>
    </w:p>
    <w:p w:rsidR="00D11204" w:rsidRDefault="00D11204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D11204" w:rsidRPr="00E179BF" w:rsidRDefault="00D11204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D11204" w:rsidRPr="001F5486" w:rsidRDefault="00D11204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p w:rsidR="00D11204" w:rsidRPr="00076D3A" w:rsidRDefault="00D11204">
      <w:pPr>
        <w:rPr>
          <w:lang w:val="en-US"/>
        </w:rPr>
      </w:pPr>
    </w:p>
    <w:sectPr w:rsidR="00D11204" w:rsidRPr="00076D3A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204" w:rsidRDefault="00D11204" w:rsidP="00424822">
      <w:r>
        <w:separator/>
      </w:r>
    </w:p>
  </w:endnote>
  <w:endnote w:type="continuationSeparator" w:id="0">
    <w:p w:rsidR="00D11204" w:rsidRDefault="00D11204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204" w:rsidRDefault="00D11204" w:rsidP="00424822">
      <w:r>
        <w:separator/>
      </w:r>
    </w:p>
  </w:footnote>
  <w:footnote w:type="continuationSeparator" w:id="0">
    <w:p w:rsidR="00D11204" w:rsidRDefault="00D11204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023A"/>
    <w:rsid w:val="00013735"/>
    <w:rsid w:val="000456FF"/>
    <w:rsid w:val="00076D3A"/>
    <w:rsid w:val="000F324C"/>
    <w:rsid w:val="0011408E"/>
    <w:rsid w:val="00123FE7"/>
    <w:rsid w:val="00124EBE"/>
    <w:rsid w:val="00134757"/>
    <w:rsid w:val="00174976"/>
    <w:rsid w:val="001F176D"/>
    <w:rsid w:val="001F5486"/>
    <w:rsid w:val="00290AED"/>
    <w:rsid w:val="00344A4A"/>
    <w:rsid w:val="003452AA"/>
    <w:rsid w:val="00350216"/>
    <w:rsid w:val="0035432C"/>
    <w:rsid w:val="00364A6D"/>
    <w:rsid w:val="00424822"/>
    <w:rsid w:val="00437A1A"/>
    <w:rsid w:val="00482F05"/>
    <w:rsid w:val="00484ACF"/>
    <w:rsid w:val="0048777F"/>
    <w:rsid w:val="004972EB"/>
    <w:rsid w:val="004D72E1"/>
    <w:rsid w:val="004F4962"/>
    <w:rsid w:val="00540FE0"/>
    <w:rsid w:val="005A3456"/>
    <w:rsid w:val="005D2995"/>
    <w:rsid w:val="005E17F2"/>
    <w:rsid w:val="005E5DF7"/>
    <w:rsid w:val="00620276"/>
    <w:rsid w:val="0067298C"/>
    <w:rsid w:val="006F470E"/>
    <w:rsid w:val="0078765C"/>
    <w:rsid w:val="00794500"/>
    <w:rsid w:val="007D4FEF"/>
    <w:rsid w:val="007E7FC7"/>
    <w:rsid w:val="0081571F"/>
    <w:rsid w:val="00864608"/>
    <w:rsid w:val="0087379F"/>
    <w:rsid w:val="00877BE5"/>
    <w:rsid w:val="00894961"/>
    <w:rsid w:val="00896947"/>
    <w:rsid w:val="008A27F3"/>
    <w:rsid w:val="008B4DDF"/>
    <w:rsid w:val="008C5D86"/>
    <w:rsid w:val="008E1AC9"/>
    <w:rsid w:val="0090013B"/>
    <w:rsid w:val="0099316F"/>
    <w:rsid w:val="009D36C7"/>
    <w:rsid w:val="00AE6B06"/>
    <w:rsid w:val="00B22B26"/>
    <w:rsid w:val="00B56837"/>
    <w:rsid w:val="00B73D7C"/>
    <w:rsid w:val="00B76DA9"/>
    <w:rsid w:val="00B9200B"/>
    <w:rsid w:val="00BA2433"/>
    <w:rsid w:val="00BA5002"/>
    <w:rsid w:val="00BD05BC"/>
    <w:rsid w:val="00BD68DE"/>
    <w:rsid w:val="00C231FB"/>
    <w:rsid w:val="00C73637"/>
    <w:rsid w:val="00D11204"/>
    <w:rsid w:val="00D31DE5"/>
    <w:rsid w:val="00D6294F"/>
    <w:rsid w:val="00D832CC"/>
    <w:rsid w:val="00DC2FE6"/>
    <w:rsid w:val="00DD0777"/>
    <w:rsid w:val="00E179BF"/>
    <w:rsid w:val="00E27B61"/>
    <w:rsid w:val="00EA0187"/>
    <w:rsid w:val="00ED09D9"/>
    <w:rsid w:val="00EF3FAD"/>
    <w:rsid w:val="00F054FB"/>
    <w:rsid w:val="00F44F5C"/>
    <w:rsid w:val="00F60853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8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256</Words>
  <Characters>1464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21</cp:revision>
  <cp:lastPrinted>2017-06-29T11:33:00Z</cp:lastPrinted>
  <dcterms:created xsi:type="dcterms:W3CDTF">2017-06-06T11:50:00Z</dcterms:created>
  <dcterms:modified xsi:type="dcterms:W3CDTF">2017-07-17T07:22:00Z</dcterms:modified>
</cp:coreProperties>
</file>