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16" w:rsidRPr="00594719" w:rsidRDefault="00BD7716" w:rsidP="00C953FB">
      <w:pPr>
        <w:jc w:val="center"/>
        <w:rPr>
          <w:rFonts w:ascii="Times New Roman" w:hAnsi="Times New Roman"/>
          <w:b/>
          <w:color w:val="FF0000"/>
          <w:spacing w:val="8"/>
          <w:sz w:val="28"/>
        </w:rPr>
      </w:pPr>
      <w:r w:rsidRPr="008C482A">
        <w:rPr>
          <w:rFonts w:ascii="Times New Roman" w:hAnsi="Times New Roman"/>
          <w:noProof/>
          <w:color w:val="FF0000"/>
          <w:spacing w:val="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D7716" w:rsidRPr="00594719" w:rsidRDefault="00BD7716" w:rsidP="00C953F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94719">
        <w:rPr>
          <w:rFonts w:ascii="Times New Roman" w:hAnsi="Times New Roman"/>
          <w:b/>
          <w:bCs/>
          <w:sz w:val="28"/>
          <w:szCs w:val="28"/>
        </w:rPr>
        <w:t>ВОЛОДИМИР-ВОЛИНСЬКА РАЙОННА ДЕРЖАВНА ДМІНІСТРАЦІЯ</w:t>
      </w:r>
      <w:r w:rsidRPr="0059471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94719">
        <w:rPr>
          <w:rFonts w:ascii="Times New Roman" w:hAnsi="Times New Roman"/>
          <w:b/>
          <w:bCs/>
          <w:sz w:val="28"/>
          <w:szCs w:val="28"/>
        </w:rPr>
        <w:t>ВОЛИНСЬКОЇ ОБЛАСТІ</w:t>
      </w:r>
    </w:p>
    <w:p w:rsidR="00BD7716" w:rsidRPr="00594719" w:rsidRDefault="00BD7716" w:rsidP="00C953FB">
      <w:pPr>
        <w:pStyle w:val="Heading2"/>
        <w:tabs>
          <w:tab w:val="left" w:pos="0"/>
        </w:tabs>
      </w:pPr>
      <w:r w:rsidRPr="00594719">
        <w:t>РОЗПОРЯДЖЕННЯ</w:t>
      </w:r>
    </w:p>
    <w:p w:rsidR="00BD7716" w:rsidRPr="00594719" w:rsidRDefault="00BD7716" w:rsidP="0046352B">
      <w:pPr>
        <w:spacing w:after="0"/>
        <w:rPr>
          <w:rFonts w:ascii="Times New Roman" w:hAnsi="Times New Roman"/>
          <w:sz w:val="20"/>
          <w:szCs w:val="20"/>
        </w:rPr>
      </w:pPr>
      <w:r w:rsidRPr="00594719">
        <w:rPr>
          <w:rFonts w:ascii="Times New Roman" w:hAnsi="Times New Roman"/>
          <w:sz w:val="28"/>
        </w:rPr>
        <w:t xml:space="preserve">    </w:t>
      </w:r>
    </w:p>
    <w:p w:rsidR="00BD7716" w:rsidRPr="00D67B8C" w:rsidRDefault="00BD7716" w:rsidP="00C953FB">
      <w:pPr>
        <w:rPr>
          <w:rFonts w:ascii="Times New Roman" w:hAnsi="Times New Roman"/>
          <w:sz w:val="28"/>
          <w:lang w:val="ru-RU"/>
        </w:rPr>
      </w:pPr>
      <w:r w:rsidRPr="00594719">
        <w:rPr>
          <w:rFonts w:ascii="Times New Roman" w:hAnsi="Times New Roman"/>
          <w:sz w:val="28"/>
        </w:rPr>
        <w:t xml:space="preserve">    </w:t>
      </w:r>
      <w:r w:rsidRPr="00D67B8C">
        <w:rPr>
          <w:rFonts w:ascii="Times New Roman" w:hAnsi="Times New Roman"/>
          <w:sz w:val="28"/>
          <w:lang w:val="ru-RU"/>
        </w:rPr>
        <w:t>26</w:t>
      </w:r>
      <w:r w:rsidRPr="00594719">
        <w:rPr>
          <w:rFonts w:ascii="Times New Roman" w:hAnsi="Times New Roman"/>
          <w:sz w:val="28"/>
        </w:rPr>
        <w:t xml:space="preserve"> січня</w:t>
      </w:r>
      <w:r w:rsidRPr="00594719">
        <w:rPr>
          <w:rFonts w:ascii="Times New Roman" w:hAnsi="Times New Roman"/>
          <w:sz w:val="28"/>
          <w:lang w:val="ru-RU"/>
        </w:rPr>
        <w:t xml:space="preserve"> </w:t>
      </w:r>
      <w:r w:rsidRPr="00594719">
        <w:rPr>
          <w:rFonts w:ascii="Times New Roman" w:hAnsi="Times New Roman"/>
          <w:sz w:val="28"/>
        </w:rPr>
        <w:t xml:space="preserve">2017 року    </w:t>
      </w:r>
      <w:r w:rsidRPr="00594719">
        <w:rPr>
          <w:rFonts w:ascii="Times New Roman" w:hAnsi="Times New Roman"/>
          <w:sz w:val="28"/>
          <w:lang w:val="ru-RU"/>
        </w:rPr>
        <w:t xml:space="preserve">   </w:t>
      </w:r>
      <w:r w:rsidRPr="00594719">
        <w:rPr>
          <w:rFonts w:ascii="Times New Roman" w:hAnsi="Times New Roman"/>
          <w:sz w:val="28"/>
        </w:rPr>
        <w:t xml:space="preserve"> </w:t>
      </w:r>
      <w:r w:rsidRPr="00594719">
        <w:rPr>
          <w:rFonts w:ascii="Times New Roman" w:hAnsi="Times New Roman"/>
          <w:sz w:val="28"/>
          <w:lang w:val="ru-RU"/>
        </w:rPr>
        <w:t xml:space="preserve"> </w:t>
      </w:r>
      <w:r w:rsidRPr="00594719">
        <w:rPr>
          <w:rFonts w:ascii="Times New Roman" w:hAnsi="Times New Roman"/>
          <w:sz w:val="28"/>
        </w:rPr>
        <w:t xml:space="preserve">  м. Володимир-Волинський            </w:t>
      </w:r>
      <w:r w:rsidRPr="00594719">
        <w:rPr>
          <w:rFonts w:ascii="Times New Roman" w:hAnsi="Times New Roman"/>
          <w:sz w:val="28"/>
          <w:lang w:val="ru-RU"/>
        </w:rPr>
        <w:t xml:space="preserve"> </w:t>
      </w:r>
      <w:r w:rsidRPr="00594719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</w:t>
      </w:r>
      <w:r w:rsidRPr="00594719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№ </w:t>
      </w:r>
      <w:r w:rsidRPr="00D67B8C">
        <w:rPr>
          <w:rFonts w:ascii="Times New Roman" w:hAnsi="Times New Roman"/>
          <w:sz w:val="28"/>
          <w:lang w:val="ru-RU"/>
        </w:rPr>
        <w:t>28</w:t>
      </w:r>
    </w:p>
    <w:p w:rsidR="00BD7716" w:rsidRDefault="00BD7716" w:rsidP="00C953FB">
      <w:pPr>
        <w:jc w:val="center"/>
        <w:rPr>
          <w:rFonts w:ascii="Times New Roman" w:hAnsi="Times New Roman"/>
          <w:sz w:val="28"/>
        </w:rPr>
      </w:pPr>
      <w:r w:rsidRPr="00594719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пререйменування посад</w:t>
      </w:r>
    </w:p>
    <w:p w:rsidR="00BD7716" w:rsidRDefault="00BD7716" w:rsidP="003523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352313">
        <w:rPr>
          <w:rFonts w:ascii="Times New Roman" w:hAnsi="Times New Roman"/>
          <w:sz w:val="28"/>
          <w:szCs w:val="28"/>
        </w:rPr>
        <w:t>Відповідно до статей 6, 39 Закону України “Про місцеві державні адміністрації”, постанови Кабінету Міністрів України від 18.01.2017 № 15 “Питання оплати праці працівників державних органів” ПЕРЕЙМЕНУВАТИ з 01 січня 2017 року</w:t>
      </w:r>
      <w:r>
        <w:rPr>
          <w:rFonts w:ascii="Times New Roman" w:hAnsi="Times New Roman"/>
          <w:sz w:val="28"/>
          <w:szCs w:val="28"/>
        </w:rPr>
        <w:t xml:space="preserve"> посади</w:t>
      </w:r>
      <w:r w:rsidRPr="00352313">
        <w:rPr>
          <w:rFonts w:ascii="Times New Roman" w:hAnsi="Times New Roman"/>
          <w:sz w:val="28"/>
          <w:szCs w:val="28"/>
        </w:rPr>
        <w:t>:</w:t>
      </w:r>
    </w:p>
    <w:p w:rsidR="00BD7716" w:rsidRDefault="00BD7716" w:rsidP="00B74DE2">
      <w:pPr>
        <w:pStyle w:val="BodyText2"/>
        <w:spacing w:after="0" w:line="240" w:lineRule="auto"/>
        <w:ind w:firstLine="709"/>
        <w:jc w:val="both"/>
        <w:rPr>
          <w:sz w:val="28"/>
          <w:szCs w:val="28"/>
        </w:rPr>
      </w:pPr>
      <w:r w:rsidRPr="00E14DFC">
        <w:rPr>
          <w:sz w:val="28"/>
          <w:szCs w:val="28"/>
        </w:rPr>
        <w:t xml:space="preserve">1) начальника відділу доходів, фінансів соціального захисту населення та бухгалтерського обліку і звітності – головного бухгалтера </w:t>
      </w:r>
      <w:r>
        <w:rPr>
          <w:sz w:val="28"/>
          <w:szCs w:val="28"/>
        </w:rPr>
        <w:t xml:space="preserve">управління фінансів райдержадміністрації </w:t>
      </w:r>
      <w:r w:rsidRPr="00E14DF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14DFC">
        <w:rPr>
          <w:sz w:val="28"/>
          <w:szCs w:val="28"/>
        </w:rPr>
        <w:t xml:space="preserve">начальника відділу доходів, фінансів соціального захисту населення та бухгалтерського обліку і звітності </w:t>
      </w:r>
      <w:r>
        <w:rPr>
          <w:sz w:val="28"/>
          <w:szCs w:val="28"/>
        </w:rPr>
        <w:t>управління фінансів райдержадміністрації;</w:t>
      </w:r>
    </w:p>
    <w:p w:rsidR="00BD7716" w:rsidRDefault="00BD7716" w:rsidP="00B74DE2">
      <w:pPr>
        <w:pStyle w:val="BodyText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головного</w:t>
      </w:r>
      <w:r w:rsidRPr="00E14DFC">
        <w:rPr>
          <w:sz w:val="28"/>
          <w:szCs w:val="28"/>
        </w:rPr>
        <w:t xml:space="preserve"> бухгалтер</w:t>
      </w:r>
      <w:r>
        <w:rPr>
          <w:sz w:val="28"/>
          <w:szCs w:val="28"/>
        </w:rPr>
        <w:t>а</w:t>
      </w:r>
      <w:r w:rsidRPr="00E14DFC">
        <w:rPr>
          <w:sz w:val="28"/>
          <w:szCs w:val="28"/>
        </w:rPr>
        <w:t xml:space="preserve"> - начальник</w:t>
      </w:r>
      <w:r>
        <w:rPr>
          <w:sz w:val="28"/>
          <w:szCs w:val="28"/>
        </w:rPr>
        <w:t>а</w:t>
      </w:r>
      <w:r w:rsidRPr="00E14DFC">
        <w:rPr>
          <w:sz w:val="28"/>
          <w:szCs w:val="28"/>
        </w:rPr>
        <w:t xml:space="preserve"> відділу розвитку,  інвестицій та європейської інтеграції</w:t>
      </w:r>
      <w:r>
        <w:rPr>
          <w:sz w:val="28"/>
          <w:szCs w:val="28"/>
        </w:rPr>
        <w:t xml:space="preserve"> управління агропромислового розвитку райдержадміністрації на</w:t>
      </w:r>
      <w:r w:rsidRPr="00E14DFC">
        <w:rPr>
          <w:sz w:val="28"/>
          <w:szCs w:val="28"/>
        </w:rPr>
        <w:t xml:space="preserve"> начальник</w:t>
      </w:r>
      <w:r>
        <w:rPr>
          <w:sz w:val="28"/>
          <w:szCs w:val="28"/>
        </w:rPr>
        <w:t>а</w:t>
      </w:r>
      <w:r w:rsidRPr="00E14DFC">
        <w:rPr>
          <w:sz w:val="28"/>
          <w:szCs w:val="28"/>
        </w:rPr>
        <w:t xml:space="preserve"> відділу розвитку,  інвестицій та європейської інтеграції</w:t>
      </w:r>
      <w:r>
        <w:rPr>
          <w:sz w:val="28"/>
          <w:szCs w:val="28"/>
        </w:rPr>
        <w:t xml:space="preserve"> управління агропромислового розвитку райдержадміністрації;</w:t>
      </w:r>
    </w:p>
    <w:p w:rsidR="00BD7716" w:rsidRDefault="00BD7716" w:rsidP="00B74DE2">
      <w:pPr>
        <w:pStyle w:val="BodyText2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3) </w:t>
      </w:r>
      <w:r w:rsidRPr="00E14DFC">
        <w:rPr>
          <w:sz w:val="28"/>
          <w:szCs w:val="28"/>
        </w:rPr>
        <w:t xml:space="preserve">начальника відділу – головного бухгалтера відділу фінансово-господарського обліку та соціально-трудових відносин управління </w:t>
      </w:r>
      <w:r w:rsidRPr="00E14DFC">
        <w:rPr>
          <w:bCs/>
          <w:sz w:val="28"/>
          <w:szCs w:val="28"/>
        </w:rPr>
        <w:t xml:space="preserve">соціального захисту населення </w:t>
      </w:r>
      <w:r w:rsidRPr="00E14DFC">
        <w:rPr>
          <w:sz w:val="28"/>
          <w:szCs w:val="28"/>
        </w:rPr>
        <w:t xml:space="preserve">на начальника відділу фінансово-господарського обліку та соціально-трудових відносин управління </w:t>
      </w:r>
      <w:r w:rsidRPr="00E14DFC">
        <w:rPr>
          <w:bCs/>
          <w:sz w:val="28"/>
          <w:szCs w:val="28"/>
        </w:rPr>
        <w:t>соціального захисту населення</w:t>
      </w:r>
      <w:r>
        <w:rPr>
          <w:bCs/>
          <w:sz w:val="28"/>
          <w:szCs w:val="28"/>
        </w:rPr>
        <w:t>.</w:t>
      </w:r>
    </w:p>
    <w:p w:rsidR="00BD7716" w:rsidRPr="00B74DE2" w:rsidRDefault="00BD7716" w:rsidP="00C953FB">
      <w:pPr>
        <w:pStyle w:val="21"/>
        <w:ind w:firstLine="709"/>
        <w:rPr>
          <w:bCs/>
          <w:szCs w:val="28"/>
        </w:rPr>
      </w:pPr>
      <w:r w:rsidRPr="00B74DE2">
        <w:rPr>
          <w:bCs/>
          <w:szCs w:val="28"/>
        </w:rPr>
        <w:t>2</w:t>
      </w:r>
      <w:r>
        <w:rPr>
          <w:bCs/>
          <w:szCs w:val="28"/>
        </w:rPr>
        <w:t>. Управлінням</w:t>
      </w:r>
      <w:r w:rsidRPr="00B74DE2">
        <w:rPr>
          <w:bCs/>
          <w:szCs w:val="28"/>
        </w:rPr>
        <w:t xml:space="preserve"> фінансів (Бондарук О.Г), агропромислового розвитку (Кравчук Ю.І.), соціального захисту населення </w:t>
      </w:r>
      <w:r>
        <w:rPr>
          <w:bCs/>
          <w:szCs w:val="28"/>
        </w:rPr>
        <w:t>(Голюк Н.О.) райдержадміністрації</w:t>
      </w:r>
      <w:bookmarkStart w:id="0" w:name="_GoBack"/>
      <w:bookmarkEnd w:id="0"/>
      <w:r w:rsidRPr="00B74DE2">
        <w:rPr>
          <w:bCs/>
          <w:szCs w:val="28"/>
        </w:rPr>
        <w:t xml:space="preserve"> внести зміни в штатний розпис.</w:t>
      </w:r>
    </w:p>
    <w:p w:rsidR="00BD7716" w:rsidRPr="00594719" w:rsidRDefault="00BD7716" w:rsidP="00C953FB">
      <w:pPr>
        <w:pStyle w:val="21"/>
        <w:ind w:firstLine="709"/>
        <w:rPr>
          <w:bCs/>
          <w:color w:val="FF0000"/>
          <w:szCs w:val="28"/>
        </w:rPr>
      </w:pPr>
    </w:p>
    <w:p w:rsidR="00BD7716" w:rsidRPr="00594719" w:rsidRDefault="00BD7716" w:rsidP="00C953FB">
      <w:pPr>
        <w:pStyle w:val="21"/>
        <w:ind w:firstLine="709"/>
        <w:rPr>
          <w:bCs/>
          <w:color w:val="FF0000"/>
          <w:szCs w:val="28"/>
        </w:rPr>
      </w:pPr>
    </w:p>
    <w:p w:rsidR="00BD7716" w:rsidRPr="00594719" w:rsidRDefault="00BD7716" w:rsidP="00C953FB">
      <w:pPr>
        <w:pStyle w:val="21"/>
        <w:ind w:firstLine="709"/>
        <w:rPr>
          <w:bCs/>
          <w:color w:val="FF0000"/>
          <w:szCs w:val="28"/>
        </w:rPr>
      </w:pPr>
    </w:p>
    <w:p w:rsidR="00BD7716" w:rsidRPr="003967DD" w:rsidRDefault="00BD7716" w:rsidP="00C953FB">
      <w:pPr>
        <w:rPr>
          <w:rFonts w:ascii="Times New Roman" w:hAnsi="Times New Roman"/>
          <w:sz w:val="28"/>
        </w:rPr>
      </w:pPr>
      <w:r w:rsidRPr="003967DD">
        <w:rPr>
          <w:rFonts w:ascii="Times New Roman" w:hAnsi="Times New Roman"/>
          <w:sz w:val="28"/>
        </w:rPr>
        <w:t xml:space="preserve">Голова                                        </w:t>
      </w:r>
      <w:r w:rsidRPr="003967DD">
        <w:rPr>
          <w:rFonts w:ascii="Times New Roman" w:hAnsi="Times New Roman"/>
          <w:sz w:val="28"/>
        </w:rPr>
        <w:tab/>
        <w:t xml:space="preserve">     </w:t>
      </w:r>
      <w:r w:rsidRPr="003967DD">
        <w:rPr>
          <w:rFonts w:ascii="Times New Roman" w:hAnsi="Times New Roman"/>
          <w:sz w:val="28"/>
        </w:rPr>
        <w:tab/>
        <w:t xml:space="preserve">      </w:t>
      </w:r>
      <w:r w:rsidRPr="003967DD">
        <w:rPr>
          <w:rFonts w:ascii="Times New Roman" w:hAnsi="Times New Roman"/>
          <w:sz w:val="28"/>
          <w:lang w:val="ru-RU"/>
        </w:rPr>
        <w:t xml:space="preserve">                            </w:t>
      </w:r>
      <w:r w:rsidRPr="003967DD">
        <w:rPr>
          <w:rFonts w:ascii="Times New Roman" w:hAnsi="Times New Roman"/>
          <w:b/>
          <w:sz w:val="28"/>
        </w:rPr>
        <w:t>Н. ВАСИЛЕЦЬ</w:t>
      </w:r>
    </w:p>
    <w:p w:rsidR="00BD7716" w:rsidRPr="003967DD" w:rsidRDefault="00BD7716" w:rsidP="00C953FB">
      <w:pPr>
        <w:rPr>
          <w:rFonts w:ascii="Times New Roman" w:hAnsi="Times New Roman"/>
          <w:sz w:val="24"/>
          <w:szCs w:val="24"/>
        </w:rPr>
      </w:pPr>
    </w:p>
    <w:p w:rsidR="00BD7716" w:rsidRPr="003967DD" w:rsidRDefault="00BD7716" w:rsidP="00C953FB">
      <w:pPr>
        <w:rPr>
          <w:rFonts w:ascii="Times New Roman" w:hAnsi="Times New Roman"/>
          <w:sz w:val="24"/>
          <w:szCs w:val="24"/>
        </w:rPr>
      </w:pPr>
    </w:p>
    <w:p w:rsidR="00BD7716" w:rsidRPr="003967DD" w:rsidRDefault="00BD7716" w:rsidP="00C953FB">
      <w:pPr>
        <w:rPr>
          <w:rFonts w:ascii="Times New Roman" w:hAnsi="Times New Roman"/>
          <w:sz w:val="24"/>
          <w:szCs w:val="24"/>
        </w:rPr>
      </w:pPr>
      <w:r w:rsidRPr="003967DD">
        <w:rPr>
          <w:rFonts w:ascii="Times New Roman" w:hAnsi="Times New Roman"/>
          <w:sz w:val="24"/>
          <w:szCs w:val="24"/>
        </w:rPr>
        <w:t>Охріменко 22</w:t>
      </w:r>
      <w:r>
        <w:rPr>
          <w:rFonts w:ascii="Times New Roman" w:hAnsi="Times New Roman"/>
          <w:sz w:val="24"/>
          <w:szCs w:val="24"/>
        </w:rPr>
        <w:t> </w:t>
      </w:r>
      <w:r w:rsidRPr="003967DD">
        <w:rPr>
          <w:rFonts w:ascii="Times New Roman" w:hAnsi="Times New Roman"/>
          <w:sz w:val="24"/>
          <w:szCs w:val="24"/>
        </w:rPr>
        <w:t>613</w:t>
      </w:r>
    </w:p>
    <w:p w:rsidR="00BD7716" w:rsidRDefault="00BD7716" w:rsidP="00390064">
      <w:pPr>
        <w:spacing w:after="0" w:line="240" w:lineRule="auto"/>
        <w:rPr>
          <w:rFonts w:ascii="Times New Roman" w:hAnsi="Times New Roman"/>
          <w:sz w:val="28"/>
        </w:rPr>
      </w:pPr>
    </w:p>
    <w:p w:rsidR="00BD7716" w:rsidRDefault="00BD7716" w:rsidP="00390064">
      <w:pPr>
        <w:spacing w:after="0" w:line="240" w:lineRule="auto"/>
        <w:rPr>
          <w:rFonts w:ascii="Times New Roman" w:hAnsi="Times New Roman"/>
          <w:sz w:val="28"/>
        </w:rPr>
      </w:pPr>
    </w:p>
    <w:p w:rsidR="00BD7716" w:rsidRDefault="00BD7716" w:rsidP="00390064">
      <w:pPr>
        <w:spacing w:after="0" w:line="240" w:lineRule="auto"/>
        <w:rPr>
          <w:rFonts w:ascii="Times New Roman" w:hAnsi="Times New Roman"/>
          <w:sz w:val="28"/>
        </w:rPr>
      </w:pPr>
    </w:p>
    <w:sectPr w:rsidR="00BD7716" w:rsidSect="0046352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F3"/>
    <w:rsid w:val="00040470"/>
    <w:rsid w:val="000D32B9"/>
    <w:rsid w:val="000D7443"/>
    <w:rsid w:val="000E296E"/>
    <w:rsid w:val="000F0C41"/>
    <w:rsid w:val="00110D1E"/>
    <w:rsid w:val="00137FB7"/>
    <w:rsid w:val="001942E4"/>
    <w:rsid w:val="001C673A"/>
    <w:rsid w:val="001D4ACA"/>
    <w:rsid w:val="001F3C93"/>
    <w:rsid w:val="00211B89"/>
    <w:rsid w:val="002E626C"/>
    <w:rsid w:val="00342993"/>
    <w:rsid w:val="00352313"/>
    <w:rsid w:val="00372A23"/>
    <w:rsid w:val="00390064"/>
    <w:rsid w:val="003967DD"/>
    <w:rsid w:val="00397D72"/>
    <w:rsid w:val="003B569E"/>
    <w:rsid w:val="0043734F"/>
    <w:rsid w:val="0044387B"/>
    <w:rsid w:val="0046352B"/>
    <w:rsid w:val="004C079D"/>
    <w:rsid w:val="004E4690"/>
    <w:rsid w:val="00526495"/>
    <w:rsid w:val="00530842"/>
    <w:rsid w:val="00575E27"/>
    <w:rsid w:val="00581AC8"/>
    <w:rsid w:val="00594719"/>
    <w:rsid w:val="005A5C24"/>
    <w:rsid w:val="005F20C8"/>
    <w:rsid w:val="00600AED"/>
    <w:rsid w:val="006711C3"/>
    <w:rsid w:val="006A3413"/>
    <w:rsid w:val="006D2F6B"/>
    <w:rsid w:val="006F1D51"/>
    <w:rsid w:val="007A5D3F"/>
    <w:rsid w:val="008138F9"/>
    <w:rsid w:val="0083041B"/>
    <w:rsid w:val="00832515"/>
    <w:rsid w:val="0085457B"/>
    <w:rsid w:val="00860088"/>
    <w:rsid w:val="008A06D3"/>
    <w:rsid w:val="008B1E09"/>
    <w:rsid w:val="008C482A"/>
    <w:rsid w:val="00921E9F"/>
    <w:rsid w:val="00922509"/>
    <w:rsid w:val="00944A22"/>
    <w:rsid w:val="009478CF"/>
    <w:rsid w:val="00983CDB"/>
    <w:rsid w:val="00997629"/>
    <w:rsid w:val="00A152F3"/>
    <w:rsid w:val="00AA30EA"/>
    <w:rsid w:val="00B410AA"/>
    <w:rsid w:val="00B566BF"/>
    <w:rsid w:val="00B71314"/>
    <w:rsid w:val="00B74DE2"/>
    <w:rsid w:val="00B960DB"/>
    <w:rsid w:val="00BD7716"/>
    <w:rsid w:val="00C165DB"/>
    <w:rsid w:val="00C44032"/>
    <w:rsid w:val="00C953FB"/>
    <w:rsid w:val="00CB31B3"/>
    <w:rsid w:val="00CB4542"/>
    <w:rsid w:val="00CE05E5"/>
    <w:rsid w:val="00CF74AB"/>
    <w:rsid w:val="00D67B8C"/>
    <w:rsid w:val="00D77FB5"/>
    <w:rsid w:val="00DB76D9"/>
    <w:rsid w:val="00DE4788"/>
    <w:rsid w:val="00DE7C61"/>
    <w:rsid w:val="00E14DFC"/>
    <w:rsid w:val="00E67BE6"/>
    <w:rsid w:val="00E80ACD"/>
    <w:rsid w:val="00E83E5E"/>
    <w:rsid w:val="00E8487C"/>
    <w:rsid w:val="00E910CC"/>
    <w:rsid w:val="00EF69F3"/>
    <w:rsid w:val="00F54D65"/>
    <w:rsid w:val="00FB661A"/>
    <w:rsid w:val="00FD2EEF"/>
    <w:rsid w:val="00FD63E2"/>
    <w:rsid w:val="00FE4C46"/>
    <w:rsid w:val="00FE7C36"/>
    <w:rsid w:val="00FF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6D3"/>
    <w:pPr>
      <w:spacing w:after="160" w:line="259" w:lineRule="auto"/>
    </w:pPr>
    <w:rPr>
      <w:lang w:val="uk-UA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3F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953FB"/>
    <w:rPr>
      <w:rFonts w:ascii="Times New Roman" w:eastAsia="Times New Roman" w:hAnsi="Times New Roman" w:cs="Times New Roman"/>
      <w:b/>
      <w:sz w:val="20"/>
      <w:szCs w:val="20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A152F3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52F3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A152F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921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E9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5F20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276</TotalTime>
  <Pages>1</Pages>
  <Words>243</Words>
  <Characters>1390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73</cp:revision>
  <cp:lastPrinted>2017-02-07T13:31:00Z</cp:lastPrinted>
  <dcterms:created xsi:type="dcterms:W3CDTF">2016-03-30T05:38:00Z</dcterms:created>
  <dcterms:modified xsi:type="dcterms:W3CDTF">2017-02-09T07:59:00Z</dcterms:modified>
</cp:coreProperties>
</file>