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53" w:rsidRDefault="00526A53" w:rsidP="00424822">
      <w:pPr>
        <w:ind w:right="-143"/>
        <w:jc w:val="center"/>
        <w:rPr>
          <w:snapToGrid w:val="0"/>
          <w:spacing w:val="8"/>
          <w:lang w:val="uk-UA"/>
        </w:rPr>
      </w:pPr>
      <w:r w:rsidRPr="00CD3A3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526A53" w:rsidRDefault="00526A53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526A53" w:rsidRDefault="00526A53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526A53" w:rsidRDefault="00526A53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526A53" w:rsidRDefault="00526A53" w:rsidP="00424822">
      <w:pPr>
        <w:rPr>
          <w:sz w:val="28"/>
          <w:szCs w:val="28"/>
        </w:rPr>
      </w:pPr>
    </w:p>
    <w:p w:rsidR="00526A53" w:rsidRDefault="00526A53" w:rsidP="00424822">
      <w:pPr>
        <w:pStyle w:val="Heading2"/>
      </w:pPr>
      <w:r>
        <w:t>РОЗПОРЯДЖЕННЯ</w:t>
      </w:r>
    </w:p>
    <w:p w:rsidR="00526A53" w:rsidRPr="00E179BF" w:rsidRDefault="00526A53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526A53" w:rsidRPr="00E179BF" w:rsidRDefault="00526A53" w:rsidP="00E179BF">
      <w:pPr>
        <w:tabs>
          <w:tab w:val="left" w:pos="720"/>
        </w:tabs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 </w:t>
      </w:r>
      <w:r w:rsidRPr="000A4E55">
        <w:rPr>
          <w:sz w:val="28"/>
          <w:szCs w:val="28"/>
        </w:rPr>
        <w:t>22</w:t>
      </w:r>
      <w:r w:rsidRPr="00E179B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серпня</w:t>
      </w:r>
      <w:r w:rsidRPr="00E179BF">
        <w:rPr>
          <w:sz w:val="28"/>
          <w:szCs w:val="28"/>
          <w:lang w:val="uk-UA"/>
        </w:rPr>
        <w:t xml:space="preserve"> 2017 року          м. Володимир-Волин</w:t>
      </w:r>
      <w:r>
        <w:rPr>
          <w:sz w:val="28"/>
          <w:szCs w:val="28"/>
          <w:lang w:val="uk-UA"/>
        </w:rPr>
        <w:t xml:space="preserve">ський                   </w:t>
      </w:r>
      <w:r w:rsidRPr="00E179BF">
        <w:rPr>
          <w:sz w:val="28"/>
          <w:szCs w:val="28"/>
          <w:lang w:val="uk-UA"/>
        </w:rPr>
        <w:t xml:space="preserve">     №  </w:t>
      </w:r>
      <w:r w:rsidRPr="000A4E55">
        <w:rPr>
          <w:sz w:val="28"/>
          <w:szCs w:val="28"/>
        </w:rPr>
        <w:t>287</w:t>
      </w:r>
      <w:r w:rsidRPr="00E179BF">
        <w:rPr>
          <w:sz w:val="28"/>
          <w:szCs w:val="28"/>
          <w:lang w:val="uk-UA"/>
        </w:rPr>
        <w:t xml:space="preserve">               </w:t>
      </w:r>
    </w:p>
    <w:p w:rsidR="00526A53" w:rsidRPr="00E179BF" w:rsidRDefault="00526A53" w:rsidP="00424822">
      <w:pPr>
        <w:jc w:val="center"/>
        <w:rPr>
          <w:sz w:val="28"/>
          <w:szCs w:val="28"/>
          <w:lang w:val="uk-UA"/>
        </w:rPr>
      </w:pPr>
    </w:p>
    <w:p w:rsidR="00526A53" w:rsidRPr="00E179BF" w:rsidRDefault="00526A53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526A53" w:rsidRPr="00E179BF" w:rsidRDefault="00526A53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526A53" w:rsidRPr="0090013B" w:rsidRDefault="00526A53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 xml:space="preserve">ри райдержадміністрації від </w:t>
      </w:r>
      <w:r w:rsidRPr="006C5D0B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  <w:lang w:val="uk-UA"/>
        </w:rPr>
        <w:t>.08.2017 № 1</w:t>
      </w:r>
      <w:r w:rsidRPr="006C5D0B">
        <w:rPr>
          <w:color w:val="000000"/>
          <w:sz w:val="28"/>
          <w:szCs w:val="28"/>
        </w:rPr>
        <w:t>7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526A53" w:rsidRPr="00987721" w:rsidRDefault="00526A53" w:rsidP="00987721">
      <w:pPr>
        <w:ind w:right="78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526A53" w:rsidRPr="0090013B" w:rsidRDefault="00526A53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Юхтенку Віталію Мусійовичу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Хмелівка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150</w:t>
      </w:r>
      <w:r w:rsidRPr="00700A43">
        <w:rPr>
          <w:sz w:val="28"/>
          <w:szCs w:val="28"/>
          <w:lang w:val="uk-UA"/>
        </w:rPr>
        <w:t>0</w:t>
      </w:r>
      <w:r w:rsidRPr="0090013B">
        <w:rPr>
          <w:sz w:val="28"/>
          <w:szCs w:val="28"/>
          <w:lang w:val="uk-UA"/>
        </w:rPr>
        <w:t xml:space="preserve">,00 </w:t>
      </w:r>
      <w:r>
        <w:rPr>
          <w:sz w:val="28"/>
          <w:szCs w:val="28"/>
          <w:lang w:val="uk-UA"/>
        </w:rPr>
        <w:t>(одна тисяча п’ятсот</w:t>
      </w:r>
      <w:r w:rsidRPr="0090013B">
        <w:rPr>
          <w:sz w:val="28"/>
          <w:szCs w:val="28"/>
          <w:lang w:val="uk-UA"/>
        </w:rPr>
        <w:t>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Болотюку Миколі Володимировичу, с.Суходоли – 2000,00 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Дрималовському Віктору Борисовичу, с.Ласків – 500,00 (п’ятсот)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Носаченко Надії Анатоліївні, с.Овадне – 2000,00 (дві тисячі)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Павляк Світлані Святославівні, с.Хворостів – 500,00 (п’ятсот)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П’ятосі</w:t>
      </w:r>
      <w:bookmarkStart w:id="0" w:name="_GoBack"/>
      <w:bookmarkEnd w:id="0"/>
      <w:r>
        <w:rPr>
          <w:sz w:val="28"/>
          <w:szCs w:val="28"/>
          <w:lang w:val="uk-UA"/>
        </w:rPr>
        <w:t xml:space="preserve"> Ніні Адамівні, с.Хворостів – 500,00 (п’ятсот)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Петрушці Віктору Миколайовичу, с.Яковичі – 500,00 (п’ятсот) гривень;</w:t>
      </w:r>
    </w:p>
    <w:p w:rsidR="00526A5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Мельничуку Анатолію Павловичу, с.Нехвороща – 500,00 (п’ятсот) гривень;</w:t>
      </w:r>
    </w:p>
    <w:p w:rsidR="00526A53" w:rsidRPr="00700A43" w:rsidRDefault="00526A53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Войтюку Олегу Леонідовичу, с.Березовичі – 1000,00 (одна тисяча) гривень. </w:t>
      </w:r>
    </w:p>
    <w:p w:rsidR="00526A53" w:rsidRPr="0090013B" w:rsidRDefault="00526A53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0013B">
        <w:rPr>
          <w:sz w:val="28"/>
          <w:szCs w:val="28"/>
          <w:lang w:val="uk-UA"/>
        </w:rPr>
        <w:t>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526A53" w:rsidRPr="0090013B" w:rsidRDefault="00526A53" w:rsidP="00424822">
      <w:pPr>
        <w:ind w:right="78"/>
        <w:jc w:val="both"/>
        <w:rPr>
          <w:sz w:val="28"/>
          <w:szCs w:val="28"/>
          <w:lang w:val="uk-UA"/>
        </w:rPr>
      </w:pPr>
    </w:p>
    <w:p w:rsidR="00526A53" w:rsidRDefault="00526A53" w:rsidP="00424822">
      <w:pPr>
        <w:ind w:right="78"/>
        <w:jc w:val="both"/>
        <w:rPr>
          <w:sz w:val="28"/>
          <w:szCs w:val="28"/>
          <w:lang w:val="uk-UA"/>
        </w:rPr>
      </w:pPr>
    </w:p>
    <w:p w:rsidR="00526A53" w:rsidRPr="001F5486" w:rsidRDefault="00526A53" w:rsidP="00424822">
      <w:pPr>
        <w:ind w:right="78"/>
        <w:jc w:val="both"/>
        <w:rPr>
          <w:sz w:val="28"/>
          <w:szCs w:val="28"/>
          <w:lang w:val="uk-UA"/>
        </w:rPr>
      </w:pPr>
    </w:p>
    <w:p w:rsidR="00526A53" w:rsidRPr="001F5486" w:rsidRDefault="00526A53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84A72">
        <w:rPr>
          <w:sz w:val="28"/>
          <w:szCs w:val="28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526A53" w:rsidRPr="001F5486" w:rsidRDefault="00526A53" w:rsidP="00424822">
      <w:pPr>
        <w:ind w:right="78"/>
        <w:jc w:val="both"/>
        <w:rPr>
          <w:b/>
          <w:bCs/>
          <w:sz w:val="28"/>
          <w:szCs w:val="28"/>
        </w:rPr>
      </w:pPr>
    </w:p>
    <w:p w:rsidR="00526A53" w:rsidRDefault="00526A53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526A53" w:rsidRPr="00E179BF" w:rsidRDefault="00526A53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526A53" w:rsidRPr="00F84A72" w:rsidRDefault="00526A53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Голюк 38 115</w:t>
      </w:r>
    </w:p>
    <w:sectPr w:rsidR="00526A53" w:rsidRPr="00F84A72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A53" w:rsidRDefault="00526A53" w:rsidP="00424822">
      <w:r>
        <w:separator/>
      </w:r>
    </w:p>
  </w:endnote>
  <w:endnote w:type="continuationSeparator" w:id="0">
    <w:p w:rsidR="00526A53" w:rsidRDefault="00526A53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A53" w:rsidRDefault="00526A53" w:rsidP="00424822">
      <w:r>
        <w:separator/>
      </w:r>
    </w:p>
  </w:footnote>
  <w:footnote w:type="continuationSeparator" w:id="0">
    <w:p w:rsidR="00526A53" w:rsidRDefault="00526A53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A4E55"/>
    <w:rsid w:val="000B4D7F"/>
    <w:rsid w:val="000E4F6F"/>
    <w:rsid w:val="000F4AAA"/>
    <w:rsid w:val="00123FE7"/>
    <w:rsid w:val="00124EBE"/>
    <w:rsid w:val="00134757"/>
    <w:rsid w:val="00163020"/>
    <w:rsid w:val="00174976"/>
    <w:rsid w:val="001F5486"/>
    <w:rsid w:val="00290AED"/>
    <w:rsid w:val="003332D1"/>
    <w:rsid w:val="003452AA"/>
    <w:rsid w:val="00364A6D"/>
    <w:rsid w:val="0038288D"/>
    <w:rsid w:val="003F59ED"/>
    <w:rsid w:val="00424822"/>
    <w:rsid w:val="00437A1A"/>
    <w:rsid w:val="00484ACF"/>
    <w:rsid w:val="004D72E1"/>
    <w:rsid w:val="00523F84"/>
    <w:rsid w:val="00526A53"/>
    <w:rsid w:val="00540FE0"/>
    <w:rsid w:val="005A3456"/>
    <w:rsid w:val="005D2995"/>
    <w:rsid w:val="005E17F2"/>
    <w:rsid w:val="005E5DF7"/>
    <w:rsid w:val="006024F7"/>
    <w:rsid w:val="00620276"/>
    <w:rsid w:val="0067298C"/>
    <w:rsid w:val="006C5D0B"/>
    <w:rsid w:val="006F470E"/>
    <w:rsid w:val="00700A43"/>
    <w:rsid w:val="0072097F"/>
    <w:rsid w:val="0078765C"/>
    <w:rsid w:val="007D4FEF"/>
    <w:rsid w:val="007F01C2"/>
    <w:rsid w:val="00864608"/>
    <w:rsid w:val="0087379F"/>
    <w:rsid w:val="00877BE5"/>
    <w:rsid w:val="00896947"/>
    <w:rsid w:val="008C5D86"/>
    <w:rsid w:val="008E1AC9"/>
    <w:rsid w:val="0090013B"/>
    <w:rsid w:val="00917020"/>
    <w:rsid w:val="00987721"/>
    <w:rsid w:val="009A0AF2"/>
    <w:rsid w:val="009B2BD6"/>
    <w:rsid w:val="009D36C7"/>
    <w:rsid w:val="00A0562D"/>
    <w:rsid w:val="00A17BB9"/>
    <w:rsid w:val="00B73D7C"/>
    <w:rsid w:val="00B76DA9"/>
    <w:rsid w:val="00B9200B"/>
    <w:rsid w:val="00BA2433"/>
    <w:rsid w:val="00BC4F27"/>
    <w:rsid w:val="00BD05BC"/>
    <w:rsid w:val="00BD68DE"/>
    <w:rsid w:val="00C14B36"/>
    <w:rsid w:val="00C21155"/>
    <w:rsid w:val="00C231FB"/>
    <w:rsid w:val="00C73637"/>
    <w:rsid w:val="00CD3A3E"/>
    <w:rsid w:val="00CE2D44"/>
    <w:rsid w:val="00D471E7"/>
    <w:rsid w:val="00D6294F"/>
    <w:rsid w:val="00D915D3"/>
    <w:rsid w:val="00E179BF"/>
    <w:rsid w:val="00E27736"/>
    <w:rsid w:val="00E27B61"/>
    <w:rsid w:val="00EA0187"/>
    <w:rsid w:val="00EF3FAD"/>
    <w:rsid w:val="00F054FB"/>
    <w:rsid w:val="00F44F5C"/>
    <w:rsid w:val="00F60853"/>
    <w:rsid w:val="00F84A72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9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1</Pages>
  <Words>290</Words>
  <Characters>1654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24</cp:revision>
  <cp:lastPrinted>2017-08-18T06:59:00Z</cp:lastPrinted>
  <dcterms:created xsi:type="dcterms:W3CDTF">2017-06-06T11:50:00Z</dcterms:created>
  <dcterms:modified xsi:type="dcterms:W3CDTF">2017-08-28T13:23:00Z</dcterms:modified>
</cp:coreProperties>
</file>