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09A" w:rsidRPr="00470D1E" w:rsidRDefault="0087509A" w:rsidP="00424822">
      <w:pPr>
        <w:ind w:right="-143"/>
        <w:jc w:val="center"/>
        <w:rPr>
          <w:snapToGrid w:val="0"/>
          <w:spacing w:val="8"/>
          <w:sz w:val="27"/>
          <w:szCs w:val="27"/>
          <w:lang w:val="uk-UA"/>
        </w:rPr>
      </w:pPr>
      <w:r w:rsidRPr="00DD6139">
        <w:rPr>
          <w:noProof/>
          <w:spacing w:val="8"/>
          <w:sz w:val="27"/>
          <w:szCs w:val="2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2.25pt;height:47.25pt;visibility:visible" filled="t" fillcolor="silver">
            <v:imagedata r:id="rId7" o:title=""/>
          </v:shape>
        </w:pict>
      </w:r>
    </w:p>
    <w:p w:rsidR="0087509A" w:rsidRPr="00470D1E" w:rsidRDefault="0087509A" w:rsidP="00424822">
      <w:pPr>
        <w:pStyle w:val="Heading1"/>
        <w:ind w:right="-143"/>
        <w:rPr>
          <w:spacing w:val="8"/>
          <w:sz w:val="27"/>
          <w:szCs w:val="27"/>
          <w:lang w:val="en-US"/>
        </w:rPr>
      </w:pPr>
    </w:p>
    <w:p w:rsidR="0087509A" w:rsidRPr="00470D1E" w:rsidRDefault="0087509A" w:rsidP="00123FE7">
      <w:pPr>
        <w:pStyle w:val="Heading1"/>
        <w:ind w:right="-284"/>
        <w:jc w:val="center"/>
        <w:rPr>
          <w:sz w:val="27"/>
          <w:szCs w:val="27"/>
        </w:rPr>
      </w:pPr>
      <w:r w:rsidRPr="00470D1E">
        <w:rPr>
          <w:sz w:val="27"/>
          <w:szCs w:val="27"/>
        </w:rPr>
        <w:t>ВОЛОДИМИР-ВОЛИНСЬКА РАЙОННА ДЕРЖАВНА</w:t>
      </w:r>
      <w:r w:rsidRPr="00470D1E">
        <w:rPr>
          <w:sz w:val="27"/>
          <w:szCs w:val="27"/>
          <w:lang w:val="ru-RU"/>
        </w:rPr>
        <w:t xml:space="preserve"> </w:t>
      </w:r>
      <w:r w:rsidRPr="00470D1E">
        <w:rPr>
          <w:sz w:val="27"/>
          <w:szCs w:val="27"/>
        </w:rPr>
        <w:t>АДМІНІСТРАЦІЯ</w:t>
      </w:r>
    </w:p>
    <w:p w:rsidR="0087509A" w:rsidRPr="00470D1E" w:rsidRDefault="0087509A" w:rsidP="00123FE7">
      <w:pPr>
        <w:pStyle w:val="Heading1"/>
        <w:jc w:val="center"/>
        <w:rPr>
          <w:sz w:val="27"/>
          <w:szCs w:val="27"/>
        </w:rPr>
      </w:pPr>
      <w:r w:rsidRPr="00470D1E">
        <w:rPr>
          <w:sz w:val="27"/>
          <w:szCs w:val="27"/>
        </w:rPr>
        <w:t>ВОЛИНСЬКОЇ ОБЛАСТІ</w:t>
      </w:r>
    </w:p>
    <w:p w:rsidR="0087509A" w:rsidRPr="00470D1E" w:rsidRDefault="0087509A" w:rsidP="00424822">
      <w:pPr>
        <w:rPr>
          <w:sz w:val="27"/>
          <w:szCs w:val="27"/>
        </w:rPr>
      </w:pPr>
    </w:p>
    <w:p w:rsidR="0087509A" w:rsidRPr="00470D1E" w:rsidRDefault="0087509A" w:rsidP="00424822">
      <w:pPr>
        <w:pStyle w:val="Heading2"/>
        <w:rPr>
          <w:sz w:val="27"/>
          <w:szCs w:val="27"/>
        </w:rPr>
      </w:pPr>
      <w:r w:rsidRPr="00470D1E">
        <w:rPr>
          <w:sz w:val="27"/>
          <w:szCs w:val="27"/>
        </w:rPr>
        <w:t>РОЗПОРЯДЖЕННЯ</w:t>
      </w:r>
    </w:p>
    <w:p w:rsidR="0087509A" w:rsidRPr="00470D1E" w:rsidRDefault="0087509A" w:rsidP="00424822">
      <w:pPr>
        <w:rPr>
          <w:sz w:val="27"/>
          <w:szCs w:val="27"/>
          <w:lang w:val="uk-UA"/>
        </w:rPr>
      </w:pPr>
      <w:r w:rsidRPr="00470D1E">
        <w:rPr>
          <w:sz w:val="27"/>
          <w:szCs w:val="27"/>
          <w:lang w:val="uk-UA"/>
        </w:rPr>
        <w:t xml:space="preserve">      </w:t>
      </w:r>
    </w:p>
    <w:p w:rsidR="0087509A" w:rsidRPr="00AD1C01" w:rsidRDefault="0087509A" w:rsidP="00E179BF">
      <w:pPr>
        <w:tabs>
          <w:tab w:val="left" w:pos="720"/>
        </w:tabs>
        <w:rPr>
          <w:sz w:val="27"/>
          <w:szCs w:val="27"/>
        </w:rPr>
      </w:pPr>
      <w:r w:rsidRPr="00470D1E">
        <w:rPr>
          <w:sz w:val="27"/>
          <w:szCs w:val="27"/>
          <w:lang w:val="uk-UA"/>
        </w:rPr>
        <w:t xml:space="preserve"> </w:t>
      </w:r>
      <w:r w:rsidRPr="00470D1E">
        <w:rPr>
          <w:sz w:val="27"/>
          <w:szCs w:val="27"/>
        </w:rPr>
        <w:t xml:space="preserve">  </w:t>
      </w:r>
      <w:r w:rsidRPr="00470D1E">
        <w:rPr>
          <w:sz w:val="27"/>
          <w:szCs w:val="27"/>
          <w:lang w:val="uk-UA"/>
        </w:rPr>
        <w:t xml:space="preserve"> </w:t>
      </w:r>
      <w:r w:rsidRPr="00AD1C01">
        <w:rPr>
          <w:sz w:val="27"/>
          <w:szCs w:val="27"/>
        </w:rPr>
        <w:t>31</w:t>
      </w:r>
      <w:r w:rsidRPr="00470D1E">
        <w:rPr>
          <w:sz w:val="27"/>
          <w:szCs w:val="27"/>
        </w:rPr>
        <w:t xml:space="preserve">  </w:t>
      </w:r>
      <w:r w:rsidRPr="00470D1E">
        <w:rPr>
          <w:sz w:val="27"/>
          <w:szCs w:val="27"/>
          <w:lang w:val="uk-UA"/>
        </w:rPr>
        <w:t xml:space="preserve">серпня 2017 року          м. Володимир-Волинський                  </w:t>
      </w:r>
      <w:r>
        <w:rPr>
          <w:sz w:val="27"/>
          <w:szCs w:val="27"/>
          <w:lang w:val="uk-UA"/>
        </w:rPr>
        <w:t xml:space="preserve">              № </w:t>
      </w:r>
      <w:r w:rsidRPr="00AD1C01">
        <w:rPr>
          <w:sz w:val="27"/>
          <w:szCs w:val="27"/>
        </w:rPr>
        <w:t>314</w:t>
      </w:r>
    </w:p>
    <w:p w:rsidR="0087509A" w:rsidRPr="00470D1E" w:rsidRDefault="0087509A" w:rsidP="00424822">
      <w:pPr>
        <w:jc w:val="center"/>
        <w:rPr>
          <w:sz w:val="27"/>
          <w:szCs w:val="27"/>
          <w:lang w:val="uk-UA"/>
        </w:rPr>
      </w:pPr>
    </w:p>
    <w:p w:rsidR="0087509A" w:rsidRPr="00470D1E" w:rsidRDefault="0087509A" w:rsidP="00424822">
      <w:pPr>
        <w:pStyle w:val="Heading3"/>
        <w:ind w:right="78"/>
        <w:rPr>
          <w:b w:val="0"/>
          <w:bCs w:val="0"/>
          <w:sz w:val="27"/>
          <w:szCs w:val="27"/>
        </w:rPr>
      </w:pPr>
      <w:r w:rsidRPr="00470D1E">
        <w:rPr>
          <w:b w:val="0"/>
          <w:bCs w:val="0"/>
          <w:sz w:val="27"/>
          <w:szCs w:val="27"/>
        </w:rPr>
        <w:t xml:space="preserve">Про надання матеріальної допомоги </w:t>
      </w:r>
    </w:p>
    <w:p w:rsidR="0087509A" w:rsidRPr="00470D1E" w:rsidRDefault="0087509A" w:rsidP="00424822">
      <w:pPr>
        <w:shd w:val="clear" w:color="auto" w:fill="FFFFFF"/>
        <w:tabs>
          <w:tab w:val="left" w:pos="4500"/>
        </w:tabs>
        <w:ind w:left="5" w:right="7" w:firstLine="718"/>
        <w:jc w:val="both"/>
        <w:rPr>
          <w:color w:val="000000"/>
          <w:sz w:val="27"/>
          <w:szCs w:val="27"/>
          <w:lang w:val="uk-UA"/>
        </w:rPr>
      </w:pPr>
      <w:r w:rsidRPr="00470D1E">
        <w:rPr>
          <w:color w:val="000000"/>
          <w:sz w:val="27"/>
          <w:szCs w:val="27"/>
          <w:lang w:val="uk-UA"/>
        </w:rPr>
        <w:tab/>
      </w:r>
    </w:p>
    <w:p w:rsidR="0087509A" w:rsidRPr="00470D1E" w:rsidRDefault="0087509A" w:rsidP="00123FE7">
      <w:pPr>
        <w:tabs>
          <w:tab w:val="left" w:pos="709"/>
        </w:tabs>
        <w:ind w:right="78"/>
        <w:jc w:val="both"/>
        <w:rPr>
          <w:color w:val="000000"/>
          <w:sz w:val="27"/>
          <w:szCs w:val="27"/>
          <w:lang w:val="uk-UA"/>
        </w:rPr>
      </w:pPr>
      <w:r w:rsidRPr="00470D1E">
        <w:rPr>
          <w:color w:val="000000"/>
          <w:sz w:val="27"/>
          <w:szCs w:val="27"/>
          <w:lang w:val="uk-UA"/>
        </w:rPr>
        <w:t xml:space="preserve">          Відповідно до районної Програми соціального захисту населення на 2015-2017 роки, згідно Порядку використання коштів, передбачених в районному бюджеті на надання одноразової грошової матеріальної допомоги громадянам, які опинилися в складних життєвих обставинах та іншим категоріям громадян, затвердженого рішенням  районної ради від 15.10.2015 №</w:t>
      </w:r>
      <w:r w:rsidRPr="00470D1E">
        <w:rPr>
          <w:color w:val="FFFFFF"/>
          <w:sz w:val="27"/>
          <w:szCs w:val="27"/>
          <w:lang w:val="uk-UA"/>
        </w:rPr>
        <w:t>_</w:t>
      </w:r>
      <w:r w:rsidRPr="00470D1E">
        <w:rPr>
          <w:color w:val="000000"/>
          <w:sz w:val="27"/>
          <w:szCs w:val="27"/>
          <w:lang w:val="uk-UA"/>
        </w:rPr>
        <w:t xml:space="preserve">28/18 “Про затвердження Порядку використання коштів, передбачених в районному бюджеті на виконання районної Програми соціального захисту населення на 2015-2017 роки”, рішення </w:t>
      </w:r>
      <w:r w:rsidRPr="00470D1E">
        <w:rPr>
          <w:color w:val="000000"/>
          <w:spacing w:val="8"/>
          <w:sz w:val="27"/>
          <w:szCs w:val="27"/>
          <w:lang w:val="uk-UA"/>
        </w:rPr>
        <w:t xml:space="preserve">комісії з питань соціального захисту населення та </w:t>
      </w:r>
      <w:r w:rsidRPr="00470D1E">
        <w:rPr>
          <w:color w:val="000000"/>
          <w:sz w:val="27"/>
          <w:szCs w:val="27"/>
          <w:lang w:val="uk-UA"/>
        </w:rPr>
        <w:t xml:space="preserve">призначення житлових субсидій при райдержадміністрації від </w:t>
      </w:r>
      <w:r w:rsidRPr="00470D1E">
        <w:rPr>
          <w:color w:val="000000"/>
          <w:sz w:val="27"/>
          <w:szCs w:val="27"/>
        </w:rPr>
        <w:t>31</w:t>
      </w:r>
      <w:r w:rsidRPr="00470D1E">
        <w:rPr>
          <w:color w:val="000000"/>
          <w:sz w:val="27"/>
          <w:szCs w:val="27"/>
          <w:lang w:val="uk-UA"/>
        </w:rPr>
        <w:t>.08.2017 № 1</w:t>
      </w:r>
      <w:r w:rsidRPr="00470D1E">
        <w:rPr>
          <w:color w:val="000000"/>
          <w:sz w:val="27"/>
          <w:szCs w:val="27"/>
        </w:rPr>
        <w:t>8</w:t>
      </w:r>
      <w:r w:rsidRPr="00470D1E">
        <w:rPr>
          <w:color w:val="000000"/>
          <w:sz w:val="27"/>
          <w:szCs w:val="27"/>
          <w:lang w:val="uk-UA"/>
        </w:rPr>
        <w:t xml:space="preserve">:  </w:t>
      </w:r>
    </w:p>
    <w:p w:rsidR="0087509A" w:rsidRPr="00470D1E" w:rsidRDefault="0087509A" w:rsidP="00987721">
      <w:pPr>
        <w:ind w:right="78" w:firstLine="708"/>
        <w:jc w:val="both"/>
        <w:rPr>
          <w:sz w:val="27"/>
          <w:szCs w:val="27"/>
        </w:rPr>
      </w:pPr>
      <w:r w:rsidRPr="00470D1E">
        <w:rPr>
          <w:sz w:val="27"/>
          <w:szCs w:val="27"/>
          <w:lang w:val="uk-UA"/>
        </w:rPr>
        <w:t>1. Надати грошову допомогу громадянам, які потрапили в скрутне матеріальне становище</w:t>
      </w:r>
      <w:r w:rsidRPr="00470D1E">
        <w:rPr>
          <w:sz w:val="27"/>
          <w:szCs w:val="27"/>
        </w:rPr>
        <w:t>:</w:t>
      </w:r>
    </w:p>
    <w:p w:rsidR="0087509A" w:rsidRPr="00470D1E" w:rsidRDefault="0087509A" w:rsidP="00F44F5C">
      <w:pPr>
        <w:ind w:right="78"/>
        <w:jc w:val="both"/>
        <w:rPr>
          <w:sz w:val="27"/>
          <w:szCs w:val="27"/>
          <w:lang w:val="uk-UA"/>
        </w:rPr>
      </w:pPr>
      <w:r w:rsidRPr="00470D1E">
        <w:rPr>
          <w:sz w:val="27"/>
          <w:szCs w:val="27"/>
          <w:lang w:val="uk-UA"/>
        </w:rPr>
        <w:t>-</w:t>
      </w:r>
      <w:r w:rsidRPr="00470D1E">
        <w:rPr>
          <w:sz w:val="27"/>
          <w:szCs w:val="27"/>
          <w:lang w:val="en-US"/>
        </w:rPr>
        <w:t> </w:t>
      </w:r>
      <w:r w:rsidRPr="00470D1E">
        <w:rPr>
          <w:sz w:val="27"/>
          <w:szCs w:val="27"/>
          <w:lang w:val="uk-UA"/>
        </w:rPr>
        <w:t xml:space="preserve">Джаризі Тарасу Миколайовичу, с.Овадне – </w:t>
      </w:r>
      <w:r w:rsidRPr="00470D1E">
        <w:rPr>
          <w:sz w:val="27"/>
          <w:szCs w:val="27"/>
        </w:rPr>
        <w:t>3</w:t>
      </w:r>
      <w:r w:rsidRPr="00470D1E">
        <w:rPr>
          <w:sz w:val="27"/>
          <w:szCs w:val="27"/>
          <w:lang w:val="uk-UA"/>
        </w:rPr>
        <w:t>000,00 (три тисячі тисячі) гривень;</w:t>
      </w:r>
    </w:p>
    <w:p w:rsidR="0087509A" w:rsidRPr="00470D1E" w:rsidRDefault="0087509A" w:rsidP="00F44F5C">
      <w:pPr>
        <w:ind w:right="78"/>
        <w:jc w:val="both"/>
        <w:rPr>
          <w:sz w:val="27"/>
          <w:szCs w:val="27"/>
          <w:lang w:val="uk-UA"/>
        </w:rPr>
      </w:pPr>
      <w:r w:rsidRPr="00470D1E">
        <w:rPr>
          <w:sz w:val="27"/>
          <w:szCs w:val="27"/>
          <w:lang w:val="uk-UA"/>
        </w:rPr>
        <w:t>- Сагач Ларисі Костянтинівні, с.Ласків – 200,00 (двісті) гривень</w:t>
      </w:r>
      <w:r>
        <w:rPr>
          <w:sz w:val="27"/>
          <w:szCs w:val="27"/>
          <w:lang w:val="uk-UA"/>
        </w:rPr>
        <w:t>.</w:t>
      </w:r>
    </w:p>
    <w:p w:rsidR="0087509A" w:rsidRPr="00470D1E" w:rsidRDefault="0087509A" w:rsidP="00424822">
      <w:pPr>
        <w:ind w:right="78" w:firstLine="708"/>
        <w:jc w:val="both"/>
        <w:rPr>
          <w:sz w:val="27"/>
          <w:szCs w:val="27"/>
          <w:lang w:val="uk-UA"/>
        </w:rPr>
      </w:pPr>
      <w:r w:rsidRPr="00470D1E">
        <w:rPr>
          <w:sz w:val="27"/>
          <w:szCs w:val="27"/>
          <w:lang w:val="uk-UA"/>
        </w:rPr>
        <w:t>2. Управлінню соціального захисту населення райдержадміністрації фінансування зазначених видатків провести за рахунок коштів, передбачених в районному бюджеті на 2017 рік по КПКВ 1513400.</w:t>
      </w:r>
    </w:p>
    <w:p w:rsidR="0087509A" w:rsidRPr="00470D1E" w:rsidRDefault="0087509A" w:rsidP="00424822">
      <w:pPr>
        <w:ind w:right="78"/>
        <w:jc w:val="both"/>
        <w:rPr>
          <w:sz w:val="27"/>
          <w:szCs w:val="27"/>
          <w:lang w:val="uk-UA"/>
        </w:rPr>
      </w:pPr>
    </w:p>
    <w:p w:rsidR="0087509A" w:rsidRPr="00470D1E" w:rsidRDefault="0087509A" w:rsidP="00424822">
      <w:pPr>
        <w:ind w:right="78"/>
        <w:jc w:val="both"/>
        <w:rPr>
          <w:sz w:val="27"/>
          <w:szCs w:val="27"/>
          <w:lang w:val="uk-UA"/>
        </w:rPr>
      </w:pPr>
    </w:p>
    <w:p w:rsidR="0087509A" w:rsidRPr="00470D1E" w:rsidRDefault="0087509A" w:rsidP="00424822">
      <w:pPr>
        <w:ind w:right="78"/>
        <w:jc w:val="both"/>
        <w:rPr>
          <w:sz w:val="27"/>
          <w:szCs w:val="27"/>
          <w:lang w:val="uk-UA"/>
        </w:rPr>
      </w:pPr>
    </w:p>
    <w:p w:rsidR="0087509A" w:rsidRPr="00470D1E" w:rsidRDefault="0087509A" w:rsidP="00424822">
      <w:pPr>
        <w:ind w:right="78"/>
        <w:jc w:val="both"/>
        <w:rPr>
          <w:b/>
          <w:bCs/>
          <w:sz w:val="27"/>
          <w:szCs w:val="27"/>
        </w:rPr>
      </w:pPr>
      <w:r w:rsidRPr="00470D1E">
        <w:rPr>
          <w:sz w:val="27"/>
          <w:szCs w:val="27"/>
          <w:lang w:val="uk-UA"/>
        </w:rPr>
        <w:t xml:space="preserve">Голова                             </w:t>
      </w:r>
      <w:r w:rsidRPr="00470D1E">
        <w:rPr>
          <w:sz w:val="27"/>
          <w:szCs w:val="27"/>
          <w:lang w:val="uk-UA"/>
        </w:rPr>
        <w:tab/>
      </w:r>
      <w:r w:rsidRPr="00470D1E">
        <w:rPr>
          <w:sz w:val="27"/>
          <w:szCs w:val="27"/>
          <w:lang w:val="uk-UA"/>
        </w:rPr>
        <w:tab/>
        <w:t xml:space="preserve">                                       </w:t>
      </w:r>
      <w:r>
        <w:rPr>
          <w:sz w:val="27"/>
          <w:szCs w:val="27"/>
          <w:lang w:val="uk-UA"/>
        </w:rPr>
        <w:t xml:space="preserve">        </w:t>
      </w:r>
      <w:r w:rsidRPr="00470D1E">
        <w:rPr>
          <w:sz w:val="27"/>
          <w:szCs w:val="27"/>
          <w:lang w:val="uk-UA"/>
        </w:rPr>
        <w:t xml:space="preserve">     </w:t>
      </w:r>
      <w:r w:rsidRPr="00470D1E">
        <w:rPr>
          <w:sz w:val="27"/>
          <w:szCs w:val="27"/>
        </w:rPr>
        <w:t xml:space="preserve"> </w:t>
      </w:r>
      <w:r w:rsidRPr="00470D1E">
        <w:rPr>
          <w:b/>
          <w:bCs/>
          <w:sz w:val="27"/>
          <w:szCs w:val="27"/>
          <w:lang w:val="uk-UA"/>
        </w:rPr>
        <w:t>Н.ВАСИЛЕЦЬ</w:t>
      </w:r>
    </w:p>
    <w:p w:rsidR="0087509A" w:rsidRPr="00470D1E" w:rsidRDefault="0087509A" w:rsidP="00424822">
      <w:pPr>
        <w:ind w:right="78"/>
        <w:jc w:val="both"/>
        <w:rPr>
          <w:b/>
          <w:bCs/>
          <w:sz w:val="27"/>
          <w:szCs w:val="27"/>
        </w:rPr>
      </w:pPr>
    </w:p>
    <w:p w:rsidR="0087509A" w:rsidRPr="00470D1E" w:rsidRDefault="0087509A" w:rsidP="00424822">
      <w:pPr>
        <w:ind w:right="78"/>
        <w:jc w:val="both"/>
        <w:rPr>
          <w:b/>
          <w:bCs/>
          <w:sz w:val="27"/>
          <w:szCs w:val="27"/>
          <w:lang w:val="uk-UA"/>
        </w:rPr>
      </w:pPr>
    </w:p>
    <w:p w:rsidR="0087509A" w:rsidRPr="00470D1E" w:rsidRDefault="0087509A" w:rsidP="00424822">
      <w:pPr>
        <w:ind w:right="78"/>
        <w:jc w:val="both"/>
        <w:rPr>
          <w:b/>
          <w:bCs/>
          <w:sz w:val="27"/>
          <w:szCs w:val="27"/>
          <w:lang w:val="uk-UA"/>
        </w:rPr>
      </w:pPr>
    </w:p>
    <w:p w:rsidR="0087509A" w:rsidRPr="00470D1E" w:rsidRDefault="0087509A" w:rsidP="00424822">
      <w:pPr>
        <w:ind w:right="78"/>
        <w:jc w:val="both"/>
        <w:rPr>
          <w:sz w:val="27"/>
          <w:szCs w:val="27"/>
          <w:lang w:val="uk-UA"/>
        </w:rPr>
      </w:pPr>
      <w:r w:rsidRPr="00470D1E">
        <w:rPr>
          <w:sz w:val="27"/>
          <w:szCs w:val="27"/>
          <w:lang w:val="uk-UA"/>
        </w:rPr>
        <w:t>Кузьмич 38 115</w:t>
      </w:r>
    </w:p>
    <w:sectPr w:rsidR="0087509A" w:rsidRPr="00470D1E" w:rsidSect="00E179BF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09A" w:rsidRDefault="0087509A" w:rsidP="00424822">
      <w:r>
        <w:separator/>
      </w:r>
    </w:p>
  </w:endnote>
  <w:endnote w:type="continuationSeparator" w:id="0">
    <w:p w:rsidR="0087509A" w:rsidRDefault="0087509A" w:rsidP="004248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09A" w:rsidRDefault="0087509A" w:rsidP="00424822">
      <w:r>
        <w:separator/>
      </w:r>
    </w:p>
  </w:footnote>
  <w:footnote w:type="continuationSeparator" w:id="0">
    <w:p w:rsidR="0087509A" w:rsidRDefault="0087509A" w:rsidP="004248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8C4"/>
    <w:multiLevelType w:val="hybridMultilevel"/>
    <w:tmpl w:val="4FB8B0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gutterAtTop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4ACF"/>
    <w:rsid w:val="00013735"/>
    <w:rsid w:val="000B4D7F"/>
    <w:rsid w:val="000E4F6F"/>
    <w:rsid w:val="000F4AAA"/>
    <w:rsid w:val="00123FE7"/>
    <w:rsid w:val="00124EBE"/>
    <w:rsid w:val="00127069"/>
    <w:rsid w:val="00134757"/>
    <w:rsid w:val="00163020"/>
    <w:rsid w:val="00174976"/>
    <w:rsid w:val="001F5486"/>
    <w:rsid w:val="00290AED"/>
    <w:rsid w:val="003332D1"/>
    <w:rsid w:val="003452AA"/>
    <w:rsid w:val="00364A6D"/>
    <w:rsid w:val="0038288D"/>
    <w:rsid w:val="00424822"/>
    <w:rsid w:val="00437A1A"/>
    <w:rsid w:val="00470D1E"/>
    <w:rsid w:val="00484ACF"/>
    <w:rsid w:val="004D2230"/>
    <w:rsid w:val="004D72E1"/>
    <w:rsid w:val="004F6EFD"/>
    <w:rsid w:val="005023E9"/>
    <w:rsid w:val="00523F84"/>
    <w:rsid w:val="00540FE0"/>
    <w:rsid w:val="005A3456"/>
    <w:rsid w:val="005A5E52"/>
    <w:rsid w:val="005D2995"/>
    <w:rsid w:val="005E17F2"/>
    <w:rsid w:val="005E5DF7"/>
    <w:rsid w:val="006024F7"/>
    <w:rsid w:val="00620276"/>
    <w:rsid w:val="0067298C"/>
    <w:rsid w:val="006C5D0B"/>
    <w:rsid w:val="006F470E"/>
    <w:rsid w:val="00700A43"/>
    <w:rsid w:val="0072097F"/>
    <w:rsid w:val="0078765C"/>
    <w:rsid w:val="007C4043"/>
    <w:rsid w:val="007D4FEF"/>
    <w:rsid w:val="007F01C2"/>
    <w:rsid w:val="00864608"/>
    <w:rsid w:val="0087379F"/>
    <w:rsid w:val="0087509A"/>
    <w:rsid w:val="00877BE5"/>
    <w:rsid w:val="00896947"/>
    <w:rsid w:val="008C5313"/>
    <w:rsid w:val="008C5D86"/>
    <w:rsid w:val="008E1AC9"/>
    <w:rsid w:val="0090013B"/>
    <w:rsid w:val="00917020"/>
    <w:rsid w:val="00987721"/>
    <w:rsid w:val="009A0AF2"/>
    <w:rsid w:val="009B2BD6"/>
    <w:rsid w:val="009D36C7"/>
    <w:rsid w:val="00A0562D"/>
    <w:rsid w:val="00A17BB9"/>
    <w:rsid w:val="00AD1C01"/>
    <w:rsid w:val="00B317A9"/>
    <w:rsid w:val="00B73D7C"/>
    <w:rsid w:val="00B76DA9"/>
    <w:rsid w:val="00B9200B"/>
    <w:rsid w:val="00BA2433"/>
    <w:rsid w:val="00BB0ECC"/>
    <w:rsid w:val="00BC4F27"/>
    <w:rsid w:val="00BD05BC"/>
    <w:rsid w:val="00BD06CA"/>
    <w:rsid w:val="00BD68DE"/>
    <w:rsid w:val="00C14B36"/>
    <w:rsid w:val="00C231FB"/>
    <w:rsid w:val="00C73637"/>
    <w:rsid w:val="00CE2D44"/>
    <w:rsid w:val="00D20554"/>
    <w:rsid w:val="00D471E7"/>
    <w:rsid w:val="00D6294F"/>
    <w:rsid w:val="00D915D3"/>
    <w:rsid w:val="00DD6139"/>
    <w:rsid w:val="00E179BF"/>
    <w:rsid w:val="00E27736"/>
    <w:rsid w:val="00E27B61"/>
    <w:rsid w:val="00EA0187"/>
    <w:rsid w:val="00EC7B46"/>
    <w:rsid w:val="00EF3FAD"/>
    <w:rsid w:val="00F054FB"/>
    <w:rsid w:val="00F44F5C"/>
    <w:rsid w:val="00F60853"/>
    <w:rsid w:val="00F80542"/>
    <w:rsid w:val="00F84A72"/>
    <w:rsid w:val="00FA7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822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24822"/>
    <w:pPr>
      <w:keepNext/>
      <w:outlineLvl w:val="0"/>
    </w:pPr>
    <w:rPr>
      <w:rFonts w:eastAsia="Calibri"/>
      <w:b/>
      <w:bCs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4822"/>
    <w:pPr>
      <w:keepNext/>
      <w:jc w:val="center"/>
      <w:outlineLvl w:val="1"/>
    </w:pPr>
    <w:rPr>
      <w:rFonts w:eastAsia="Calibri"/>
      <w:b/>
      <w:bCs/>
      <w:sz w:val="32"/>
      <w:szCs w:val="32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4822"/>
    <w:pPr>
      <w:keepNext/>
      <w:jc w:val="center"/>
      <w:outlineLvl w:val="2"/>
    </w:pPr>
    <w:rPr>
      <w:rFonts w:eastAsia="Calibri"/>
      <w:b/>
      <w:bCs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4822"/>
    <w:pPr>
      <w:keepNext/>
      <w:ind w:left="-561" w:right="565" w:firstLine="561"/>
      <w:jc w:val="both"/>
      <w:outlineLvl w:val="4"/>
    </w:pPr>
    <w:rPr>
      <w:rFonts w:eastAsia="Calibri"/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4822"/>
    <w:rPr>
      <w:rFonts w:ascii="Times New Roman" w:hAnsi="Times New Roman"/>
      <w:b/>
      <w:sz w:val="24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24822"/>
    <w:rPr>
      <w:rFonts w:ascii="Times New Roman" w:hAnsi="Times New Roman"/>
      <w:b/>
      <w:sz w:val="32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24822"/>
    <w:rPr>
      <w:rFonts w:ascii="Times New Roman" w:hAnsi="Times New Roman"/>
      <w:b/>
      <w:sz w:val="24"/>
      <w:lang w:val="uk-UA"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4822"/>
    <w:rPr>
      <w:rFonts w:ascii="Times New Roman" w:hAnsi="Times New Roman"/>
      <w:sz w:val="28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24822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4822"/>
    <w:rPr>
      <w:rFonts w:ascii="Tahoma" w:hAnsi="Tahoma"/>
      <w:sz w:val="16"/>
      <w:lang w:eastAsia="ru-RU"/>
    </w:rPr>
  </w:style>
  <w:style w:type="paragraph" w:styleId="Header">
    <w:name w:val="header"/>
    <w:basedOn w:val="Normal"/>
    <w:link w:val="HeaderChar"/>
    <w:uiPriority w:val="99"/>
    <w:rsid w:val="00424822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24822"/>
    <w:rPr>
      <w:rFonts w:ascii="Times New Roman" w:hAnsi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424822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24822"/>
    <w:rPr>
      <w:rFonts w:ascii="Times New Roman" w:hAnsi="Times New Roman"/>
      <w:sz w:val="24"/>
      <w:lang w:eastAsia="ru-RU"/>
    </w:rPr>
  </w:style>
  <w:style w:type="paragraph" w:styleId="NoSpacing">
    <w:name w:val="No Spacing"/>
    <w:uiPriority w:val="99"/>
    <w:qFormat/>
    <w:rsid w:val="00F44F5C"/>
    <w:rPr>
      <w:rFonts w:ascii="Times New Roman" w:eastAsia="Times New Roman" w:hAnsi="Times New Roman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Normal"/>
    <w:uiPriority w:val="99"/>
    <w:rsid w:val="00EC7B4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238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8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193</TotalTime>
  <Pages>1</Pages>
  <Words>213</Words>
  <Characters>1215</Characters>
  <Application>Microsoft Office Outlook</Application>
  <DocSecurity>0</DocSecurity>
  <Lines>0</Lines>
  <Paragraphs>0</Paragraphs>
  <ScaleCrop>false</ScaleCrop>
  <Company>USZ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GOLIANOVSKA</dc:creator>
  <cp:keywords/>
  <dc:description/>
  <cp:lastModifiedBy>Mirek</cp:lastModifiedBy>
  <cp:revision>31</cp:revision>
  <cp:lastPrinted>2017-09-04T07:59:00Z</cp:lastPrinted>
  <dcterms:created xsi:type="dcterms:W3CDTF">2017-06-06T11:50:00Z</dcterms:created>
  <dcterms:modified xsi:type="dcterms:W3CDTF">2017-09-06T08:10:00Z</dcterms:modified>
</cp:coreProperties>
</file>