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E14" w:rsidRDefault="00D16E14" w:rsidP="00424822">
      <w:pPr>
        <w:ind w:right="-143"/>
        <w:jc w:val="center"/>
        <w:rPr>
          <w:snapToGrid w:val="0"/>
          <w:spacing w:val="8"/>
          <w:lang w:val="uk-UA"/>
        </w:rPr>
      </w:pPr>
      <w:r w:rsidRPr="00D625AE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D16E14" w:rsidRDefault="00D16E14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D16E14" w:rsidRDefault="00D16E14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D16E14" w:rsidRDefault="00D16E14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D16E14" w:rsidRDefault="00D16E14" w:rsidP="00424822">
      <w:pPr>
        <w:rPr>
          <w:sz w:val="28"/>
          <w:szCs w:val="28"/>
        </w:rPr>
      </w:pPr>
    </w:p>
    <w:p w:rsidR="00D16E14" w:rsidRDefault="00D16E14" w:rsidP="00424822">
      <w:pPr>
        <w:pStyle w:val="Heading2"/>
      </w:pPr>
      <w:r>
        <w:t>РОЗПОРЯДЖЕННЯ</w:t>
      </w:r>
    </w:p>
    <w:p w:rsidR="00D16E14" w:rsidRDefault="00D16E14" w:rsidP="00424822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D16E14" w:rsidRPr="0040206D" w:rsidRDefault="00D16E14" w:rsidP="00424822">
      <w:pPr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40206D">
        <w:rPr>
          <w:sz w:val="28"/>
          <w:szCs w:val="28"/>
        </w:rPr>
        <w:t xml:space="preserve">17 </w:t>
      </w:r>
      <w:r w:rsidRPr="0040206D">
        <w:rPr>
          <w:sz w:val="28"/>
          <w:szCs w:val="28"/>
          <w:lang w:val="uk-UA"/>
        </w:rPr>
        <w:t>листопада 2017 року        м. Володимир-Волинський                      №</w:t>
      </w:r>
      <w:r>
        <w:rPr>
          <w:sz w:val="28"/>
          <w:szCs w:val="28"/>
          <w:lang w:val="uk-UA"/>
        </w:rPr>
        <w:t xml:space="preserve"> </w:t>
      </w:r>
      <w:r w:rsidRPr="0040206D">
        <w:rPr>
          <w:sz w:val="28"/>
          <w:szCs w:val="28"/>
        </w:rPr>
        <w:t>441</w:t>
      </w:r>
    </w:p>
    <w:p w:rsidR="00D16E14" w:rsidRDefault="00D16E14" w:rsidP="00424822">
      <w:pPr>
        <w:jc w:val="center"/>
        <w:rPr>
          <w:sz w:val="26"/>
          <w:szCs w:val="26"/>
          <w:lang w:val="uk-UA"/>
        </w:rPr>
      </w:pPr>
    </w:p>
    <w:p w:rsidR="00D16E14" w:rsidRPr="0090013B" w:rsidRDefault="00D16E14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90013B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D16E14" w:rsidRPr="00F44F5C" w:rsidRDefault="00D16E14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 w:rsidRPr="00F44F5C">
        <w:rPr>
          <w:color w:val="000000"/>
          <w:sz w:val="27"/>
          <w:szCs w:val="27"/>
          <w:lang w:val="uk-UA"/>
        </w:rPr>
        <w:tab/>
      </w:r>
    </w:p>
    <w:p w:rsidR="00D16E14" w:rsidRPr="0090013B" w:rsidRDefault="00D16E14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F44F5C">
        <w:rPr>
          <w:color w:val="000000"/>
          <w:sz w:val="27"/>
          <w:szCs w:val="27"/>
          <w:lang w:val="uk-UA"/>
        </w:rPr>
        <w:t xml:space="preserve">          </w:t>
      </w:r>
      <w:r w:rsidRPr="0090013B">
        <w:rPr>
          <w:color w:val="000000"/>
          <w:sz w:val="28"/>
          <w:szCs w:val="28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</w:t>
      </w:r>
      <w:r>
        <w:rPr>
          <w:color w:val="000000"/>
          <w:sz w:val="28"/>
          <w:szCs w:val="28"/>
          <w:lang w:val="uk-UA"/>
        </w:rPr>
        <w:t>17.11</w:t>
      </w:r>
      <w:r w:rsidRPr="0090013B">
        <w:rPr>
          <w:color w:val="000000"/>
          <w:sz w:val="28"/>
          <w:szCs w:val="28"/>
          <w:lang w:val="uk-UA"/>
        </w:rPr>
        <w:t xml:space="preserve">.2017 № </w:t>
      </w:r>
      <w:r>
        <w:rPr>
          <w:color w:val="000000"/>
          <w:sz w:val="28"/>
          <w:szCs w:val="28"/>
          <w:lang w:val="uk-UA"/>
        </w:rPr>
        <w:t>23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D16E14" w:rsidRPr="0090013B" w:rsidRDefault="00D16E14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D16E14" w:rsidRPr="0090013B" w:rsidRDefault="00D16E1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Рудю Володимиру Михайловичу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Хобултова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(дві тисячі</w:t>
      </w:r>
      <w:r w:rsidRPr="0090013B">
        <w:rPr>
          <w:sz w:val="28"/>
          <w:szCs w:val="28"/>
          <w:lang w:val="uk-UA"/>
        </w:rPr>
        <w:t>) гривень;</w:t>
      </w:r>
    </w:p>
    <w:p w:rsidR="00D16E14" w:rsidRDefault="00D16E1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Бронській Софії Іванівні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Хмелівка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п’ятсот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D16E14" w:rsidRPr="0040206D" w:rsidRDefault="00D16E14" w:rsidP="00F44F5C">
      <w:pPr>
        <w:ind w:right="7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Власюку Валерію Миколайовичу, с.Ласків – 500,00 (п’ятсот)</w:t>
      </w:r>
      <w:r w:rsidRPr="004849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:rsidR="00D16E14" w:rsidRDefault="00D16E14" w:rsidP="002854EB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Торчинюк Мирославі Віталіївні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Нехвороща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одна тисяча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D16E14" w:rsidRPr="0090013B" w:rsidRDefault="00D16E14" w:rsidP="00424822">
      <w:pPr>
        <w:ind w:right="78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0013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D16E14" w:rsidRPr="0090013B" w:rsidRDefault="00D16E14" w:rsidP="00424822">
      <w:pPr>
        <w:ind w:right="78"/>
        <w:jc w:val="both"/>
        <w:rPr>
          <w:sz w:val="28"/>
          <w:szCs w:val="28"/>
          <w:lang w:val="uk-UA"/>
        </w:rPr>
      </w:pPr>
    </w:p>
    <w:p w:rsidR="00D16E14" w:rsidRPr="00F35384" w:rsidRDefault="00D16E14" w:rsidP="00424822">
      <w:pPr>
        <w:ind w:right="78"/>
        <w:jc w:val="both"/>
        <w:rPr>
          <w:sz w:val="28"/>
          <w:szCs w:val="28"/>
        </w:rPr>
      </w:pPr>
    </w:p>
    <w:p w:rsidR="00D16E14" w:rsidRPr="00F35384" w:rsidRDefault="00D16E14" w:rsidP="00424822">
      <w:pPr>
        <w:ind w:right="78"/>
        <w:jc w:val="both"/>
        <w:rPr>
          <w:sz w:val="28"/>
          <w:szCs w:val="28"/>
        </w:rPr>
      </w:pPr>
    </w:p>
    <w:p w:rsidR="00D16E14" w:rsidRPr="001F5486" w:rsidRDefault="00D16E14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D16E14" w:rsidRPr="001F5486" w:rsidRDefault="00D16E14" w:rsidP="00424822">
      <w:pPr>
        <w:ind w:right="78"/>
        <w:jc w:val="both"/>
        <w:rPr>
          <w:b/>
          <w:bCs/>
          <w:sz w:val="28"/>
          <w:szCs w:val="28"/>
        </w:rPr>
      </w:pPr>
    </w:p>
    <w:p w:rsidR="00D16E14" w:rsidRPr="007F17FB" w:rsidRDefault="00D16E14" w:rsidP="00424822">
      <w:pPr>
        <w:ind w:right="78"/>
        <w:jc w:val="both"/>
        <w:rPr>
          <w:b/>
          <w:bCs/>
          <w:sz w:val="28"/>
          <w:szCs w:val="28"/>
        </w:rPr>
      </w:pPr>
    </w:p>
    <w:p w:rsidR="00D16E14" w:rsidRPr="007F17FB" w:rsidRDefault="00D16E14" w:rsidP="00424822">
      <w:pPr>
        <w:ind w:right="78"/>
        <w:jc w:val="both"/>
        <w:rPr>
          <w:b/>
          <w:bCs/>
          <w:sz w:val="28"/>
          <w:szCs w:val="28"/>
        </w:rPr>
      </w:pPr>
    </w:p>
    <w:p w:rsidR="00D16E14" w:rsidRPr="00AC604D" w:rsidRDefault="00D16E14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</w:t>
      </w:r>
      <w:r>
        <w:rPr>
          <w:sz w:val="28"/>
          <w:szCs w:val="28"/>
          <w:lang w:val="uk-UA"/>
        </w:rPr>
        <w:t xml:space="preserve"> 38 115</w:t>
      </w:r>
    </w:p>
    <w:sectPr w:rsidR="00D16E14" w:rsidRPr="00AC604D" w:rsidSect="0087379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E14" w:rsidRDefault="00D16E14" w:rsidP="00424822">
      <w:r>
        <w:separator/>
      </w:r>
    </w:p>
  </w:endnote>
  <w:endnote w:type="continuationSeparator" w:id="0">
    <w:p w:rsidR="00D16E14" w:rsidRDefault="00D16E14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E14" w:rsidRDefault="00D16E14" w:rsidP="00424822">
      <w:r>
        <w:separator/>
      </w:r>
    </w:p>
  </w:footnote>
  <w:footnote w:type="continuationSeparator" w:id="0">
    <w:p w:rsidR="00D16E14" w:rsidRDefault="00D16E14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4232A"/>
    <w:rsid w:val="00075911"/>
    <w:rsid w:val="000A6134"/>
    <w:rsid w:val="000F42FF"/>
    <w:rsid w:val="00123FE7"/>
    <w:rsid w:val="00124EBE"/>
    <w:rsid w:val="00133D03"/>
    <w:rsid w:val="00134757"/>
    <w:rsid w:val="001F5486"/>
    <w:rsid w:val="002854EB"/>
    <w:rsid w:val="00290AED"/>
    <w:rsid w:val="002E450F"/>
    <w:rsid w:val="00322AD7"/>
    <w:rsid w:val="00323EDE"/>
    <w:rsid w:val="00342B4E"/>
    <w:rsid w:val="00364A6D"/>
    <w:rsid w:val="003979A8"/>
    <w:rsid w:val="003D3195"/>
    <w:rsid w:val="0040206D"/>
    <w:rsid w:val="004050A1"/>
    <w:rsid w:val="00424822"/>
    <w:rsid w:val="00435E4A"/>
    <w:rsid w:val="00437A1A"/>
    <w:rsid w:val="00484944"/>
    <w:rsid w:val="00484ACF"/>
    <w:rsid w:val="0048757C"/>
    <w:rsid w:val="004D72E1"/>
    <w:rsid w:val="00515111"/>
    <w:rsid w:val="00583246"/>
    <w:rsid w:val="005A3456"/>
    <w:rsid w:val="005D2995"/>
    <w:rsid w:val="005E17F2"/>
    <w:rsid w:val="005E5DF7"/>
    <w:rsid w:val="00620276"/>
    <w:rsid w:val="00656185"/>
    <w:rsid w:val="0067298C"/>
    <w:rsid w:val="006F470E"/>
    <w:rsid w:val="00754116"/>
    <w:rsid w:val="0078765C"/>
    <w:rsid w:val="007D4FEF"/>
    <w:rsid w:val="007F17FB"/>
    <w:rsid w:val="00807850"/>
    <w:rsid w:val="00821112"/>
    <w:rsid w:val="00871FBE"/>
    <w:rsid w:val="0087379F"/>
    <w:rsid w:val="00877BE5"/>
    <w:rsid w:val="00896947"/>
    <w:rsid w:val="008C5D86"/>
    <w:rsid w:val="0090013B"/>
    <w:rsid w:val="00906205"/>
    <w:rsid w:val="00976B46"/>
    <w:rsid w:val="00AC604D"/>
    <w:rsid w:val="00B73D7C"/>
    <w:rsid w:val="00B9200B"/>
    <w:rsid w:val="00BA2433"/>
    <w:rsid w:val="00BD05BC"/>
    <w:rsid w:val="00BD68DE"/>
    <w:rsid w:val="00C147AC"/>
    <w:rsid w:val="00C231FB"/>
    <w:rsid w:val="00C73637"/>
    <w:rsid w:val="00D16E14"/>
    <w:rsid w:val="00D548CE"/>
    <w:rsid w:val="00D625AE"/>
    <w:rsid w:val="00D6294F"/>
    <w:rsid w:val="00DA17E7"/>
    <w:rsid w:val="00DF6AC7"/>
    <w:rsid w:val="00E27B61"/>
    <w:rsid w:val="00EA0187"/>
    <w:rsid w:val="00EF3FAD"/>
    <w:rsid w:val="00EF6B8D"/>
    <w:rsid w:val="00F35384"/>
    <w:rsid w:val="00F40507"/>
    <w:rsid w:val="00F44F5C"/>
    <w:rsid w:val="00F60853"/>
    <w:rsid w:val="00F66DF9"/>
    <w:rsid w:val="00FA7C40"/>
    <w:rsid w:val="00FE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8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436</TotalTime>
  <Pages>1</Pages>
  <Words>231</Words>
  <Characters>1318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GOLIANOVSKA</dc:creator>
  <cp:keywords/>
  <dc:description/>
  <cp:lastModifiedBy>Mirek</cp:lastModifiedBy>
  <cp:revision>57</cp:revision>
  <cp:lastPrinted>2017-11-17T12:22:00Z</cp:lastPrinted>
  <dcterms:created xsi:type="dcterms:W3CDTF">2017-04-19T11:15:00Z</dcterms:created>
  <dcterms:modified xsi:type="dcterms:W3CDTF">2017-11-28T07:12:00Z</dcterms:modified>
</cp:coreProperties>
</file>