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352" w:rsidRPr="00594719" w:rsidRDefault="00401352" w:rsidP="00C953FB">
      <w:pPr>
        <w:jc w:val="center"/>
        <w:rPr>
          <w:rFonts w:ascii="Times New Roman" w:hAnsi="Times New Roman"/>
          <w:b/>
          <w:color w:val="FF0000"/>
          <w:spacing w:val="8"/>
          <w:sz w:val="28"/>
        </w:rPr>
      </w:pPr>
      <w:r w:rsidRPr="00BD4363">
        <w:rPr>
          <w:rFonts w:ascii="Times New Roman" w:hAnsi="Times New Roman"/>
          <w:noProof/>
          <w:color w:val="FF0000"/>
          <w:spacing w:val="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6.5pt;visibility:visible" filled="t" fillcolor="silver">
            <v:imagedata r:id="rId5" o:title=""/>
          </v:shape>
        </w:pict>
      </w:r>
    </w:p>
    <w:p w:rsidR="00401352" w:rsidRPr="00594719" w:rsidRDefault="00401352" w:rsidP="00C953F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94719">
        <w:rPr>
          <w:rFonts w:ascii="Times New Roman" w:hAnsi="Times New Roman"/>
          <w:b/>
          <w:bCs/>
          <w:sz w:val="28"/>
          <w:szCs w:val="28"/>
        </w:rPr>
        <w:t>ВОЛОДИМИР-ВОЛИНСЬКА РАЙОННА ДЕРЖАВНА ДМІНІСТРАЦІЯ</w:t>
      </w:r>
      <w:r w:rsidRPr="00594719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594719">
        <w:rPr>
          <w:rFonts w:ascii="Times New Roman" w:hAnsi="Times New Roman"/>
          <w:b/>
          <w:bCs/>
          <w:sz w:val="28"/>
          <w:szCs w:val="28"/>
        </w:rPr>
        <w:t>ВОЛИНСЬКОЇ ОБЛАСТІ</w:t>
      </w:r>
    </w:p>
    <w:p w:rsidR="00401352" w:rsidRPr="00594719" w:rsidRDefault="00401352" w:rsidP="00C953FB">
      <w:pPr>
        <w:pStyle w:val="Heading2"/>
        <w:tabs>
          <w:tab w:val="left" w:pos="0"/>
        </w:tabs>
      </w:pPr>
      <w:r w:rsidRPr="00594719">
        <w:t>РОЗПОРЯДЖЕННЯ</w:t>
      </w:r>
    </w:p>
    <w:p w:rsidR="00401352" w:rsidRPr="00594719" w:rsidRDefault="00401352" w:rsidP="0046352B">
      <w:pPr>
        <w:spacing w:after="0"/>
        <w:rPr>
          <w:rFonts w:ascii="Times New Roman" w:hAnsi="Times New Roman"/>
          <w:sz w:val="20"/>
          <w:szCs w:val="20"/>
        </w:rPr>
      </w:pPr>
      <w:r w:rsidRPr="00594719">
        <w:rPr>
          <w:rFonts w:ascii="Times New Roman" w:hAnsi="Times New Roman"/>
          <w:sz w:val="28"/>
        </w:rPr>
        <w:t xml:space="preserve">    </w:t>
      </w:r>
    </w:p>
    <w:p w:rsidR="00401352" w:rsidRPr="00BB08A0" w:rsidRDefault="00401352" w:rsidP="002254A5">
      <w:pPr>
        <w:spacing w:after="0" w:line="240" w:lineRule="auto"/>
        <w:rPr>
          <w:rFonts w:ascii="Times New Roman" w:hAnsi="Times New Roman"/>
          <w:sz w:val="28"/>
          <w:lang w:val="ru-RU"/>
        </w:rPr>
      </w:pPr>
      <w:r w:rsidRPr="00594719">
        <w:rPr>
          <w:rFonts w:ascii="Times New Roman" w:hAnsi="Times New Roman"/>
          <w:sz w:val="28"/>
        </w:rPr>
        <w:t xml:space="preserve">    </w:t>
      </w:r>
      <w:r w:rsidRPr="00BB08A0">
        <w:rPr>
          <w:rFonts w:ascii="Times New Roman" w:hAnsi="Times New Roman"/>
          <w:sz w:val="28"/>
          <w:lang w:val="ru-RU"/>
        </w:rPr>
        <w:t>19</w:t>
      </w:r>
      <w:r w:rsidRPr="00594719">
        <w:rPr>
          <w:rFonts w:ascii="Times New Roman" w:hAnsi="Times New Roman"/>
          <w:sz w:val="28"/>
        </w:rPr>
        <w:t xml:space="preserve"> січня</w:t>
      </w:r>
      <w:r w:rsidRPr="00594719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2018</w:t>
      </w:r>
      <w:r w:rsidRPr="00594719">
        <w:rPr>
          <w:rFonts w:ascii="Times New Roman" w:hAnsi="Times New Roman"/>
          <w:sz w:val="28"/>
        </w:rPr>
        <w:t xml:space="preserve"> року    </w:t>
      </w:r>
      <w:r w:rsidRPr="00594719">
        <w:rPr>
          <w:rFonts w:ascii="Times New Roman" w:hAnsi="Times New Roman"/>
          <w:sz w:val="28"/>
          <w:lang w:val="ru-RU"/>
        </w:rPr>
        <w:t xml:space="preserve">  </w:t>
      </w:r>
      <w:r>
        <w:rPr>
          <w:rFonts w:ascii="Times New Roman" w:hAnsi="Times New Roman"/>
          <w:sz w:val="28"/>
          <w:lang w:val="ru-RU"/>
        </w:rPr>
        <w:t xml:space="preserve">    </w:t>
      </w:r>
      <w:r w:rsidRPr="00594719">
        <w:rPr>
          <w:rFonts w:ascii="Times New Roman" w:hAnsi="Times New Roman"/>
          <w:sz w:val="28"/>
        </w:rPr>
        <w:t xml:space="preserve"> м. Володимир-Волинський            </w:t>
      </w:r>
      <w:r w:rsidRPr="00594719">
        <w:rPr>
          <w:rFonts w:ascii="Times New Roman" w:hAnsi="Times New Roman"/>
          <w:sz w:val="28"/>
          <w:lang w:val="ru-RU"/>
        </w:rPr>
        <w:t xml:space="preserve"> </w:t>
      </w:r>
      <w:r w:rsidRPr="00594719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</w:t>
      </w:r>
      <w:r w:rsidRPr="00594719"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  № </w:t>
      </w:r>
      <w:r w:rsidRPr="00BB08A0">
        <w:rPr>
          <w:rFonts w:ascii="Times New Roman" w:hAnsi="Times New Roman"/>
          <w:sz w:val="28"/>
          <w:lang w:val="ru-RU"/>
        </w:rPr>
        <w:t>18</w:t>
      </w:r>
    </w:p>
    <w:p w:rsidR="00401352" w:rsidRPr="005654FB" w:rsidRDefault="00401352" w:rsidP="002254A5">
      <w:pPr>
        <w:spacing w:after="0" w:line="240" w:lineRule="auto"/>
        <w:rPr>
          <w:rFonts w:ascii="Times New Roman" w:hAnsi="Times New Roman"/>
          <w:sz w:val="28"/>
        </w:rPr>
      </w:pPr>
    </w:p>
    <w:p w:rsidR="00401352" w:rsidRDefault="00401352" w:rsidP="002254A5">
      <w:pPr>
        <w:spacing w:after="0" w:line="240" w:lineRule="auto"/>
        <w:ind w:left="2126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594719">
        <w:rPr>
          <w:rFonts w:ascii="Times New Roman" w:hAnsi="Times New Roman"/>
          <w:sz w:val="28"/>
        </w:rPr>
        <w:t xml:space="preserve">Про </w:t>
      </w:r>
      <w:r>
        <w:rPr>
          <w:rFonts w:ascii="Times New Roman" w:hAnsi="Times New Roman"/>
          <w:sz w:val="28"/>
        </w:rPr>
        <w:t>перейменування посад</w:t>
      </w:r>
    </w:p>
    <w:p w:rsidR="00401352" w:rsidRDefault="00401352" w:rsidP="00AF5305">
      <w:pPr>
        <w:spacing w:after="0" w:line="240" w:lineRule="auto"/>
        <w:rPr>
          <w:rFonts w:ascii="Times New Roman" w:hAnsi="Times New Roman"/>
          <w:sz w:val="28"/>
        </w:rPr>
      </w:pPr>
    </w:p>
    <w:p w:rsidR="00401352" w:rsidRDefault="00401352" w:rsidP="003523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47D3">
        <w:rPr>
          <w:rFonts w:ascii="Times New Roman" w:hAnsi="Times New Roman"/>
          <w:sz w:val="28"/>
          <w:szCs w:val="28"/>
        </w:rPr>
        <w:t>1. </w:t>
      </w:r>
      <w:r w:rsidRPr="002254A5">
        <w:rPr>
          <w:rFonts w:ascii="Times New Roman" w:hAnsi="Times New Roman"/>
          <w:sz w:val="28"/>
          <w:szCs w:val="28"/>
        </w:rPr>
        <w:t>Відповідно до статей 6,</w:t>
      </w:r>
      <w:r w:rsidRPr="006047D3">
        <w:rPr>
          <w:rFonts w:ascii="Times New Roman" w:hAnsi="Times New Roman"/>
          <w:sz w:val="28"/>
          <w:szCs w:val="28"/>
        </w:rPr>
        <w:t xml:space="preserve"> 39 Закону України “Про місцеві державні адміністрації”</w:t>
      </w:r>
      <w:r>
        <w:rPr>
          <w:rFonts w:ascii="Times New Roman" w:hAnsi="Times New Roman"/>
          <w:sz w:val="28"/>
          <w:szCs w:val="28"/>
        </w:rPr>
        <w:t>, у зв</w:t>
      </w:r>
      <w:r w:rsidRPr="00E224EE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  <w:lang w:val="ru-RU"/>
        </w:rPr>
        <w:t>язку з службовою необхідністю</w:t>
      </w:r>
      <w:r w:rsidRPr="006047D3">
        <w:rPr>
          <w:rFonts w:ascii="Times New Roman" w:hAnsi="Times New Roman"/>
          <w:sz w:val="28"/>
          <w:szCs w:val="28"/>
        </w:rPr>
        <w:t xml:space="preserve"> ПЕРЕЙМЕНУВАТИ з 01</w:t>
      </w:r>
      <w:r>
        <w:rPr>
          <w:rFonts w:ascii="Times New Roman" w:hAnsi="Times New Roman"/>
          <w:sz w:val="28"/>
          <w:szCs w:val="28"/>
        </w:rPr>
        <w:t> січня 2018</w:t>
      </w:r>
      <w:bookmarkStart w:id="0" w:name="_GoBack"/>
      <w:bookmarkEnd w:id="0"/>
      <w:r w:rsidRPr="006047D3">
        <w:rPr>
          <w:rFonts w:ascii="Times New Roman" w:hAnsi="Times New Roman"/>
          <w:sz w:val="28"/>
          <w:szCs w:val="28"/>
        </w:rPr>
        <w:t xml:space="preserve"> року посади:</w:t>
      </w:r>
    </w:p>
    <w:p w:rsidR="00401352" w:rsidRPr="006047D3" w:rsidRDefault="00401352" w:rsidP="003523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начальника відділу фінансово-господарського забезпечення апарату райдержадміністрації на начальника відділу фінансово-господарського забезпечення </w:t>
      </w:r>
      <w:r w:rsidRPr="00E224EE">
        <w:rPr>
          <w:rFonts w:ascii="Times New Roman" w:hAnsi="Times New Roman"/>
          <w:sz w:val="28"/>
          <w:szCs w:val="28"/>
        </w:rPr>
        <w:t>– головного бухгалтера</w:t>
      </w:r>
      <w:r>
        <w:rPr>
          <w:rFonts w:ascii="Times New Roman" w:hAnsi="Times New Roman"/>
          <w:sz w:val="28"/>
          <w:szCs w:val="28"/>
        </w:rPr>
        <w:t xml:space="preserve"> апарату райдержадміністрації;</w:t>
      </w:r>
    </w:p>
    <w:p w:rsidR="00401352" w:rsidRPr="006047D3" w:rsidRDefault="00401352" w:rsidP="00B74DE2">
      <w:pPr>
        <w:pStyle w:val="BodyText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047D3">
        <w:rPr>
          <w:sz w:val="28"/>
          <w:szCs w:val="28"/>
        </w:rPr>
        <w:t>) начальника відділу доходів, фінансів соціального захисту населення та бухгалтерського обліку і звітності управління фінансів райдержадміністрації на начальника відділу доходів, фінансів соціального захисту населення та бухгалтерського обліку і звітності – головного бухгалтера управління фінансів райдержадміністрації;</w:t>
      </w:r>
    </w:p>
    <w:p w:rsidR="00401352" w:rsidRPr="00E224EE" w:rsidRDefault="00401352" w:rsidP="00B74DE2">
      <w:pPr>
        <w:pStyle w:val="BodyText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224EE">
        <w:rPr>
          <w:sz w:val="28"/>
          <w:szCs w:val="28"/>
        </w:rPr>
        <w:t>) начальника відділу розвитку, інвестицій та європейської інтеграції управління агропромислового розвитку райдержадміністрації на начальника відділу розвитку, інвестицій та європейської інтеграції – головного бухгалтера управління агропромислового розвитку райдержадміністрації;</w:t>
      </w:r>
    </w:p>
    <w:p w:rsidR="00401352" w:rsidRPr="00E224EE" w:rsidRDefault="00401352" w:rsidP="00B74DE2">
      <w:pPr>
        <w:pStyle w:val="BodyText2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E224EE">
        <w:rPr>
          <w:sz w:val="28"/>
          <w:szCs w:val="28"/>
        </w:rPr>
        <w:t xml:space="preserve">4) начальника відділу фінансово-господарського обліку та соціально-трудових відносин управління </w:t>
      </w:r>
      <w:r w:rsidRPr="00E224EE">
        <w:rPr>
          <w:bCs/>
          <w:sz w:val="28"/>
          <w:szCs w:val="28"/>
        </w:rPr>
        <w:t>соціального захисту населення</w:t>
      </w:r>
      <w:r w:rsidRPr="00E224EE">
        <w:rPr>
          <w:sz w:val="28"/>
          <w:szCs w:val="28"/>
        </w:rPr>
        <w:t xml:space="preserve"> на начальника відділу відділу фінансово-господарського обліку та соціально-трудових відносин – головного бухгалтера управління </w:t>
      </w:r>
      <w:r w:rsidRPr="00E224EE">
        <w:rPr>
          <w:bCs/>
          <w:sz w:val="28"/>
          <w:szCs w:val="28"/>
        </w:rPr>
        <w:t>соціального захисту населення райдержадміністрації.</w:t>
      </w:r>
    </w:p>
    <w:p w:rsidR="00401352" w:rsidRPr="00E224EE" w:rsidRDefault="00401352" w:rsidP="00C953FB">
      <w:pPr>
        <w:pStyle w:val="21"/>
        <w:ind w:firstLine="709"/>
        <w:rPr>
          <w:bCs/>
          <w:szCs w:val="28"/>
        </w:rPr>
      </w:pPr>
      <w:r>
        <w:rPr>
          <w:bCs/>
          <w:szCs w:val="28"/>
        </w:rPr>
        <w:t>2. </w:t>
      </w:r>
      <w:r w:rsidRPr="00E224EE">
        <w:rPr>
          <w:bCs/>
          <w:szCs w:val="28"/>
        </w:rPr>
        <w:t>Управлінням фінансів (Бондарук О.Г), агропромислового розвитку (Кравчук Ю.І.), соціального захисту населення (Голюк Н.О.) райдержадміністрації, відділу фінансово-господарського обліку апарату райдержадміністрації (Гуль Н.В.) внести зміни в штатний розпис.</w:t>
      </w:r>
    </w:p>
    <w:p w:rsidR="00401352" w:rsidRPr="00594719" w:rsidRDefault="00401352" w:rsidP="00C953FB">
      <w:pPr>
        <w:pStyle w:val="21"/>
        <w:ind w:firstLine="709"/>
        <w:rPr>
          <w:bCs/>
          <w:color w:val="FF0000"/>
          <w:szCs w:val="28"/>
        </w:rPr>
      </w:pPr>
    </w:p>
    <w:p w:rsidR="00401352" w:rsidRPr="00594719" w:rsidRDefault="00401352" w:rsidP="00C953FB">
      <w:pPr>
        <w:pStyle w:val="21"/>
        <w:ind w:firstLine="709"/>
        <w:rPr>
          <w:bCs/>
          <w:color w:val="FF0000"/>
          <w:szCs w:val="28"/>
        </w:rPr>
      </w:pPr>
    </w:p>
    <w:p w:rsidR="00401352" w:rsidRPr="00594719" w:rsidRDefault="00401352" w:rsidP="00C953FB">
      <w:pPr>
        <w:pStyle w:val="21"/>
        <w:ind w:firstLine="709"/>
        <w:rPr>
          <w:bCs/>
          <w:color w:val="FF0000"/>
          <w:szCs w:val="28"/>
        </w:rPr>
      </w:pPr>
    </w:p>
    <w:p w:rsidR="00401352" w:rsidRPr="003967DD" w:rsidRDefault="00401352" w:rsidP="00C953FB">
      <w:pPr>
        <w:rPr>
          <w:rFonts w:ascii="Times New Roman" w:hAnsi="Times New Roman"/>
          <w:sz w:val="28"/>
        </w:rPr>
      </w:pPr>
      <w:r w:rsidRPr="003967DD">
        <w:rPr>
          <w:rFonts w:ascii="Times New Roman" w:hAnsi="Times New Roman"/>
          <w:sz w:val="28"/>
        </w:rPr>
        <w:t xml:space="preserve">Голова                                        </w:t>
      </w:r>
      <w:r w:rsidRPr="003967DD">
        <w:rPr>
          <w:rFonts w:ascii="Times New Roman" w:hAnsi="Times New Roman"/>
          <w:sz w:val="28"/>
        </w:rPr>
        <w:tab/>
        <w:t xml:space="preserve">     </w:t>
      </w:r>
      <w:r w:rsidRPr="003967DD">
        <w:rPr>
          <w:rFonts w:ascii="Times New Roman" w:hAnsi="Times New Roman"/>
          <w:sz w:val="28"/>
        </w:rPr>
        <w:tab/>
        <w:t xml:space="preserve">      </w:t>
      </w:r>
      <w:r w:rsidRPr="003967DD">
        <w:rPr>
          <w:rFonts w:ascii="Times New Roman" w:hAnsi="Times New Roman"/>
          <w:sz w:val="28"/>
          <w:lang w:val="ru-RU"/>
        </w:rPr>
        <w:t xml:space="preserve">                            </w:t>
      </w:r>
      <w:r w:rsidRPr="003967DD">
        <w:rPr>
          <w:rFonts w:ascii="Times New Roman" w:hAnsi="Times New Roman"/>
          <w:b/>
          <w:sz w:val="28"/>
        </w:rPr>
        <w:t>Н. ВАСИЛЕЦЬ</w:t>
      </w:r>
    </w:p>
    <w:p w:rsidR="00401352" w:rsidRPr="003967DD" w:rsidRDefault="00401352" w:rsidP="00C953FB">
      <w:pPr>
        <w:rPr>
          <w:rFonts w:ascii="Times New Roman" w:hAnsi="Times New Roman"/>
          <w:sz w:val="24"/>
          <w:szCs w:val="24"/>
        </w:rPr>
      </w:pPr>
    </w:p>
    <w:p w:rsidR="00401352" w:rsidRPr="003967DD" w:rsidRDefault="00401352" w:rsidP="00C953FB">
      <w:pPr>
        <w:rPr>
          <w:rFonts w:ascii="Times New Roman" w:hAnsi="Times New Roman"/>
          <w:sz w:val="24"/>
          <w:szCs w:val="24"/>
        </w:rPr>
      </w:pPr>
    </w:p>
    <w:p w:rsidR="00401352" w:rsidRPr="002254A5" w:rsidRDefault="00401352" w:rsidP="00C953FB">
      <w:pPr>
        <w:rPr>
          <w:rFonts w:ascii="Times New Roman" w:hAnsi="Times New Roman"/>
          <w:sz w:val="28"/>
          <w:szCs w:val="28"/>
        </w:rPr>
      </w:pPr>
      <w:r w:rsidRPr="002254A5">
        <w:rPr>
          <w:rFonts w:ascii="Times New Roman" w:hAnsi="Times New Roman"/>
          <w:sz w:val="28"/>
          <w:szCs w:val="28"/>
        </w:rPr>
        <w:t>Охріменко 22</w:t>
      </w:r>
      <w:r>
        <w:rPr>
          <w:rFonts w:ascii="Times New Roman" w:hAnsi="Times New Roman"/>
          <w:sz w:val="28"/>
          <w:szCs w:val="28"/>
        </w:rPr>
        <w:t> </w:t>
      </w:r>
      <w:r w:rsidRPr="002254A5">
        <w:rPr>
          <w:rFonts w:ascii="Times New Roman" w:hAnsi="Times New Roman"/>
          <w:sz w:val="28"/>
          <w:szCs w:val="28"/>
        </w:rPr>
        <w:t>613</w:t>
      </w:r>
    </w:p>
    <w:p w:rsidR="00401352" w:rsidRDefault="00401352" w:rsidP="00EC7696">
      <w:pPr>
        <w:spacing w:after="0" w:line="240" w:lineRule="auto"/>
        <w:rPr>
          <w:rFonts w:ascii="Times New Roman" w:hAnsi="Times New Roman"/>
          <w:sz w:val="28"/>
        </w:rPr>
      </w:pPr>
    </w:p>
    <w:p w:rsidR="00401352" w:rsidRDefault="00401352" w:rsidP="00EC7696">
      <w:pPr>
        <w:spacing w:after="0" w:line="240" w:lineRule="auto"/>
        <w:rPr>
          <w:rFonts w:ascii="Times New Roman" w:hAnsi="Times New Roman"/>
          <w:sz w:val="28"/>
        </w:rPr>
      </w:pPr>
    </w:p>
    <w:p w:rsidR="00401352" w:rsidRPr="00EC7696" w:rsidRDefault="00401352" w:rsidP="00EC7696">
      <w:pPr>
        <w:spacing w:after="0" w:line="240" w:lineRule="auto"/>
        <w:rPr>
          <w:rFonts w:ascii="Times New Roman" w:hAnsi="Times New Roman"/>
          <w:sz w:val="28"/>
        </w:rPr>
      </w:pPr>
      <w:r w:rsidRPr="00EC7696">
        <w:rPr>
          <w:rFonts w:ascii="Times New Roman" w:hAnsi="Times New Roman"/>
          <w:sz w:val="28"/>
        </w:rPr>
        <w:t>Керівник апарату</w:t>
      </w:r>
    </w:p>
    <w:p w:rsidR="00401352" w:rsidRPr="00EC7696" w:rsidRDefault="00401352" w:rsidP="00EC7696">
      <w:pPr>
        <w:spacing w:after="0" w:line="240" w:lineRule="auto"/>
        <w:rPr>
          <w:rFonts w:ascii="Times New Roman" w:hAnsi="Times New Roman"/>
          <w:sz w:val="28"/>
        </w:rPr>
      </w:pPr>
      <w:r w:rsidRPr="00EC7696">
        <w:rPr>
          <w:rFonts w:ascii="Times New Roman" w:hAnsi="Times New Roman"/>
          <w:sz w:val="28"/>
        </w:rPr>
        <w:t>райдержадміністрації</w:t>
      </w:r>
      <w:r w:rsidRPr="00EC7696">
        <w:rPr>
          <w:rFonts w:ascii="Times New Roman" w:hAnsi="Times New Roman"/>
          <w:sz w:val="28"/>
        </w:rPr>
        <w:tab/>
      </w:r>
      <w:r w:rsidRPr="00EC7696">
        <w:rPr>
          <w:rFonts w:ascii="Times New Roman" w:hAnsi="Times New Roman"/>
          <w:sz w:val="28"/>
        </w:rPr>
        <w:tab/>
      </w:r>
      <w:r w:rsidRPr="00EC7696">
        <w:rPr>
          <w:rFonts w:ascii="Times New Roman" w:hAnsi="Times New Roman"/>
          <w:sz w:val="28"/>
        </w:rPr>
        <w:tab/>
      </w:r>
      <w:r w:rsidRPr="00EC7696">
        <w:rPr>
          <w:rFonts w:ascii="Times New Roman" w:hAnsi="Times New Roman"/>
          <w:sz w:val="28"/>
        </w:rPr>
        <w:tab/>
      </w:r>
      <w:r w:rsidRPr="00EC7696">
        <w:rPr>
          <w:rFonts w:ascii="Times New Roman" w:hAnsi="Times New Roman"/>
          <w:sz w:val="28"/>
        </w:rPr>
        <w:tab/>
        <w:t xml:space="preserve">      </w:t>
      </w:r>
      <w:r>
        <w:rPr>
          <w:rFonts w:ascii="Times New Roman" w:hAnsi="Times New Roman"/>
          <w:sz w:val="28"/>
        </w:rPr>
        <w:t xml:space="preserve"> </w:t>
      </w:r>
      <w:r w:rsidRPr="00EC7696">
        <w:rPr>
          <w:rFonts w:ascii="Times New Roman" w:hAnsi="Times New Roman"/>
          <w:sz w:val="28"/>
        </w:rPr>
        <w:t xml:space="preserve">                 Сергій Романюк</w:t>
      </w:r>
    </w:p>
    <w:p w:rsidR="00401352" w:rsidRPr="00EC7696" w:rsidRDefault="00401352" w:rsidP="00EC7696">
      <w:pPr>
        <w:spacing w:after="0" w:line="240" w:lineRule="auto"/>
        <w:rPr>
          <w:rFonts w:ascii="Times New Roman" w:hAnsi="Times New Roman"/>
          <w:sz w:val="28"/>
        </w:rPr>
      </w:pPr>
    </w:p>
    <w:p w:rsidR="00401352" w:rsidRPr="00EC7696" w:rsidRDefault="00401352" w:rsidP="00EC7696">
      <w:pPr>
        <w:spacing w:after="0" w:line="240" w:lineRule="auto"/>
        <w:rPr>
          <w:rFonts w:ascii="Times New Roman" w:hAnsi="Times New Roman"/>
          <w:sz w:val="28"/>
        </w:rPr>
      </w:pPr>
      <w:r w:rsidRPr="00EC7696">
        <w:rPr>
          <w:rFonts w:ascii="Times New Roman" w:hAnsi="Times New Roman"/>
          <w:sz w:val="28"/>
        </w:rPr>
        <w:t xml:space="preserve">Головний спеціаліст юридичного відділу </w:t>
      </w:r>
    </w:p>
    <w:p w:rsidR="00401352" w:rsidRPr="00EC7696" w:rsidRDefault="00401352" w:rsidP="00EC7696">
      <w:pPr>
        <w:spacing w:after="0" w:line="240" w:lineRule="auto"/>
        <w:rPr>
          <w:rFonts w:ascii="Times New Roman" w:hAnsi="Times New Roman"/>
          <w:sz w:val="28"/>
        </w:rPr>
      </w:pPr>
      <w:r w:rsidRPr="00EC7696">
        <w:rPr>
          <w:rFonts w:ascii="Times New Roman" w:hAnsi="Times New Roman"/>
          <w:sz w:val="28"/>
        </w:rPr>
        <w:t>апарату райдержадміністрації                                                    Поліна Гаврилюк</w:t>
      </w:r>
    </w:p>
    <w:p w:rsidR="00401352" w:rsidRPr="00EC7696" w:rsidRDefault="00401352" w:rsidP="00EC7696">
      <w:pPr>
        <w:spacing w:after="0" w:line="240" w:lineRule="auto"/>
        <w:rPr>
          <w:rFonts w:ascii="Times New Roman" w:hAnsi="Times New Roman"/>
          <w:sz w:val="28"/>
        </w:rPr>
      </w:pPr>
    </w:p>
    <w:p w:rsidR="00401352" w:rsidRPr="00EC7696" w:rsidRDefault="00401352" w:rsidP="00EC7696">
      <w:pPr>
        <w:spacing w:after="0" w:line="240" w:lineRule="auto"/>
        <w:rPr>
          <w:rFonts w:ascii="Times New Roman" w:hAnsi="Times New Roman"/>
          <w:sz w:val="28"/>
        </w:rPr>
      </w:pPr>
      <w:r w:rsidRPr="00EC7696">
        <w:rPr>
          <w:rFonts w:ascii="Times New Roman" w:hAnsi="Times New Roman"/>
          <w:sz w:val="28"/>
        </w:rPr>
        <w:t xml:space="preserve">Заступник керівника апарату – </w:t>
      </w:r>
    </w:p>
    <w:p w:rsidR="00401352" w:rsidRPr="00EC7696" w:rsidRDefault="00401352" w:rsidP="00EC7696">
      <w:pPr>
        <w:spacing w:after="0" w:line="240" w:lineRule="auto"/>
        <w:rPr>
          <w:rFonts w:ascii="Times New Roman" w:hAnsi="Times New Roman"/>
          <w:sz w:val="28"/>
        </w:rPr>
      </w:pPr>
      <w:r w:rsidRPr="00EC7696">
        <w:rPr>
          <w:rFonts w:ascii="Times New Roman" w:hAnsi="Times New Roman"/>
          <w:sz w:val="28"/>
        </w:rPr>
        <w:t xml:space="preserve">начальник відділу організаційної </w:t>
      </w:r>
    </w:p>
    <w:p w:rsidR="00401352" w:rsidRPr="00EC7696" w:rsidRDefault="00401352" w:rsidP="00EC7696">
      <w:pPr>
        <w:spacing w:after="0" w:line="240" w:lineRule="auto"/>
        <w:rPr>
          <w:rFonts w:ascii="Times New Roman" w:hAnsi="Times New Roman"/>
          <w:sz w:val="28"/>
        </w:rPr>
      </w:pPr>
      <w:r w:rsidRPr="00EC7696">
        <w:rPr>
          <w:rFonts w:ascii="Times New Roman" w:hAnsi="Times New Roman"/>
          <w:sz w:val="28"/>
        </w:rPr>
        <w:t xml:space="preserve">роботи та управління персоналом </w:t>
      </w:r>
    </w:p>
    <w:p w:rsidR="00401352" w:rsidRPr="00EC7696" w:rsidRDefault="00401352" w:rsidP="00EC7696">
      <w:pPr>
        <w:spacing w:after="0" w:line="240" w:lineRule="auto"/>
        <w:rPr>
          <w:rFonts w:ascii="Times New Roman" w:hAnsi="Times New Roman"/>
          <w:sz w:val="28"/>
        </w:rPr>
      </w:pPr>
      <w:r w:rsidRPr="00EC7696">
        <w:rPr>
          <w:rFonts w:ascii="Times New Roman" w:hAnsi="Times New Roman"/>
          <w:sz w:val="28"/>
        </w:rPr>
        <w:t xml:space="preserve">апарату райдержадміністрації                                     </w:t>
      </w:r>
      <w:r>
        <w:rPr>
          <w:rFonts w:ascii="Times New Roman" w:hAnsi="Times New Roman"/>
          <w:sz w:val="28"/>
        </w:rPr>
        <w:t xml:space="preserve"> </w:t>
      </w:r>
      <w:r w:rsidRPr="00EC7696">
        <w:rPr>
          <w:rFonts w:ascii="Times New Roman" w:hAnsi="Times New Roman"/>
          <w:sz w:val="28"/>
        </w:rPr>
        <w:t xml:space="preserve">              Роман Охріменко</w:t>
      </w:r>
    </w:p>
    <w:p w:rsidR="00401352" w:rsidRPr="00EC7696" w:rsidRDefault="00401352" w:rsidP="00EC7696">
      <w:pPr>
        <w:spacing w:after="0" w:line="240" w:lineRule="auto"/>
        <w:rPr>
          <w:rFonts w:ascii="Times New Roman" w:hAnsi="Times New Roman"/>
          <w:sz w:val="28"/>
        </w:rPr>
      </w:pPr>
    </w:p>
    <w:p w:rsidR="00401352" w:rsidRPr="00EC7696" w:rsidRDefault="00401352" w:rsidP="00EC7696">
      <w:pPr>
        <w:spacing w:after="0" w:line="240" w:lineRule="auto"/>
        <w:rPr>
          <w:rFonts w:ascii="Times New Roman" w:hAnsi="Times New Roman"/>
          <w:sz w:val="28"/>
        </w:rPr>
      </w:pPr>
      <w:r w:rsidRPr="00EC7696">
        <w:rPr>
          <w:rFonts w:ascii="Times New Roman" w:hAnsi="Times New Roman"/>
          <w:sz w:val="28"/>
        </w:rPr>
        <w:t>Начальник відділу ведення</w:t>
      </w:r>
    </w:p>
    <w:p w:rsidR="00401352" w:rsidRPr="00EC7696" w:rsidRDefault="00401352" w:rsidP="00EC7696">
      <w:pPr>
        <w:spacing w:after="0" w:line="240" w:lineRule="auto"/>
        <w:rPr>
          <w:rFonts w:ascii="Times New Roman" w:hAnsi="Times New Roman"/>
          <w:sz w:val="28"/>
        </w:rPr>
      </w:pPr>
      <w:r w:rsidRPr="00EC7696">
        <w:rPr>
          <w:rFonts w:ascii="Times New Roman" w:hAnsi="Times New Roman"/>
          <w:sz w:val="28"/>
        </w:rPr>
        <w:t>діловодства апарату райдержадміністрації</w:t>
      </w:r>
      <w:r w:rsidRPr="00EC7696">
        <w:rPr>
          <w:rFonts w:ascii="Times New Roman" w:hAnsi="Times New Roman"/>
          <w:sz w:val="28"/>
        </w:rPr>
        <w:tab/>
        <w:t xml:space="preserve">      </w:t>
      </w:r>
      <w:r>
        <w:rPr>
          <w:rFonts w:ascii="Times New Roman" w:hAnsi="Times New Roman"/>
          <w:sz w:val="28"/>
        </w:rPr>
        <w:t xml:space="preserve">  </w:t>
      </w:r>
      <w:r w:rsidRPr="00EC7696"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                    Юлія Скіц</w:t>
      </w:r>
    </w:p>
    <w:sectPr w:rsidR="00401352" w:rsidRPr="00EC7696" w:rsidSect="0046352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2F3"/>
    <w:rsid w:val="00040470"/>
    <w:rsid w:val="00077837"/>
    <w:rsid w:val="000D32B9"/>
    <w:rsid w:val="000D7443"/>
    <w:rsid w:val="000E296E"/>
    <w:rsid w:val="000F0C41"/>
    <w:rsid w:val="00103347"/>
    <w:rsid w:val="00110D1E"/>
    <w:rsid w:val="00137FB7"/>
    <w:rsid w:val="001942E4"/>
    <w:rsid w:val="001C673A"/>
    <w:rsid w:val="001D4ACA"/>
    <w:rsid w:val="001F3C93"/>
    <w:rsid w:val="00211B89"/>
    <w:rsid w:val="002254A5"/>
    <w:rsid w:val="002E626C"/>
    <w:rsid w:val="00342993"/>
    <w:rsid w:val="00352313"/>
    <w:rsid w:val="00372A23"/>
    <w:rsid w:val="00390064"/>
    <w:rsid w:val="003967DD"/>
    <w:rsid w:val="00397D72"/>
    <w:rsid w:val="003B569E"/>
    <w:rsid w:val="00401352"/>
    <w:rsid w:val="0043734F"/>
    <w:rsid w:val="0044387B"/>
    <w:rsid w:val="0046352B"/>
    <w:rsid w:val="004C079D"/>
    <w:rsid w:val="004E4690"/>
    <w:rsid w:val="00526495"/>
    <w:rsid w:val="00530842"/>
    <w:rsid w:val="005654FB"/>
    <w:rsid w:val="00575E27"/>
    <w:rsid w:val="00581AC8"/>
    <w:rsid w:val="00594719"/>
    <w:rsid w:val="005A5C24"/>
    <w:rsid w:val="005F20C8"/>
    <w:rsid w:val="00600AED"/>
    <w:rsid w:val="006047D3"/>
    <w:rsid w:val="006711C3"/>
    <w:rsid w:val="006A3413"/>
    <w:rsid w:val="006D2F6B"/>
    <w:rsid w:val="006F1D51"/>
    <w:rsid w:val="007A5D3F"/>
    <w:rsid w:val="007C51E2"/>
    <w:rsid w:val="008138F9"/>
    <w:rsid w:val="0083041B"/>
    <w:rsid w:val="00832515"/>
    <w:rsid w:val="0085457B"/>
    <w:rsid w:val="00860088"/>
    <w:rsid w:val="008A06D3"/>
    <w:rsid w:val="008B1E09"/>
    <w:rsid w:val="008C482A"/>
    <w:rsid w:val="00921E9F"/>
    <w:rsid w:val="00922509"/>
    <w:rsid w:val="00944A22"/>
    <w:rsid w:val="009478CF"/>
    <w:rsid w:val="00983CDB"/>
    <w:rsid w:val="00997629"/>
    <w:rsid w:val="00A152F3"/>
    <w:rsid w:val="00A53F03"/>
    <w:rsid w:val="00AA30EA"/>
    <w:rsid w:val="00AF5305"/>
    <w:rsid w:val="00B410AA"/>
    <w:rsid w:val="00B566BF"/>
    <w:rsid w:val="00B71314"/>
    <w:rsid w:val="00B74DE2"/>
    <w:rsid w:val="00B960DB"/>
    <w:rsid w:val="00BB08A0"/>
    <w:rsid w:val="00BD4363"/>
    <w:rsid w:val="00BD7716"/>
    <w:rsid w:val="00C165DB"/>
    <w:rsid w:val="00C44032"/>
    <w:rsid w:val="00C953FB"/>
    <w:rsid w:val="00CB31B3"/>
    <w:rsid w:val="00CB4542"/>
    <w:rsid w:val="00CE05E5"/>
    <w:rsid w:val="00CF74AB"/>
    <w:rsid w:val="00D67B8C"/>
    <w:rsid w:val="00D77FB5"/>
    <w:rsid w:val="00DB76D9"/>
    <w:rsid w:val="00DE4788"/>
    <w:rsid w:val="00DE7C61"/>
    <w:rsid w:val="00E14DFC"/>
    <w:rsid w:val="00E224EE"/>
    <w:rsid w:val="00E67BE6"/>
    <w:rsid w:val="00E80ACD"/>
    <w:rsid w:val="00E83E5E"/>
    <w:rsid w:val="00E8487C"/>
    <w:rsid w:val="00E910CC"/>
    <w:rsid w:val="00EC7696"/>
    <w:rsid w:val="00EF69F3"/>
    <w:rsid w:val="00F54D65"/>
    <w:rsid w:val="00FB661A"/>
    <w:rsid w:val="00FD2EEF"/>
    <w:rsid w:val="00FD63E2"/>
    <w:rsid w:val="00FE4C46"/>
    <w:rsid w:val="00FE7C36"/>
    <w:rsid w:val="00FF0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6D3"/>
    <w:pPr>
      <w:spacing w:after="160" w:line="259" w:lineRule="auto"/>
    </w:pPr>
    <w:rPr>
      <w:lang w:val="uk-UA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953F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C953FB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BodyText2">
    <w:name w:val="Body Text 2"/>
    <w:basedOn w:val="Normal"/>
    <w:link w:val="BodyText2Char"/>
    <w:uiPriority w:val="99"/>
    <w:rsid w:val="00A152F3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152F3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21">
    <w:name w:val="Основной текст 21"/>
    <w:basedOn w:val="Normal"/>
    <w:uiPriority w:val="99"/>
    <w:rsid w:val="00A152F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921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1E9F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uiPriority w:val="99"/>
    <w:rsid w:val="005F20C8"/>
    <w:rPr>
      <w:rFonts w:cs="Times New Roman"/>
    </w:rPr>
  </w:style>
  <w:style w:type="paragraph" w:styleId="ListParagraph">
    <w:name w:val="List Paragraph"/>
    <w:basedOn w:val="Normal"/>
    <w:uiPriority w:val="99"/>
    <w:qFormat/>
    <w:rsid w:val="00E224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2</Pages>
  <Words>355</Words>
  <Characters>2030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Mirek</cp:lastModifiedBy>
  <cp:revision>10</cp:revision>
  <cp:lastPrinted>2018-01-22T12:06:00Z</cp:lastPrinted>
  <dcterms:created xsi:type="dcterms:W3CDTF">2018-01-19T08:21:00Z</dcterms:created>
  <dcterms:modified xsi:type="dcterms:W3CDTF">2018-01-31T06:51:00Z</dcterms:modified>
</cp:coreProperties>
</file>